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04A08" w14:textId="571551FA" w:rsidR="0025617A" w:rsidRPr="001540E6" w:rsidRDefault="00CE056E" w:rsidP="00C001F9">
      <w:pPr>
        <w:pStyle w:val="Heading1"/>
        <w:jc w:val="center"/>
        <w:rPr>
          <w:rFonts w:asciiTheme="minorHAnsi" w:hAnsiTheme="minorHAnsi" w:cstheme="minorHAnsi"/>
          <w:sz w:val="40"/>
          <w:lang w:val="en-US"/>
        </w:rPr>
      </w:pPr>
      <w:bookmarkStart w:id="0" w:name="_Hlk116562907"/>
      <w:r w:rsidRPr="001540E6">
        <w:rPr>
          <w:rFonts w:asciiTheme="minorHAnsi" w:hAnsiTheme="minorHAnsi" w:cstheme="minorHAnsi"/>
          <w:sz w:val="40"/>
        </w:rPr>
        <w:t>Impact Analysis Report</w:t>
      </w:r>
      <w:r w:rsidR="00457F3D" w:rsidRPr="001540E6">
        <w:rPr>
          <w:rFonts w:asciiTheme="minorHAnsi" w:hAnsiTheme="minorHAnsi" w:cstheme="minorHAnsi"/>
          <w:sz w:val="40"/>
          <w:lang w:val="en-US"/>
        </w:rPr>
        <w:t xml:space="preserve"> </w:t>
      </w:r>
      <w:bookmarkStart w:id="1" w:name="_Hlk90467927"/>
      <w:r w:rsidR="00457F3D" w:rsidRPr="001540E6">
        <w:rPr>
          <w:rFonts w:asciiTheme="minorHAnsi" w:hAnsiTheme="minorHAnsi" w:cstheme="minorHAnsi"/>
          <w:sz w:val="40"/>
          <w:szCs w:val="40"/>
          <w:lang w:val="en-US"/>
        </w:rPr>
        <w:t>/ RFC-</w:t>
      </w:r>
      <w:r w:rsidR="00457F3D" w:rsidRPr="001540E6">
        <w:rPr>
          <w:rFonts w:asciiTheme="minorHAnsi" w:hAnsiTheme="minorHAnsi" w:cstheme="minorHAnsi"/>
          <w:sz w:val="40"/>
          <w:szCs w:val="40"/>
          <w:lang w:val="en-GB"/>
        </w:rPr>
        <w:t>Proposal</w:t>
      </w:r>
      <w:r w:rsidR="00457F3D" w:rsidRPr="001540E6">
        <w:rPr>
          <w:rFonts w:asciiTheme="minorHAnsi" w:hAnsiTheme="minorHAnsi" w:cstheme="minorHAnsi"/>
          <w:sz w:val="40"/>
        </w:rPr>
        <w:tab/>
      </w:r>
      <w:bookmarkEnd w:id="1"/>
    </w:p>
    <w:p w14:paraId="7564DB7C" w14:textId="77777777" w:rsidR="0025617A" w:rsidRPr="001540E6" w:rsidRDefault="0025617A" w:rsidP="00C001F9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3945284C" w14:textId="77777777" w:rsidR="00FE4EC9" w:rsidRPr="001540E6" w:rsidRDefault="0025617A" w:rsidP="00C001F9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1540E6">
        <w:rPr>
          <w:rFonts w:asciiTheme="minorHAnsi" w:hAnsiTheme="minorHAnsi" w:cstheme="minorHAnsi"/>
          <w:b/>
          <w:bCs/>
          <w:sz w:val="28"/>
          <w:szCs w:val="28"/>
        </w:rPr>
        <w:t xml:space="preserve">Section 1: </w:t>
      </w:r>
      <w:r w:rsidR="00543370" w:rsidRPr="001540E6">
        <w:rPr>
          <w:rFonts w:asciiTheme="minorHAnsi" w:hAnsiTheme="minorHAnsi" w:cstheme="minorHAnsi"/>
          <w:b/>
          <w:bCs/>
          <w:sz w:val="28"/>
          <w:szCs w:val="28"/>
        </w:rPr>
        <w:t>M</w:t>
      </w:r>
      <w:r w:rsidR="00C001F9" w:rsidRPr="001540E6">
        <w:rPr>
          <w:rFonts w:asciiTheme="minorHAnsi" w:hAnsiTheme="minorHAnsi" w:cstheme="minorHAnsi"/>
          <w:b/>
          <w:bCs/>
          <w:sz w:val="28"/>
          <w:szCs w:val="28"/>
        </w:rPr>
        <w:t>eta-data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662"/>
      </w:tblGrid>
      <w:tr w:rsidR="00CE056E" w:rsidRPr="001540E6" w14:paraId="79F845B0" w14:textId="77777777" w:rsidTr="7FA9AB59">
        <w:trPr>
          <w:trHeight w:val="359"/>
        </w:trPr>
        <w:tc>
          <w:tcPr>
            <w:tcW w:w="3085" w:type="dxa"/>
            <w:shd w:val="clear" w:color="auto" w:fill="D9D9D9" w:themeFill="background1" w:themeFillShade="D9"/>
          </w:tcPr>
          <w:p w14:paraId="2D27B604" w14:textId="77777777" w:rsidR="00CE056E" w:rsidRPr="001540E6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ID</w:t>
            </w:r>
          </w:p>
        </w:tc>
        <w:tc>
          <w:tcPr>
            <w:tcW w:w="6662" w:type="dxa"/>
          </w:tcPr>
          <w:p w14:paraId="677E7917" w14:textId="15B69F5A" w:rsidR="00CE056E" w:rsidRPr="001540E6" w:rsidRDefault="00DD190B" w:rsidP="00074158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</w:pPr>
            <w:r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RFC_NCTS</w:t>
            </w:r>
            <w:r w:rsidR="00FF451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-P6</w:t>
            </w:r>
            <w:r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_</w:t>
            </w:r>
            <w:r w:rsidR="00FF451B"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0</w:t>
            </w:r>
            <w:r w:rsidR="00FF451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282</w:t>
            </w:r>
            <w:r w:rsidR="00FF451B"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(JIRA: UCCNCTSP6-</w:t>
            </w:r>
            <w:r w:rsidR="00DF5F9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229</w:t>
            </w:r>
            <w:r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)</w:t>
            </w:r>
          </w:p>
        </w:tc>
      </w:tr>
      <w:tr w:rsidR="00FE4EC9" w:rsidRPr="001540E6" w14:paraId="05141D7D" w14:textId="77777777" w:rsidTr="7FA9AB59">
        <w:tc>
          <w:tcPr>
            <w:tcW w:w="3085" w:type="dxa"/>
            <w:shd w:val="clear" w:color="auto" w:fill="D9D9D9" w:themeFill="background1" w:themeFillShade="D9"/>
          </w:tcPr>
          <w:p w14:paraId="44966514" w14:textId="77777777" w:rsidR="00FE4EC9" w:rsidRPr="001540E6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</w:pPr>
            <w:r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  <w:t xml:space="preserve">Related </w:t>
            </w:r>
            <w:r w:rsidR="002F6323"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  <w:t>Incident</w:t>
            </w:r>
            <w:r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  <w:t xml:space="preserve"> </w:t>
            </w:r>
            <w:r w:rsidR="00FE4EC9"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 w:eastAsia="x-none"/>
              </w:rPr>
              <w:t>ID</w:t>
            </w:r>
          </w:p>
        </w:tc>
        <w:tc>
          <w:tcPr>
            <w:tcW w:w="6662" w:type="dxa"/>
          </w:tcPr>
          <w:p w14:paraId="58B078B8" w14:textId="6FCADD3E" w:rsidR="00FE4EC9" w:rsidRPr="00D32D4F" w:rsidRDefault="009D543A" w:rsidP="6FA79643">
            <w:pPr>
              <w:pStyle w:val="HTMLPreformatted"/>
              <w:spacing w:before="40" w:line="225" w:lineRule="atLeas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</w:pPr>
            <w:r w:rsidRPr="00D32D4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GB"/>
              </w:rPr>
              <w:t>IM576106</w:t>
            </w:r>
          </w:p>
        </w:tc>
      </w:tr>
      <w:tr w:rsidR="00EE7CA2" w:rsidRPr="0061702D" w14:paraId="6722BE22" w14:textId="77777777" w:rsidTr="7FA9AB59">
        <w:tc>
          <w:tcPr>
            <w:tcW w:w="3085" w:type="dxa"/>
            <w:shd w:val="clear" w:color="auto" w:fill="D9D9D9" w:themeFill="background1" w:themeFillShade="D9"/>
          </w:tcPr>
          <w:p w14:paraId="6FBBF470" w14:textId="77777777" w:rsidR="00EE7CA2" w:rsidRPr="001540E6" w:rsidRDefault="00EE7CA2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Initiator / Organization</w:t>
            </w:r>
          </w:p>
        </w:tc>
        <w:tc>
          <w:tcPr>
            <w:tcW w:w="6662" w:type="dxa"/>
          </w:tcPr>
          <w:p w14:paraId="189D5717" w14:textId="5A279529" w:rsidR="00EE7CA2" w:rsidRPr="003F798B" w:rsidRDefault="59C3D255" w:rsidP="7FA9AB59">
            <w:pPr>
              <w:pStyle w:val="HTMLPreformatted"/>
              <w:spacing w:before="40" w:line="225" w:lineRule="atLeast"/>
              <w:rPr>
                <w:lang w:val="da-DK"/>
              </w:rPr>
            </w:pPr>
            <w:r w:rsidRPr="003F798B">
              <w:rPr>
                <w:rFonts w:ascii="Calibri" w:eastAsia="Calibri" w:hAnsi="Calibri" w:cs="Calibri"/>
                <w:b/>
                <w:bCs/>
                <w:sz w:val="22"/>
                <w:szCs w:val="22"/>
                <w:lang w:val="da-DK"/>
              </w:rPr>
              <w:t>NA-SI &amp; NA-DE / DG TAXUD</w:t>
            </w:r>
            <w:r w:rsidR="001D6319">
              <w:rPr>
                <w:rFonts w:ascii="Calibri" w:eastAsia="Calibri" w:hAnsi="Calibri" w:cs="Calibri"/>
                <w:b/>
                <w:bCs/>
                <w:sz w:val="22"/>
                <w:szCs w:val="22"/>
                <w:lang w:val="da-DK"/>
              </w:rPr>
              <w:t xml:space="preserve"> IT</w:t>
            </w:r>
          </w:p>
        </w:tc>
      </w:tr>
      <w:tr w:rsidR="00CE056E" w:rsidRPr="001540E6" w14:paraId="75552075" w14:textId="77777777" w:rsidTr="7FA9AB59">
        <w:tc>
          <w:tcPr>
            <w:tcW w:w="3085" w:type="dxa"/>
            <w:shd w:val="clear" w:color="auto" w:fill="D9D9D9" w:themeFill="background1" w:themeFillShade="D9"/>
          </w:tcPr>
          <w:p w14:paraId="3AE501B5" w14:textId="77777777" w:rsidR="00CE056E" w:rsidRPr="001540E6" w:rsidRDefault="00CE056E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CI</w:t>
            </w:r>
          </w:p>
        </w:tc>
        <w:tc>
          <w:tcPr>
            <w:tcW w:w="6662" w:type="dxa"/>
          </w:tcPr>
          <w:p w14:paraId="7E7F510B" w14:textId="212EA372" w:rsidR="00CE056E" w:rsidRPr="001540E6" w:rsidRDefault="00AE52F2" w:rsidP="00E2743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NCTS-P</w:t>
            </w:r>
            <w:r w:rsidR="004E62EA"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(DDNTA-</w:t>
            </w:r>
            <w:r w:rsidR="004E62EA"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="00751842"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4E62EA"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6F1D71"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4E62EA"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="008B5D34"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-v1.0</w:t>
            </w:r>
            <w:r w:rsidR="004E62EA"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B20E03"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– CSE-v</w:t>
            </w:r>
            <w:r w:rsidR="004E62EA"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60</w:t>
            </w:r>
            <w:r w:rsidR="00AE12CB"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4E62EA"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  <w:r w:rsidR="00AE12CB"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4E62EA"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</w:p>
        </w:tc>
      </w:tr>
      <w:tr w:rsidR="00FE4EC9" w:rsidRPr="001540E6" w14:paraId="16A5C75C" w14:textId="77777777" w:rsidTr="7FA9AB59">
        <w:tc>
          <w:tcPr>
            <w:tcW w:w="3085" w:type="dxa"/>
            <w:shd w:val="clear" w:color="auto" w:fill="D9D9D9" w:themeFill="background1" w:themeFillShade="D9"/>
          </w:tcPr>
          <w:p w14:paraId="5DCB264F" w14:textId="77777777" w:rsidR="00FE4EC9" w:rsidRPr="001540E6" w:rsidRDefault="00FE4EC9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Type</w:t>
            </w:r>
            <w:r w:rsidR="002F6323"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of Change</w:t>
            </w:r>
          </w:p>
        </w:tc>
        <w:tc>
          <w:tcPr>
            <w:tcW w:w="6662" w:type="dxa"/>
          </w:tcPr>
          <w:p w14:paraId="55897DA3" w14:textId="2F412F82" w:rsidR="00FE4EC9" w:rsidRPr="001540E6" w:rsidRDefault="009B00AC" w:rsidP="009B4627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</w:instrText>
            </w:r>
            <w:bookmarkStart w:id="2" w:name="Critical"/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FORMCHECKBOX </w:instrText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2"/>
            <w:r w:rsidR="00873981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337D9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Standard     </w:t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</w:instrText>
            </w:r>
            <w:bookmarkStart w:id="3" w:name="Medium"/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FORMCHECKBOX </w:instrText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3"/>
            <w:r w:rsidR="00873981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337D9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t>Emergency</w:t>
            </w:r>
          </w:p>
        </w:tc>
      </w:tr>
      <w:tr w:rsidR="00F03A4D" w:rsidRPr="001540E6" w14:paraId="7BE40C3F" w14:textId="77777777" w:rsidTr="7FA9AB59">
        <w:trPr>
          <w:trHeight w:val="1423"/>
        </w:trPr>
        <w:tc>
          <w:tcPr>
            <w:tcW w:w="3085" w:type="dxa"/>
            <w:shd w:val="clear" w:color="auto" w:fill="D9D9D9" w:themeFill="background1" w:themeFillShade="D9"/>
          </w:tcPr>
          <w:p w14:paraId="1AF98A8A" w14:textId="4C5077D7" w:rsidR="00F03A4D" w:rsidRPr="001540E6" w:rsidRDefault="00F03A4D" w:rsidP="00F03A4D">
            <w:pPr>
              <w:spacing w:before="40"/>
              <w:rPr>
                <w:rFonts w:asciiTheme="minorHAnsi" w:hAnsiTheme="minorHAnsi" w:cstheme="minorHAnsi"/>
                <w:color w:val="444444"/>
                <w:sz w:val="22"/>
                <w:szCs w:val="22"/>
                <w:shd w:val="clear" w:color="auto" w:fill="FFFFFF"/>
              </w:rPr>
            </w:pPr>
            <w:r w:rsidRPr="0058272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Nature of Change</w:t>
            </w:r>
          </w:p>
        </w:tc>
        <w:tc>
          <w:tcPr>
            <w:tcW w:w="6662" w:type="dxa"/>
          </w:tcPr>
          <w:p w14:paraId="5A73CAD0" w14:textId="7EDE341F" w:rsidR="00F03A4D" w:rsidRPr="000440A7" w:rsidRDefault="00F03A4D" w:rsidP="00F03A4D">
            <w:pPr>
              <w:spacing w:before="4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0440A7">
              <w:rPr>
                <w:rFonts w:cs="Arial"/>
                <w:lang w:eastAsia="x-none"/>
              </w:rPr>
              <w:object w:dxaOrig="225" w:dyaOrig="225" w14:anchorId="461240A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84.9pt;height:22.55pt" o:ole="">
                  <v:imagedata r:id="rId11" o:title=""/>
                  <o:lock v:ext="edit" aspectratio="f"/>
                </v:shape>
                <w:control r:id="rId12" w:name="OptionButton1" w:shapeid="_x0000_i1029"/>
              </w:object>
            </w:r>
            <w:r w:rsidRPr="000440A7">
              <w:rPr>
                <w:rFonts w:cs="Arial"/>
                <w:lang w:eastAsia="x-none"/>
              </w:rPr>
              <w:object w:dxaOrig="225" w:dyaOrig="225" w14:anchorId="454746CC">
                <v:shape id="_x0000_i1031" type="#_x0000_t75" style="width:195.05pt;height:22.55pt" o:ole="">
                  <v:imagedata r:id="rId13" o:title=""/>
                  <o:lock v:ext="edit" aspectratio="f"/>
                </v:shape>
                <w:control r:id="rId14" w:name="OptionButton2" w:shapeid="_x0000_i1031"/>
              </w:object>
            </w:r>
          </w:p>
          <w:p w14:paraId="27386B13" w14:textId="050E4249" w:rsidR="00F03A4D" w:rsidRPr="000440A7" w:rsidRDefault="00F03A4D" w:rsidP="00F03A4D">
            <w:pPr>
              <w:spacing w:before="120"/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</w:pPr>
            <w:r w:rsidRPr="000440A7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 xml:space="preserve">Justification </w:t>
            </w:r>
            <w:r w:rsidR="00866077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(</w:t>
            </w:r>
            <w:r w:rsidRPr="000440A7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>for Evolutive</w:t>
            </w:r>
            <w:r w:rsidR="00866077">
              <w:rPr>
                <w:rFonts w:asciiTheme="minorHAnsi" w:hAnsiTheme="minorHAnsi" w:cs="Arial"/>
                <w:sz w:val="22"/>
                <w:szCs w:val="22"/>
                <w:lang w:val="en-US" w:eastAsia="x-none"/>
              </w:rPr>
              <w:t xml:space="preserve"> only)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436"/>
            </w:tblGrid>
            <w:tr w:rsidR="00F03A4D" w:rsidRPr="000440A7" w14:paraId="09C80C64" w14:textId="77777777" w:rsidTr="00C81FA8">
              <w:trPr>
                <w:trHeight w:val="916"/>
              </w:trPr>
              <w:tc>
                <w:tcPr>
                  <w:tcW w:w="6573" w:type="dxa"/>
                </w:tcPr>
                <w:p w14:paraId="3A7085C1" w14:textId="764D1334" w:rsidR="00F03A4D" w:rsidRPr="0085152A" w:rsidRDefault="001D6319" w:rsidP="00F03A4D">
                  <w:pPr>
                    <w:pStyle w:val="HTMLPreformatted"/>
                    <w:spacing w:before="40" w:line="225" w:lineRule="atLeast"/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  <w:t xml:space="preserve">Optimisation of the Condition on CONSIGNEE, for ED &amp; CD, in the context of the change of the message </w:t>
                  </w:r>
                  <w:r w:rsidR="00B21901"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  <w:t>suffix</w:t>
                  </w:r>
                  <w:r w:rsidR="00F03A4D">
                    <w:rPr>
                      <w:rFonts w:asciiTheme="minorHAnsi" w:hAnsiTheme="minorHAnsi" w:cs="Arial"/>
                      <w:sz w:val="22"/>
                      <w:szCs w:val="22"/>
                      <w:lang w:val="en-GB"/>
                    </w:rPr>
                    <w:t>.</w:t>
                  </w:r>
                </w:p>
              </w:tc>
            </w:tr>
          </w:tbl>
          <w:p w14:paraId="7ED63CB6" w14:textId="77777777" w:rsidR="00F03A4D" w:rsidRPr="001540E6" w:rsidRDefault="00F03A4D" w:rsidP="00F03A4D">
            <w:pPr>
              <w:tabs>
                <w:tab w:val="left" w:pos="1050"/>
              </w:tabs>
              <w:rPr>
                <w:rFonts w:asciiTheme="minorHAnsi" w:hAnsiTheme="minorHAnsi" w:cstheme="minorHAnsi"/>
                <w:color w:val="444444"/>
                <w:sz w:val="22"/>
                <w:szCs w:val="22"/>
                <w:shd w:val="clear" w:color="auto" w:fill="FFFFFF"/>
              </w:rPr>
            </w:pPr>
          </w:p>
        </w:tc>
      </w:tr>
      <w:tr w:rsidR="002F6323" w:rsidRPr="001540E6" w14:paraId="7035EEA1" w14:textId="77777777" w:rsidTr="7FA9AB59">
        <w:tc>
          <w:tcPr>
            <w:tcW w:w="3085" w:type="dxa"/>
            <w:shd w:val="clear" w:color="auto" w:fill="D9D9D9" w:themeFill="background1" w:themeFillShade="D9"/>
          </w:tcPr>
          <w:p w14:paraId="7F1C18C1" w14:textId="77777777" w:rsidR="002F6323" w:rsidRPr="001540E6" w:rsidRDefault="002F6323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RFC Source</w:t>
            </w:r>
          </w:p>
        </w:tc>
        <w:tc>
          <w:tcPr>
            <w:tcW w:w="6662" w:type="dxa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82"/>
              <w:gridCol w:w="3164"/>
            </w:tblGrid>
            <w:tr w:rsidR="002337D9" w:rsidRPr="001540E6" w14:paraId="4A1291F7" w14:textId="77777777" w:rsidTr="00A928F0">
              <w:tc>
                <w:tcPr>
                  <w:tcW w:w="3323" w:type="dxa"/>
                </w:tcPr>
                <w:p w14:paraId="73EEB219" w14:textId="62A90502" w:rsidR="002337D9" w:rsidRPr="001540E6" w:rsidRDefault="00C72B57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Low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bookmarkStart w:id="4" w:name="Low"/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5C0FC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5C0FC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bookmarkEnd w:id="4"/>
                  <w:r w:rsidR="00873981"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Legal &amp; Policy Change</w:t>
                  </w:r>
                </w:p>
                <w:p w14:paraId="27337161" w14:textId="6796EC82" w:rsidR="002337D9" w:rsidRPr="001540E6" w:rsidRDefault="002337D9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Critical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5C0FC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5C0FC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873981"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Organisational Changes</w:t>
                  </w:r>
                </w:p>
              </w:tc>
              <w:tc>
                <w:tcPr>
                  <w:tcW w:w="3216" w:type="dxa"/>
                </w:tcPr>
                <w:p w14:paraId="7B91594C" w14:textId="22226F1F" w:rsidR="002337D9" w:rsidRPr="001540E6" w:rsidRDefault="003B2EB7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1"/>
                        </w:checkBox>
                      </w:ffData>
                    </w:fldChar>
                  </w:r>
                  <w:r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5C0FC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5C0FC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873981"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1540E6">
                    <w:rPr>
                      <w:rFonts w:asciiTheme="minorHAnsi" w:hAnsiTheme="minorHAnsi" w:cstheme="minorHAnsi"/>
                      <w:b/>
                    </w:rPr>
                    <w:t>B</w:t>
                  </w:r>
                  <w:r w:rsidR="002337D9"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usiness Change</w:t>
                  </w:r>
                </w:p>
                <w:p w14:paraId="121BA841" w14:textId="52B3CDFA" w:rsidR="002337D9" w:rsidRPr="001540E6" w:rsidRDefault="003B2EB7" w:rsidP="00A928F0">
                  <w:pPr>
                    <w:spacing w:before="4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instrText xml:space="preserve"> FORMCHECKBOX </w:instrText>
                  </w:r>
                  <w:r w:rsidR="005C0FC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r>
                  <w:r w:rsidR="005C0FC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separate"/>
                  </w:r>
                  <w:r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fldChar w:fldCharType="end"/>
                  </w:r>
                  <w:r w:rsidR="00873981"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2337D9"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IT Change</w:t>
                  </w:r>
                </w:p>
              </w:tc>
            </w:tr>
          </w:tbl>
          <w:p w14:paraId="45768E17" w14:textId="77777777" w:rsidR="002F6323" w:rsidRPr="001540E6" w:rsidRDefault="002F6323" w:rsidP="00A928F0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43E4" w:rsidRPr="001540E6" w14:paraId="0AA3B83D" w14:textId="77777777" w:rsidTr="7FA9AB59">
        <w:tc>
          <w:tcPr>
            <w:tcW w:w="3085" w:type="dxa"/>
            <w:shd w:val="clear" w:color="auto" w:fill="D9D9D9" w:themeFill="background1" w:themeFillShade="D9"/>
          </w:tcPr>
          <w:p w14:paraId="6010945E" w14:textId="77777777" w:rsidR="003643E4" w:rsidRPr="001540E6" w:rsidRDefault="003643E4" w:rsidP="00D140AB">
            <w:pPr>
              <w:spacing w:before="4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Review by </w:t>
            </w:r>
            <w:r w:rsidR="000D78E2"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</w:t>
            </w:r>
            <w:r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usiness </w:t>
            </w:r>
            <w:r w:rsidR="000D78E2"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</w:t>
            </w:r>
            <w:r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ser recommended?</w:t>
            </w:r>
          </w:p>
        </w:tc>
        <w:tc>
          <w:tcPr>
            <w:tcW w:w="6662" w:type="dxa"/>
          </w:tcPr>
          <w:p w14:paraId="7718B9FB" w14:textId="20EA7C80" w:rsidR="003643E4" w:rsidRPr="001540E6" w:rsidRDefault="00873981" w:rsidP="003643E4">
            <w:pPr>
              <w:spacing w:before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</w:t>
            </w:r>
            <w:r w:rsidR="003643E4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Medium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643E4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3643E4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643E4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Yes     </w:t>
            </w:r>
            <w:r w:rsidR="003643E4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Critical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643E4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3643E4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3643E4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t>No</w:t>
            </w:r>
          </w:p>
        </w:tc>
      </w:tr>
    </w:tbl>
    <w:p w14:paraId="45DFBEEC" w14:textId="2D071980" w:rsidR="00BE1A5F" w:rsidRPr="001540E6" w:rsidRDefault="5BB09B64" w:rsidP="5BB09B64">
      <w:pPr>
        <w:rPr>
          <w:rFonts w:asciiTheme="minorHAnsi" w:hAnsiTheme="minorHAnsi" w:cstheme="minorHAnsi"/>
          <w:b/>
          <w:bCs/>
          <w:sz w:val="26"/>
          <w:szCs w:val="26"/>
        </w:rPr>
      </w:pPr>
      <w:r w:rsidRPr="001540E6">
        <w:rPr>
          <w:rFonts w:asciiTheme="minorHAnsi" w:hAnsiTheme="minorHAnsi" w:cstheme="minorHAnsi"/>
          <w:b/>
          <w:bCs/>
          <w:sz w:val="26"/>
          <w:szCs w:val="26"/>
        </w:rPr>
        <w:t xml:space="preserve"> </w:t>
      </w:r>
    </w:p>
    <w:p w14:paraId="33AC3781" w14:textId="025070DB" w:rsidR="0046158E" w:rsidRPr="001540E6" w:rsidRDefault="00EB1D3E" w:rsidP="00C001F9">
      <w:pPr>
        <w:rPr>
          <w:rFonts w:asciiTheme="minorHAnsi" w:hAnsiTheme="minorHAnsi" w:cstheme="minorHAnsi"/>
          <w:lang w:val="en-US"/>
        </w:rPr>
      </w:pPr>
      <w:r w:rsidRPr="001540E6">
        <w:rPr>
          <w:rFonts w:asciiTheme="minorHAnsi" w:hAnsiTheme="minorHAnsi" w:cstheme="minorHAnsi"/>
          <w:b/>
          <w:bCs/>
          <w:i/>
          <w:iCs/>
          <w:color w:val="5C5C5C"/>
          <w:sz w:val="28"/>
          <w:szCs w:val="28"/>
        </w:rPr>
        <w:t xml:space="preserve">Change </w:t>
      </w:r>
      <w:r w:rsidR="004E7A18" w:rsidRPr="001540E6">
        <w:rPr>
          <w:rFonts w:asciiTheme="minorHAnsi" w:hAnsiTheme="minorHAnsi" w:cstheme="minorHAnsi"/>
          <w:b/>
          <w:bCs/>
          <w:i/>
          <w:iCs/>
          <w:color w:val="5C5C5C"/>
          <w:sz w:val="28"/>
          <w:szCs w:val="28"/>
          <w:lang w:val="en-US"/>
        </w:rPr>
        <w:t>Summary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747"/>
      </w:tblGrid>
      <w:tr w:rsidR="0046158E" w:rsidRPr="001540E6" w14:paraId="7CEBEB25" w14:textId="77777777" w:rsidTr="121619C5">
        <w:tc>
          <w:tcPr>
            <w:tcW w:w="9747" w:type="dxa"/>
            <w:vAlign w:val="center"/>
          </w:tcPr>
          <w:p w14:paraId="70DA2C8C" w14:textId="4F20DD38" w:rsidR="004D178B" w:rsidRPr="001A1853" w:rsidRDefault="00815A29" w:rsidP="000D64D9">
            <w:pPr>
              <w:rPr>
                <w:rFonts w:asciiTheme="minorHAnsi" w:hAnsiTheme="minorHAnsi" w:cstheme="minorHAnsi"/>
                <w:color w:val="172B4D"/>
                <w:sz w:val="21"/>
                <w:szCs w:val="21"/>
                <w:shd w:val="clear" w:color="auto" w:fill="FFFFFF"/>
              </w:rPr>
            </w:pPr>
            <w:r w:rsidRPr="001540E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NCTS-P</w:t>
            </w:r>
            <w:r w:rsidR="004E62EA" w:rsidRPr="001540E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6</w:t>
            </w:r>
            <w:r w:rsidRPr="001540E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(DDNTA-</w:t>
            </w:r>
            <w:r w:rsidR="004E62EA" w:rsidRPr="001540E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6</w:t>
            </w:r>
            <w:r w:rsidR="00751842" w:rsidRPr="001540E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.</w:t>
            </w:r>
            <w:r w:rsidR="00195CED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3</w:t>
            </w:r>
            <w:r w:rsidRPr="001540E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.</w:t>
            </w:r>
            <w:r w:rsidR="004E62EA" w:rsidRPr="001540E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0</w:t>
            </w:r>
            <w:r w:rsidR="008B5D34" w:rsidRPr="001540E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-v1.0</w:t>
            </w:r>
            <w:r w:rsidR="00195CED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0</w:t>
            </w:r>
            <w:r w:rsidRPr="001540E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- CSE-v</w:t>
            </w:r>
            <w:r w:rsidR="004E62EA" w:rsidRPr="001540E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60</w:t>
            </w:r>
            <w:r w:rsidRPr="001540E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.</w:t>
            </w:r>
            <w:r w:rsidR="004E62EA" w:rsidRPr="001540E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4</w:t>
            </w:r>
            <w:r w:rsidRPr="001540E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.</w:t>
            </w:r>
            <w:r w:rsidR="004C76BF" w:rsidRPr="004C76BF">
              <w:rPr>
                <w:rFonts w:asciiTheme="minorHAnsi" w:hAnsiTheme="minorHAnsi" w:cstheme="minorHAnsi"/>
                <w:b/>
                <w:color w:val="0070C0"/>
                <w:sz w:val="22"/>
                <w:szCs w:val="22"/>
                <w:lang w:val="en-US"/>
              </w:rPr>
              <w:t>4</w:t>
            </w:r>
            <w:r w:rsidRPr="001540E6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): </w:t>
            </w:r>
            <w:r w:rsidR="004C76BF" w:rsidRPr="004C76BF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Update of C0001 for Opt-Out, C0003 for Opt-In NAs and creation of a new C00</w:t>
            </w:r>
            <w:r w:rsidR="00B97B0F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18</w:t>
            </w:r>
            <w:r w:rsidR="004C76BF" w:rsidRPr="004C76BF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 condition</w:t>
            </w:r>
          </w:p>
        </w:tc>
      </w:tr>
      <w:tr w:rsidR="0046158E" w:rsidRPr="001540E6" w14:paraId="759A9E8B" w14:textId="77777777" w:rsidTr="121619C5">
        <w:tc>
          <w:tcPr>
            <w:tcW w:w="9747" w:type="dxa"/>
            <w:vAlign w:val="center"/>
          </w:tcPr>
          <w:p w14:paraId="0B3CBF0A" w14:textId="15643DF2" w:rsidR="00195CED" w:rsidRDefault="00195CED" w:rsidP="004C76BF">
            <w:pP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In </w:t>
            </w:r>
            <w:r w:rsidRPr="00195CED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DDNTA-6.3.0-v1.00</w:t>
            </w:r>
            <w:r w:rsidRPr="00195CED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(and</w:t>
            </w:r>
            <w:r w:rsidRPr="00195CED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CSE-v60.4.4)</w:t>
            </w:r>
            <w: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, conditions C0001 and C0003 define the optionality of D.G. </w:t>
            </w:r>
            <w:r w:rsidR="00784127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‘</w:t>
            </w:r>
            <w: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CONSIGNEE</w:t>
            </w:r>
            <w:r w:rsidR="00784127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’</w:t>
            </w:r>
            <w: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under MC and HC levels in the Common Domain and External Domain messages, applicable for Opt-in and Opt-out NAs.</w:t>
            </w:r>
          </w:p>
          <w:p w14:paraId="6E71D2DD" w14:textId="588CDB45" w:rsidR="003853F7" w:rsidRDefault="003853F7" w:rsidP="004C76BF">
            <w:pP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Due to suffix change from ‘D’ to ‘</w:t>
            </w:r>
            <w:r w:rsidR="00BA08E0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’</w:t>
            </w:r>
            <w:r w:rsidR="00BA08E0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c</w:t>
            </w:r>
            <w:r w:rsidR="00F34C5B" w:rsidRPr="004C76BF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ondition</w:t>
            </w:r>
            <w:r w:rsidR="008B0018" w:rsidRPr="004C76BF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s</w:t>
            </w:r>
            <w:r w:rsidR="00F34C5B" w:rsidRPr="004C76BF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</w:t>
            </w:r>
            <w:r w:rsidR="00EB3536" w:rsidRPr="004C76BF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C0001</w:t>
            </w:r>
            <w:r w:rsidR="008B0018" w:rsidRPr="004C76BF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and C0003 are</w:t>
            </w:r>
            <w:r w:rsidR="00F34C5B" w:rsidRPr="004C76BF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revisited</w:t>
            </w:r>
            <w:r w:rsidR="00195CED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to resolve any misalignments in their</w:t>
            </w:r>
            <w:r w:rsidR="008E5749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defined</w:t>
            </w:r>
            <w:r w:rsidR="00195CED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criteria</w:t>
            </w:r>
            <w:r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. In particular:</w:t>
            </w:r>
          </w:p>
          <w:p w14:paraId="7EBA122F" w14:textId="687ED0CB" w:rsidR="00BA08E0" w:rsidRPr="00BA08E0" w:rsidRDefault="00BA08E0" w:rsidP="004D7E49">
            <w:pPr>
              <w:pStyle w:val="ListParagraph"/>
              <w:numPr>
                <w:ilvl w:val="0"/>
                <w:numId w:val="42"/>
              </w:numPr>
              <w:ind w:left="458" w:hanging="458"/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</w:pPr>
            <w:r w:rsidRPr="00BA08E0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C0001 </w:t>
            </w:r>
            <w:r w:rsidR="00707FEA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shall</w:t>
            </w:r>
            <w:r w:rsidRPr="00BA08E0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remain unchanged and will be applicable for Opt-out NAs only (CC015C, CC013C, etc.);</w:t>
            </w:r>
          </w:p>
          <w:p w14:paraId="5FDF2E9B" w14:textId="0C97357B" w:rsidR="009402EA" w:rsidRPr="009402EA" w:rsidRDefault="009402EA" w:rsidP="009402EA">
            <w:pPr>
              <w:pStyle w:val="ListParagraph"/>
              <w:numPr>
                <w:ilvl w:val="0"/>
                <w:numId w:val="42"/>
              </w:numPr>
              <w:ind w:left="458" w:hanging="458"/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</w:pPr>
            <w:r w:rsidRPr="009402EA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C0003 </w:t>
            </w:r>
            <w:r w:rsidR="00707FEA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shall</w:t>
            </w:r>
            <w:r w:rsidRPr="009402EA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be</w:t>
            </w:r>
            <w:r w:rsidR="00707FEA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slightly</w:t>
            </w:r>
            <w:r w:rsidRPr="009402EA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updated and will be applicable for Opt-in NAs only (CCA15D, CCA13D, CDA15D, </w:t>
            </w:r>
            <w:r w:rsidR="00BA08E0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C</w:t>
            </w:r>
            <w:r w:rsidRPr="009402EA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DA13D</w:t>
            </w:r>
            <w:r w:rsidR="00BA08E0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,</w:t>
            </w:r>
            <w:r w:rsidRPr="009402EA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etc);</w:t>
            </w:r>
          </w:p>
          <w:p w14:paraId="47B493E5" w14:textId="267D347D" w:rsidR="0019576F" w:rsidRPr="004C76BF" w:rsidRDefault="009402EA" w:rsidP="009402EA">
            <w:pPr>
              <w:pStyle w:val="ListParagraph"/>
              <w:numPr>
                <w:ilvl w:val="0"/>
                <w:numId w:val="42"/>
              </w:numPr>
              <w:ind w:left="458" w:hanging="458"/>
              <w:rPr>
                <w:rStyle w:val="normaltextrun"/>
                <w:rFonts w:asciiTheme="minorHAnsi" w:hAnsiTheme="minorHAnsi" w:cstheme="minorHAnsi"/>
                <w:bCs/>
                <w:color w:val="0070C0"/>
                <w:sz w:val="22"/>
                <w:szCs w:val="22"/>
              </w:rPr>
            </w:pPr>
            <w:r w:rsidRPr="009402EA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A new </w:t>
            </w:r>
            <w:r w:rsidR="00443EA3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Condition</w:t>
            </w:r>
            <w:r w:rsidRPr="009402EA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</w:t>
            </w:r>
            <w:r w:rsidR="00707FEA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shall</w:t>
            </w:r>
            <w:r w:rsidRPr="009402EA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 be defined and will be applicable for all NAs in CD messages (CD001C, CD003C, etc)</w:t>
            </w:r>
            <w:r w:rsidR="00866077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. It </w:t>
            </w:r>
            <w:r w:rsidRPr="009402EA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 xml:space="preserve">will be validated </w:t>
            </w:r>
            <w:r w:rsidRPr="00470105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only by the sender and not </w:t>
            </w:r>
            <w:r w:rsidR="00FF451B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 xml:space="preserve">by </w:t>
            </w:r>
            <w:r w:rsidRPr="00470105">
              <w:rPr>
                <w:rFonts w:asciiTheme="minorHAnsi" w:hAnsiTheme="minorHAnsi" w:cstheme="minorHAnsi"/>
                <w:b/>
                <w:color w:val="0070C0"/>
                <w:sz w:val="22"/>
                <w:szCs w:val="22"/>
              </w:rPr>
              <w:t>the recipient</w:t>
            </w:r>
            <w:r w:rsidRPr="009402EA">
              <w:rPr>
                <w:rFonts w:asciiTheme="minorHAnsi" w:hAnsiTheme="minorHAnsi" w:cstheme="minorHAnsi"/>
                <w:bCs/>
                <w:color w:val="0070C0"/>
                <w:sz w:val="22"/>
                <w:szCs w:val="22"/>
              </w:rPr>
              <w:t>.</w:t>
            </w:r>
          </w:p>
        </w:tc>
      </w:tr>
    </w:tbl>
    <w:p w14:paraId="7C554F5A" w14:textId="77777777" w:rsidR="00454C30" w:rsidRPr="001540E6" w:rsidRDefault="00454C30">
      <w:pPr>
        <w:rPr>
          <w:rFonts w:asciiTheme="minorHAnsi" w:hAnsiTheme="minorHAnsi" w:cstheme="minorHAnsi"/>
          <w:color w:val="0070C0"/>
          <w:sz w:val="22"/>
          <w:szCs w:val="22"/>
        </w:rPr>
      </w:pPr>
    </w:p>
    <w:p w14:paraId="61D297A7" w14:textId="77777777" w:rsidR="004E7A18" w:rsidRPr="001540E6" w:rsidRDefault="004E7A18" w:rsidP="004E7A18">
      <w:pPr>
        <w:rPr>
          <w:rFonts w:asciiTheme="minorHAnsi" w:hAnsiTheme="minorHAnsi" w:cstheme="minorHAnsi"/>
          <w:b/>
          <w:bCs/>
          <w:sz w:val="28"/>
          <w:szCs w:val="28"/>
        </w:rPr>
      </w:pPr>
      <w:bookmarkStart w:id="5" w:name="_Hlk90467475"/>
      <w:r w:rsidRPr="001540E6">
        <w:rPr>
          <w:rFonts w:asciiTheme="minorHAnsi" w:hAnsiTheme="minorHAnsi" w:cstheme="minorHAnsi"/>
          <w:b/>
          <w:bCs/>
          <w:sz w:val="28"/>
          <w:szCs w:val="28"/>
        </w:rPr>
        <w:t xml:space="preserve">Section 2: Problem statement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</w:tblCellMar>
        <w:tblLook w:val="01E0" w:firstRow="1" w:lastRow="1" w:firstColumn="1" w:lastColumn="1" w:noHBand="0" w:noVBand="0"/>
      </w:tblPr>
      <w:tblGrid>
        <w:gridCol w:w="9776"/>
      </w:tblGrid>
      <w:tr w:rsidR="00D2747B" w:rsidRPr="001540E6" w14:paraId="70E266DA" w14:textId="77777777" w:rsidTr="00BE339B">
        <w:tc>
          <w:tcPr>
            <w:tcW w:w="9776" w:type="dxa"/>
          </w:tcPr>
          <w:bookmarkEnd w:id="5"/>
          <w:p w14:paraId="522C1828" w14:textId="7B0F4A60" w:rsidR="00934B79" w:rsidRDefault="00151D67" w:rsidP="008408C5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In </w:t>
            </w:r>
            <w:r w:rsidRPr="00860061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DDNTA-6.3.0-v1.00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(based on CSE-v60.4.4), </w:t>
            </w:r>
            <w:r w:rsidR="0093688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Condition </w:t>
            </w:r>
            <w:r w:rsidR="0093688E" w:rsidRPr="0093688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C0001</w:t>
            </w:r>
            <w:r w:rsidR="0093688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is </w:t>
            </w:r>
            <w:r w:rsidR="00860061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attached to messages CC015D, CC013D, CC029D and CC017D (applicable for Opt-out NAs only) and defines the optionality of </w:t>
            </w:r>
            <w:r w:rsidR="00860061" w:rsidRPr="00860061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D.G. </w:t>
            </w:r>
            <w:r w:rsidR="0078412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‘</w:t>
            </w:r>
            <w:r w:rsidR="00860061" w:rsidRPr="00860061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CONSIGNEE</w:t>
            </w:r>
            <w:r w:rsidR="00784127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’ </w:t>
            </w:r>
            <w:r w:rsidR="00860061" w:rsidRPr="00860061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under MC and HC levels</w:t>
            </w:r>
            <w:r w:rsidR="00860061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as </w:t>
            </w:r>
            <w:r w:rsidR="0093688E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depicted below:</w:t>
            </w:r>
          </w:p>
          <w:p w14:paraId="1FEDDFA9" w14:textId="77777777" w:rsidR="0093688E" w:rsidRDefault="0093688E" w:rsidP="008408C5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</w:p>
          <w:p w14:paraId="628C65B0" w14:textId="1849313C" w:rsidR="00860061" w:rsidRPr="00860061" w:rsidRDefault="00860061" w:rsidP="008408C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</w:pPr>
            <w:r w:rsidRPr="0086006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  <w:t>Extract from CC015D</w:t>
            </w:r>
          </w:p>
          <w:p w14:paraId="549DECB2" w14:textId="2D7DAD5F" w:rsidR="00860061" w:rsidRDefault="00860061" w:rsidP="0086006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4970D666" wp14:editId="0427A8E3">
                  <wp:extent cx="5334000" cy="1412660"/>
                  <wp:effectExtent l="152400" t="152400" r="361950" b="359410"/>
                  <wp:docPr id="31693016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6930163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48356" cy="14164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313D5429" w14:textId="249D4C64" w:rsidR="0093688E" w:rsidRDefault="00860061" w:rsidP="008408C5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With the following wording:</w:t>
            </w:r>
          </w:p>
          <w:p w14:paraId="27CAAD3D" w14:textId="77777777" w:rsidR="00860061" w:rsidRDefault="00860061" w:rsidP="008408C5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5D8AC5C" w14:textId="7BA89F32" w:rsidR="00860061" w:rsidRDefault="00860061" w:rsidP="0086006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0EF04B69" wp14:editId="7F6E0868">
                  <wp:extent cx="5819140" cy="3113405"/>
                  <wp:effectExtent l="152400" t="152400" r="353060" b="353695"/>
                  <wp:docPr id="112471747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471747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31134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0EDB6AD7" w14:textId="495E08A6" w:rsidR="0093688E" w:rsidRDefault="00860061" w:rsidP="007E0F7E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In addition, </w:t>
            </w:r>
            <w:r w:rsidRPr="0086006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Condition C000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</w:t>
            </w:r>
            <w:r w:rsidRPr="0086006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is attached to messages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CCA15D, CCA13D, CCA29D</w:t>
            </w:r>
            <w:r w:rsidR="009F12C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 CDA15D, CDA13D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86006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(applicable for Opt-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</w:t>
            </w:r>
            <w:r w:rsidRPr="0086006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NAs only)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 messages CD001D, CD003D, CD038D, CD050D, CD115D, CD160D, CD165D, CC043D (applicable for all NAs)</w:t>
            </w:r>
            <w:r w:rsidRPr="0086006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and defines the optionality of D.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</w:t>
            </w:r>
            <w:r w:rsidRPr="0086006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r w:rsidR="0078412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‘</w:t>
            </w:r>
            <w:r w:rsidRPr="0086006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CONSIGNEE</w:t>
            </w:r>
            <w:r w:rsidR="0078412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’</w:t>
            </w:r>
            <w:r w:rsidRPr="0086006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under MC and HC levels, as depicted below:</w:t>
            </w:r>
          </w:p>
          <w:p w14:paraId="50B97EE0" w14:textId="77777777" w:rsidR="00860061" w:rsidRDefault="00860061" w:rsidP="008408C5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6372046" w14:textId="0E556302" w:rsidR="00860061" w:rsidRPr="00860061" w:rsidRDefault="00860061" w:rsidP="0086006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</w:pPr>
            <w:r w:rsidRPr="0086006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  <w:t>Extract from C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  <w:t>D</w:t>
            </w:r>
            <w:r w:rsidRPr="0086006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  <w:t>0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  <w:t>01</w:t>
            </w:r>
            <w:r w:rsidRPr="0086006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lang w:val="en-IE"/>
              </w:rPr>
              <w:t>D</w:t>
            </w:r>
          </w:p>
          <w:p w14:paraId="34A33AF9" w14:textId="359C094D" w:rsidR="00860061" w:rsidRDefault="002A4369" w:rsidP="002A4369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lastRenderedPageBreak/>
              <w:t xml:space="preserve">With </w:t>
            </w:r>
            <w:r>
              <w:rPr>
                <w:noProof/>
              </w:rPr>
              <w:drawing>
                <wp:inline distT="0" distB="0" distL="0" distR="0" wp14:anchorId="71B58B2C" wp14:editId="070650E6">
                  <wp:extent cx="5819140" cy="1764030"/>
                  <wp:effectExtent l="152400" t="152400" r="353060" b="369570"/>
                  <wp:docPr id="107612420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6124205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17640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733403ED" w14:textId="67CF030A" w:rsidR="00860061" w:rsidRDefault="002A4369" w:rsidP="008408C5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With the following wording:</w:t>
            </w:r>
          </w:p>
          <w:p w14:paraId="2836D67F" w14:textId="6867BE6A" w:rsidR="002A4369" w:rsidRDefault="00BE339B" w:rsidP="00BE339B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6F00DDB1" wp14:editId="4DC0A722">
                  <wp:extent cx="5819140" cy="3473450"/>
                  <wp:effectExtent l="152400" t="152400" r="353060" b="355600"/>
                  <wp:docPr id="71312885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3128854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140" cy="34734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14:paraId="6A5AADF2" w14:textId="42F2341D" w:rsidR="00B05E47" w:rsidRPr="00B05E47" w:rsidRDefault="00B05E47" w:rsidP="00B05E4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B05E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However, there is a case in the ‘IF’ statements of </w:t>
            </w:r>
            <w:r w:rsidRPr="00B24BD4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C0003</w:t>
            </w:r>
            <w:r w:rsidRPr="00B05E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which results in a conflict</w:t>
            </w:r>
            <w:r w:rsidR="006A1FDC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:</w:t>
            </w:r>
            <w:r w:rsidRPr="00B05E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14:paraId="33D00477" w14:textId="77777777" w:rsidR="00B05E47" w:rsidRPr="00B05E47" w:rsidRDefault="00B05E47" w:rsidP="00B05E4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6026DB75" w14:textId="0158130F" w:rsidR="006A1FDC" w:rsidRDefault="006A1FDC" w:rsidP="00B05E4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When</w:t>
            </w:r>
            <w:r w:rsidR="00B05E47" w:rsidRPr="00B05E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Security=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B05E47" w:rsidRPr="00B05E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‘3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- ENS&amp;EXS</w:t>
            </w:r>
            <w:r w:rsidR="00B05E47" w:rsidRPr="00B05E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’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,</w:t>
            </w:r>
            <w:r w:rsidR="00B05E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the</w:t>
            </w:r>
            <w:r w:rsidR="00B05E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B05E47" w:rsidRPr="00B05E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Data Groups</w:t>
            </w:r>
            <w:r w:rsidR="00B05E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B05E47" w:rsidRPr="00B05E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&lt;CONSIGNMENT – CONSIGNEE&gt; and &lt;CONSIGNMENT – HOUSE CONSIGNMENT – CONSIGNEE&gt;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become either </w:t>
            </w:r>
            <w:r w:rsidR="00B05E47" w:rsidRPr="00B05E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‘R’ or ‘N’.</w:t>
            </w:r>
          </w:p>
          <w:p w14:paraId="26FE5DCB" w14:textId="44C5490B" w:rsidR="00B05E47" w:rsidRPr="00B05E47" w:rsidRDefault="006A1FDC" w:rsidP="00B05E47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At the </w:t>
            </w:r>
            <w:r w:rsidR="00B05E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ELSE IF statement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though</w:t>
            </w:r>
            <w:r w:rsidR="00B05E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B05E47" w:rsidRPr="00B05E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whe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n</w:t>
            </w:r>
            <w:r w:rsidR="00B05E47" w:rsidRPr="00B05E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&lt;CONSIGNMENT-HOUSE CONSIGNMENT- ADDITIONAL INFORMATION.Code&gt; is EQUAL to '30600'</w:t>
            </w:r>
            <w:r w:rsidR="00063DE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and</w:t>
            </w:r>
            <w:r w:rsidR="00B05E47" w:rsidRPr="00B05E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Security</w:t>
            </w:r>
            <w:r w:rsidR="00063DE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is</w:t>
            </w:r>
            <w:r w:rsidR="00063DE5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B05E47" w:rsidRPr="00B05E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‘3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-ENS&amp;EXS</w:t>
            </w:r>
            <w:r w:rsidR="00B05E47" w:rsidRPr="00B05E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’, the above Data Groups are both ‘N’.</w:t>
            </w:r>
          </w:p>
          <w:p w14:paraId="5E1B0F76" w14:textId="77777777" w:rsidR="00A44923" w:rsidRPr="00A44923" w:rsidRDefault="00A44923" w:rsidP="00934B79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  <w:p w14:paraId="24C33C06" w14:textId="7B62CD70" w:rsidR="00544381" w:rsidRPr="007D1BCB" w:rsidRDefault="00324A45" w:rsidP="00837CB3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To</w:t>
            </w:r>
            <w:r w:rsidR="00A44923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resolve this </w:t>
            </w:r>
            <w:r w:rsidR="000B0D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conflict </w:t>
            </w:r>
            <w:r w:rsidR="00837CB3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and avoid possible message rejections, C0003 </w:t>
            </w:r>
            <w:r w:rsidR="000B0D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should</w:t>
            </w:r>
            <w:r w:rsidR="00837CB3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be slightly updated to be</w:t>
            </w:r>
            <w:r w:rsidR="000B0D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come</w:t>
            </w:r>
            <w:r w:rsidR="00837CB3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aligned with C0001, while a new condition </w:t>
            </w:r>
            <w:r w:rsidR="000B0D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should </w:t>
            </w:r>
            <w:r w:rsidR="00837CB3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be created and used in the CD messages.</w:t>
            </w:r>
          </w:p>
        </w:tc>
      </w:tr>
    </w:tbl>
    <w:p w14:paraId="55261E54" w14:textId="77777777" w:rsidR="003501A5" w:rsidRDefault="003501A5" w:rsidP="004E7A18">
      <w:pPr>
        <w:rPr>
          <w:rFonts w:asciiTheme="minorHAnsi" w:hAnsiTheme="minorHAnsi" w:cstheme="minorHAnsi"/>
          <w:b/>
          <w:bCs/>
          <w:sz w:val="28"/>
          <w:szCs w:val="28"/>
        </w:rPr>
      </w:pPr>
      <w:bookmarkStart w:id="6" w:name="_Hlk90467496"/>
    </w:p>
    <w:p w14:paraId="04F3BD03" w14:textId="77777777" w:rsidR="000B0DD2" w:rsidRPr="001540E6" w:rsidRDefault="000B0DD2" w:rsidP="004E7A18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480CEB28" w14:textId="35D50910" w:rsidR="004E7A18" w:rsidRPr="001540E6" w:rsidRDefault="004E7A18" w:rsidP="004E7A18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1540E6">
        <w:rPr>
          <w:rFonts w:asciiTheme="minorHAnsi" w:hAnsiTheme="minorHAnsi" w:cstheme="minorHAnsi"/>
          <w:b/>
          <w:bCs/>
          <w:sz w:val="28"/>
          <w:szCs w:val="28"/>
        </w:rPr>
        <w:lastRenderedPageBreak/>
        <w:t>Section 3</w:t>
      </w:r>
      <w:r w:rsidR="0031516B">
        <w:rPr>
          <w:rFonts w:asciiTheme="minorHAnsi" w:hAnsiTheme="minorHAnsi" w:cstheme="minorHAnsi"/>
          <w:b/>
          <w:bCs/>
          <w:sz w:val="28"/>
          <w:szCs w:val="28"/>
        </w:rPr>
        <w:t>A</w:t>
      </w:r>
      <w:r w:rsidRPr="001540E6">
        <w:rPr>
          <w:rFonts w:asciiTheme="minorHAnsi" w:hAnsiTheme="minorHAnsi" w:cstheme="minorHAnsi"/>
          <w:b/>
          <w:bCs/>
          <w:sz w:val="28"/>
          <w:szCs w:val="28"/>
        </w:rPr>
        <w:t>: Description of proposed solution</w:t>
      </w:r>
      <w:r w:rsidR="0031516B" w:rsidRPr="00470105">
        <w:rPr>
          <w:rFonts w:asciiTheme="minorHAnsi" w:hAnsiTheme="minorHAnsi" w:cstheme="minorHAnsi"/>
          <w:b/>
          <w:bCs/>
          <w:i/>
          <w:iCs/>
        </w:rPr>
        <w:t xml:space="preserve"> (from DDNTA-6.3.0 to DDNTA-6.4.0)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3D4A7A" w:rsidRPr="00BE27B8" w14:paraId="36098742" w14:textId="77777777" w:rsidTr="4ABF9276">
        <w:tc>
          <w:tcPr>
            <w:tcW w:w="9606" w:type="dxa"/>
          </w:tcPr>
          <w:p w14:paraId="74744139" w14:textId="5A0B9A1C" w:rsidR="003E795A" w:rsidRPr="00CE208F" w:rsidRDefault="003E795A" w:rsidP="003E795A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bookmarkStart w:id="7" w:name="_Hlk77615001"/>
            <w:bookmarkEnd w:id="6"/>
            <w:r w:rsidRPr="00CE208F">
              <w:rPr>
                <w:rFonts w:asciiTheme="minorHAnsi" w:hAnsiTheme="minorHAnsi" w:cstheme="minorHAnsi"/>
                <w:sz w:val="22"/>
                <w:szCs w:val="22"/>
              </w:rPr>
              <w:t>The</w:t>
            </w:r>
            <w:r w:rsidR="00F61431" w:rsidRPr="00CE2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61431" w:rsidRPr="00CE208F">
              <w:rPr>
                <w:rFonts w:asciiTheme="minorHAnsi" w:hAnsiTheme="minorHAnsi" w:cstheme="minorHAnsi"/>
                <w:b/>
                <w:sz w:val="22"/>
                <w:szCs w:val="22"/>
              </w:rPr>
              <w:t>DDNTA-</w:t>
            </w:r>
            <w:r w:rsidR="00FA7126" w:rsidRPr="00CE208F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  <w:r w:rsidR="00F61431" w:rsidRPr="00CE208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1B690C" w:rsidRPr="00CE208F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="00F61431" w:rsidRPr="00CE208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FA7126" w:rsidRPr="00CE208F"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  <w:r w:rsidR="00F61431" w:rsidRPr="00CE208F">
              <w:rPr>
                <w:rFonts w:asciiTheme="minorHAnsi" w:hAnsiTheme="minorHAnsi" w:cstheme="minorHAnsi"/>
                <w:b/>
                <w:sz w:val="22"/>
                <w:szCs w:val="22"/>
              </w:rPr>
              <w:t>-v1.0</w:t>
            </w:r>
            <w:r w:rsidR="001B690C" w:rsidRPr="00CE208F">
              <w:rPr>
                <w:rFonts w:asciiTheme="minorHAnsi" w:hAnsiTheme="minorHAnsi" w:cstheme="minorHAnsi"/>
                <w:b/>
                <w:sz w:val="22"/>
                <w:szCs w:val="22"/>
              </w:rPr>
              <w:t>0</w:t>
            </w:r>
            <w:r w:rsidR="00F61431" w:rsidRPr="00CE20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(incl. Appendix Q2) </w:t>
            </w:r>
            <w:r w:rsidR="00F61431" w:rsidRPr="00CE208F">
              <w:rPr>
                <w:rFonts w:asciiTheme="minorHAnsi" w:hAnsiTheme="minorHAnsi" w:cstheme="minorHAnsi"/>
                <w:bCs/>
                <w:sz w:val="22"/>
                <w:szCs w:val="22"/>
              </w:rPr>
              <w:t>and the</w:t>
            </w:r>
            <w:r w:rsidR="00F61431" w:rsidRPr="00CE20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CSE-v</w:t>
            </w:r>
            <w:r w:rsidR="00FA7126" w:rsidRPr="00CE208F">
              <w:rPr>
                <w:rFonts w:asciiTheme="minorHAnsi" w:hAnsiTheme="minorHAnsi" w:cstheme="minorHAnsi"/>
                <w:b/>
                <w:sz w:val="22"/>
                <w:szCs w:val="22"/>
              </w:rPr>
              <w:t>60</w:t>
            </w:r>
            <w:r w:rsidR="00F61431" w:rsidRPr="00CE208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FA7126" w:rsidRPr="00CE208F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F61431" w:rsidRPr="00CE208F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7A5F56" w:rsidRPr="00CE208F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bookmarkEnd w:id="7"/>
            <w:r w:rsidRPr="00CE20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CE208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shall be updated as follows </w:t>
            </w:r>
            <w:r w:rsidRPr="00CE208F"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 w:rsidRPr="00CE208F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 w:rsidRPr="00CE208F"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 w:rsidRPr="00CE208F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 w:rsidRPr="00CE208F">
              <w:rPr>
                <w:rFonts w:asciiTheme="minorHAnsi" w:hAnsiTheme="minorHAnsi" w:cs="Arial"/>
                <w:sz w:val="22"/>
                <w:szCs w:val="22"/>
              </w:rPr>
              <w:t>):</w:t>
            </w:r>
          </w:p>
          <w:p w14:paraId="7517F0AA" w14:textId="497DB6A6" w:rsidR="00A2015A" w:rsidRPr="00CE208F" w:rsidRDefault="00A2015A" w:rsidP="0078037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447CD95" w14:textId="1280E033" w:rsidR="00817A2E" w:rsidRPr="00CE208F" w:rsidRDefault="00C228BF" w:rsidP="00817A2E">
            <w:pPr>
              <w:pStyle w:val="ListParagraph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208F">
              <w:rPr>
                <w:rFonts w:asciiTheme="minorHAnsi" w:hAnsiTheme="minorHAnsi" w:cstheme="minorHAnsi"/>
                <w:sz w:val="22"/>
                <w:szCs w:val="22"/>
              </w:rPr>
              <w:t xml:space="preserve">Condition </w:t>
            </w:r>
            <w:r w:rsidRPr="00CE20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C0001</w:t>
            </w:r>
            <w:r w:rsidRPr="00CE208F">
              <w:rPr>
                <w:rFonts w:asciiTheme="minorHAnsi" w:hAnsiTheme="minorHAnsi" w:cstheme="minorHAnsi"/>
                <w:sz w:val="22"/>
                <w:szCs w:val="22"/>
              </w:rPr>
              <w:t xml:space="preserve"> will remain </w:t>
            </w:r>
            <w:r w:rsidR="00710C2D" w:rsidRPr="00CE208F">
              <w:rPr>
                <w:rFonts w:asciiTheme="minorHAnsi" w:hAnsiTheme="minorHAnsi" w:cstheme="minorHAnsi"/>
                <w:sz w:val="22"/>
                <w:szCs w:val="22"/>
              </w:rPr>
              <w:t>intact</w:t>
            </w:r>
            <w:r w:rsidR="00817A2E" w:rsidRPr="00CE208F">
              <w:rPr>
                <w:rFonts w:asciiTheme="minorHAnsi" w:hAnsiTheme="minorHAnsi" w:cstheme="minorHAnsi"/>
                <w:sz w:val="22"/>
                <w:szCs w:val="22"/>
              </w:rPr>
              <w:t xml:space="preserve">, attached </w:t>
            </w:r>
            <w:r w:rsidR="00817A2E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to messages CC015D, CC013D, CC029D and CC017D</w:t>
            </w:r>
            <w:r w:rsidR="00817A2E" w:rsidRPr="00470105">
              <w:rPr>
                <w:rFonts w:asciiTheme="minorHAnsi" w:hAnsiTheme="minorHAnsi" w:cstheme="minorHAnsi"/>
                <w:sz w:val="22"/>
                <w:szCs w:val="22"/>
                <w:highlight w:val="cyan"/>
                <w:lang w:val="en-IE"/>
              </w:rPr>
              <w:t>*</w:t>
            </w:r>
            <w:r w:rsidR="00817A2E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and will remain applicable for Opt-out NAs</w:t>
            </w:r>
            <w:r w:rsidRPr="00CE208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1516B">
              <w:rPr>
                <w:rFonts w:asciiTheme="minorHAnsi" w:hAnsiTheme="minorHAnsi" w:cstheme="minorHAnsi"/>
                <w:sz w:val="22"/>
                <w:szCs w:val="22"/>
              </w:rPr>
              <w:t xml:space="preserve"> So, we avoid any impact on the External Domain</w:t>
            </w:r>
            <w:r w:rsidR="00375094">
              <w:rPr>
                <w:rFonts w:asciiTheme="minorHAnsi" w:hAnsiTheme="minorHAnsi" w:cstheme="minorHAnsi"/>
                <w:sz w:val="22"/>
                <w:szCs w:val="22"/>
              </w:rPr>
              <w:t xml:space="preserve"> for the Opt-out NAs</w:t>
            </w:r>
            <w:r w:rsidR="0031516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CF3BCB9" w14:textId="77777777" w:rsidR="00817A2E" w:rsidRPr="00CE208F" w:rsidRDefault="00817A2E" w:rsidP="00817A2E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141404" w14:textId="7525C5C9" w:rsidR="00A10857" w:rsidRPr="00CE208F" w:rsidRDefault="00A10857" w:rsidP="00470105">
            <w:pPr>
              <w:pStyle w:val="ListParagraph"/>
              <w:ind w:left="878" w:hanging="158"/>
              <w:rPr>
                <w:rFonts w:asciiTheme="minorHAnsi" w:hAnsiTheme="minorHAnsi" w:cstheme="minorHAnsi"/>
                <w:sz w:val="22"/>
                <w:szCs w:val="22"/>
              </w:rPr>
            </w:pPr>
            <w:r w:rsidRPr="00CE208F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* Following the suffix change </w:t>
            </w:r>
            <w:r w:rsidR="0031516B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for</w:t>
            </w:r>
            <w:r w:rsidR="0031516B" w:rsidRPr="00CE208F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 </w:t>
            </w:r>
            <w:r w:rsidRPr="00CE208F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the NCTS-P6 messages, the mentioned messages will become CC015C, CC013C, CC029C and CC</w:t>
            </w:r>
            <w:r w:rsidR="0063641B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0</w:t>
            </w:r>
            <w:r w:rsidRPr="00CE208F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17C in DDNTA-6.4.0.</w:t>
            </w:r>
          </w:p>
          <w:p w14:paraId="4777CB36" w14:textId="77777777" w:rsidR="00A10857" w:rsidRPr="00CE208F" w:rsidRDefault="00A10857" w:rsidP="00817A2E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3A0C35" w14:textId="3E1094FB" w:rsidR="00780376" w:rsidRPr="00CE208F" w:rsidRDefault="001A1853" w:rsidP="00817A2E">
            <w:pPr>
              <w:pStyle w:val="ListParagraph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E20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D907E9" w:rsidRPr="00CE20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ondition</w:t>
            </w:r>
            <w:r w:rsidR="00D907E9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D907E9" w:rsidRPr="00CE208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C000</w:t>
            </w:r>
            <w:r w:rsidR="007A5F56" w:rsidRPr="00CE208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3</w:t>
            </w:r>
            <w:r w:rsidR="00D907E9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will be </w:t>
            </w:r>
            <w:r w:rsidR="00817A2E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updated</w:t>
            </w:r>
            <w:r w:rsidR="00D907E9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as</w:t>
            </w:r>
            <w:r w:rsidR="00817A2E" w:rsidRPr="00CE208F">
              <w:rPr>
                <w:rFonts w:asciiTheme="minorHAnsi" w:hAnsiTheme="minorHAnsi" w:cstheme="minorHAnsi"/>
                <w:sz w:val="22"/>
                <w:szCs w:val="22"/>
              </w:rPr>
              <w:t xml:space="preserve"> follows</w:t>
            </w:r>
            <w:r w:rsidR="00780376" w:rsidRPr="00CE208F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D1BA01C" w14:textId="77777777" w:rsidR="00E473C2" w:rsidRPr="00710C2D" w:rsidRDefault="00E473C2" w:rsidP="00780376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CC45FB" w14:textId="0E80DC14" w:rsidR="00C228BF" w:rsidRPr="00710C2D" w:rsidRDefault="001306E5" w:rsidP="00947044">
            <w:pPr>
              <w:rPr>
                <w:rFonts w:asciiTheme="minorHAnsi" w:hAnsiTheme="minorHAnsi" w:cstheme="minorHAnsi"/>
                <w:b/>
                <w:iCs/>
                <w:sz w:val="20"/>
                <w:szCs w:val="20"/>
                <w:u w:val="single"/>
                <w:lang w:val="en-IE"/>
              </w:rPr>
            </w:pPr>
            <w:r w:rsidRPr="00710C2D">
              <w:rPr>
                <w:rFonts w:asciiTheme="minorHAnsi" w:hAnsiTheme="minorHAnsi" w:cstheme="minorHAnsi"/>
                <w:b/>
                <w:iCs/>
                <w:sz w:val="20"/>
                <w:szCs w:val="20"/>
                <w:u w:val="single"/>
                <w:lang w:val="en-IE"/>
              </w:rPr>
              <w:t xml:space="preserve">Condition </w:t>
            </w:r>
            <w:r w:rsidR="00C228BF" w:rsidRPr="00710C2D">
              <w:rPr>
                <w:rFonts w:asciiTheme="minorHAnsi" w:hAnsiTheme="minorHAnsi" w:cstheme="minorHAnsi"/>
                <w:b/>
                <w:iCs/>
                <w:sz w:val="20"/>
                <w:szCs w:val="20"/>
                <w:u w:val="single"/>
                <w:lang w:val="en-IE"/>
              </w:rPr>
              <w:t>C0003</w:t>
            </w:r>
          </w:p>
          <w:p w14:paraId="0D465EC0" w14:textId="07B665A6" w:rsidR="00AB1408" w:rsidRPr="00470105" w:rsidRDefault="00241BC6" w:rsidP="00947044">
            <w:pPr>
              <w:rPr>
                <w:rFonts w:asciiTheme="minorHAnsi" w:hAnsiTheme="minorHAnsi" w:cstheme="minorHAnsi"/>
                <w:b/>
                <w:bCs/>
                <w:iCs/>
                <w:color w:val="00B0F0"/>
                <w:sz w:val="20"/>
                <w:szCs w:val="20"/>
                <w:lang w:val="en-IE"/>
              </w:rPr>
            </w:pPr>
            <w:r w:rsidRPr="00710C2D"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IE"/>
              </w:rPr>
              <w:t xml:space="preserve">Technical Description </w:t>
            </w:r>
            <w:r w:rsidR="00FF451B" w:rsidRPr="00470105">
              <w:rPr>
                <w:rFonts w:asciiTheme="minorHAnsi" w:hAnsiTheme="minorHAnsi" w:cstheme="minorHAnsi"/>
                <w:b/>
                <w:iCs/>
                <w:color w:val="00B0F0"/>
                <w:sz w:val="20"/>
                <w:szCs w:val="20"/>
                <w:lang w:val="en-IE"/>
              </w:rPr>
              <w:t>(</w:t>
            </w:r>
            <w:r w:rsidR="0031516B" w:rsidRPr="0031516B">
              <w:rPr>
                <w:rFonts w:asciiTheme="minorHAnsi" w:hAnsiTheme="minorHAnsi" w:cstheme="minorHAnsi"/>
                <w:b/>
                <w:iCs/>
                <w:color w:val="00B0F0"/>
                <w:sz w:val="20"/>
                <w:szCs w:val="20"/>
                <w:lang w:val="en-IE"/>
              </w:rPr>
              <w:t>for info: i</w:t>
            </w:r>
            <w:r w:rsidR="00FF451B" w:rsidRPr="00470105">
              <w:rPr>
                <w:rFonts w:asciiTheme="minorHAnsi" w:hAnsiTheme="minorHAnsi" w:cstheme="minorHAnsi"/>
                <w:b/>
                <w:iCs/>
                <w:color w:val="00B0F0"/>
                <w:sz w:val="20"/>
                <w:szCs w:val="20"/>
                <w:lang w:val="en-IE"/>
              </w:rPr>
              <w:t>n blue the difference between C0003 and C0001)</w:t>
            </w:r>
          </w:p>
          <w:p w14:paraId="1C808C9C" w14:textId="77777777" w:rsidR="003F31A0" w:rsidRPr="00470105" w:rsidRDefault="003F31A0" w:rsidP="003F31A0">
            <w:pPr>
              <w:rPr>
                <w:rFonts w:asciiTheme="minorHAnsi" w:hAnsiTheme="minorHAnsi" w:cstheme="minorHAnsi"/>
                <w:color w:val="00B0F0"/>
                <w:sz w:val="20"/>
                <w:szCs w:val="20"/>
                <w:lang w:val="en-IE"/>
              </w:rPr>
            </w:pPr>
            <w:r w:rsidRPr="00470105">
              <w:rPr>
                <w:rFonts w:asciiTheme="minorHAnsi" w:hAnsiTheme="minorHAnsi" w:cstheme="minorHAnsi"/>
                <w:color w:val="00B0F0"/>
                <w:sz w:val="20"/>
                <w:szCs w:val="20"/>
                <w:lang w:val="en-IE"/>
              </w:rPr>
              <w:t>IF /*/TransitOperation/security is in SET {1, 3}</w:t>
            </w:r>
          </w:p>
          <w:p w14:paraId="0A9EEAD5" w14:textId="77777777" w:rsidR="003F31A0" w:rsidRPr="00470105" w:rsidRDefault="003F31A0" w:rsidP="003F31A0">
            <w:pPr>
              <w:rPr>
                <w:rFonts w:asciiTheme="minorHAnsi" w:hAnsiTheme="minorHAnsi" w:cstheme="minorHAnsi"/>
                <w:color w:val="00B0F0"/>
                <w:sz w:val="20"/>
                <w:szCs w:val="20"/>
                <w:lang w:val="en-IE"/>
              </w:rPr>
            </w:pPr>
            <w:r w:rsidRPr="00470105">
              <w:rPr>
                <w:rFonts w:asciiTheme="minorHAnsi" w:hAnsiTheme="minorHAnsi" w:cstheme="minorHAnsi"/>
                <w:color w:val="00B0F0"/>
                <w:sz w:val="20"/>
                <w:szCs w:val="20"/>
                <w:lang w:val="en-IE"/>
              </w:rPr>
              <w:t>THEN IF /CCA15D/TransitOperation/SpecificCircumstanceIndicator is EQUAL to 'F34'</w:t>
            </w:r>
          </w:p>
          <w:p w14:paraId="302E76EC" w14:textId="0938A67E" w:rsidR="00817A2E" w:rsidRPr="00470105" w:rsidRDefault="004F7B2F" w:rsidP="003F31A0">
            <w:pPr>
              <w:rPr>
                <w:rFonts w:asciiTheme="minorHAnsi" w:hAnsiTheme="minorHAnsi" w:cstheme="minorHAnsi"/>
                <w:color w:val="00B0F0"/>
                <w:sz w:val="20"/>
                <w:szCs w:val="20"/>
                <w:lang w:val="en-IE"/>
              </w:rPr>
            </w:pPr>
            <w:r w:rsidRPr="00470105">
              <w:rPr>
                <w:rFonts w:asciiTheme="minorHAnsi" w:hAnsiTheme="minorHAnsi" w:cstheme="minorHAnsi"/>
                <w:color w:val="00B0F0"/>
                <w:sz w:val="20"/>
                <w:szCs w:val="20"/>
                <w:lang w:val="en-IE"/>
              </w:rPr>
              <w:tab/>
            </w:r>
            <w:r w:rsidR="003F31A0" w:rsidRPr="00470105">
              <w:rPr>
                <w:rFonts w:asciiTheme="minorHAnsi" w:hAnsiTheme="minorHAnsi" w:cstheme="minorHAnsi"/>
                <w:color w:val="00B0F0"/>
                <w:sz w:val="20"/>
                <w:szCs w:val="20"/>
                <w:lang w:val="en-IE"/>
              </w:rPr>
              <w:t>THEN /*/Consignment/Consignee = "N" AND /*/Consignment/HouseConsignment/Consignee = "R"</w:t>
            </w:r>
          </w:p>
          <w:p w14:paraId="58BDCA79" w14:textId="46786E4E" w:rsidR="003F31A0" w:rsidRPr="00470105" w:rsidRDefault="004F7B2F" w:rsidP="003F31A0">
            <w:pPr>
              <w:rPr>
                <w:rFonts w:asciiTheme="minorHAnsi" w:hAnsiTheme="minorHAnsi" w:cstheme="minorHAnsi"/>
                <w:color w:val="00B0F0"/>
                <w:sz w:val="20"/>
                <w:szCs w:val="20"/>
                <w:lang w:val="en-IE"/>
              </w:rPr>
            </w:pPr>
            <w:r w:rsidRPr="00470105">
              <w:rPr>
                <w:rFonts w:asciiTheme="minorHAnsi" w:hAnsiTheme="minorHAnsi" w:cstheme="minorHAnsi"/>
                <w:color w:val="00B0F0"/>
                <w:sz w:val="20"/>
                <w:szCs w:val="20"/>
                <w:lang w:val="en-IE"/>
              </w:rPr>
              <w:tab/>
            </w:r>
            <w:r w:rsidR="003F31A0" w:rsidRPr="00470105">
              <w:rPr>
                <w:rFonts w:asciiTheme="minorHAnsi" w:hAnsiTheme="minorHAnsi" w:cstheme="minorHAnsi"/>
                <w:color w:val="00B0F0"/>
                <w:sz w:val="20"/>
                <w:szCs w:val="20"/>
                <w:lang w:val="en-IE"/>
              </w:rPr>
              <w:t>ELSE /*/Consignment/Consignee = "R" AND /*/Consignment/HouseConsignment/Consignee = "N"</w:t>
            </w:r>
          </w:p>
          <w:p w14:paraId="040D5DF3" w14:textId="02E32239" w:rsidR="003F31A0" w:rsidRPr="003F31A0" w:rsidRDefault="003F31A0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 w:rsidRPr="00470105">
              <w:rPr>
                <w:rFonts w:asciiTheme="minorHAnsi" w:hAnsiTheme="minorHAnsi" w:cstheme="minorHAnsi"/>
                <w:color w:val="00B0F0"/>
                <w:sz w:val="20"/>
                <w:szCs w:val="20"/>
                <w:lang w:val="en-IE"/>
              </w:rPr>
              <w:t>ELSE</w:t>
            </w:r>
            <w:r w:rsidR="004F7B2F" w:rsidRPr="00470105">
              <w:rPr>
                <w:rFonts w:asciiTheme="minorHAnsi" w:hAnsiTheme="minorHAnsi" w:cstheme="minorHAnsi"/>
                <w:color w:val="00B0F0"/>
                <w:sz w:val="20"/>
                <w:szCs w:val="20"/>
                <w:lang w:val="en-IE"/>
              </w:rPr>
              <w:t xml:space="preserve"> </w:t>
            </w: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IF /*/Consignment/countryOfDestination is in SET CL009</w:t>
            </w:r>
          </w:p>
          <w:p w14:paraId="0FD9EC87" w14:textId="6D0F8619" w:rsidR="003F31A0" w:rsidRPr="003F31A0" w:rsidRDefault="003F31A0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THEN</w:t>
            </w:r>
            <w:r w:rsidR="004F7B2F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 </w:t>
            </w: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IF /*/Consignment/Consignee is PRESENT</w:t>
            </w:r>
          </w:p>
          <w:p w14:paraId="3653A1D4" w14:textId="327E94C2" w:rsidR="003F31A0" w:rsidRPr="003F31A0" w:rsidRDefault="004F7B2F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THEN /*/Consignment/HouseConsignment/Consignee = "N"</w:t>
            </w:r>
          </w:p>
          <w:p w14:paraId="417410FE" w14:textId="35F3B141" w:rsidR="003F31A0" w:rsidRPr="003F31A0" w:rsidRDefault="004F7B2F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ELSE /*/Consignment/HouseConsignment/Consignee = "R"</w:t>
            </w:r>
          </w:p>
          <w:p w14:paraId="0C1220AE" w14:textId="18872448" w:rsidR="003F31A0" w:rsidRPr="003F31A0" w:rsidRDefault="003F31A0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ELSE</w:t>
            </w:r>
            <w:r w:rsidR="004F7B2F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 </w:t>
            </w: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IF at least one iteration of /*/Consignment/HouseConsignment/countryOfDestination is in SET</w:t>
            </w:r>
            <w:r w:rsidR="004F7B2F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 </w:t>
            </w: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CL009</w:t>
            </w:r>
          </w:p>
          <w:p w14:paraId="2E7C717A" w14:textId="4E6AD07B" w:rsidR="003F31A0" w:rsidRPr="003F31A0" w:rsidRDefault="003F31A0" w:rsidP="00817A2E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THEN</w:t>
            </w:r>
            <w:r w:rsidR="004F7B2F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 </w:t>
            </w: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IF /*/Consignment/Consignee is PRESENT</w:t>
            </w:r>
          </w:p>
          <w:p w14:paraId="771A2CFC" w14:textId="32D52E27" w:rsidR="003F31A0" w:rsidRPr="003F31A0" w:rsidRDefault="00817A2E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THEN /*/Consignment/HouseConsignment/Consignee = "N"</w:t>
            </w:r>
          </w:p>
          <w:p w14:paraId="423CAD51" w14:textId="5BD0D1B8" w:rsidR="003F31A0" w:rsidRPr="003F31A0" w:rsidRDefault="00817A2E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ELSE /*/Consignment/HouseConsignment/Consignee = "R" for THIS House Consignment</w:t>
            </w:r>
          </w:p>
          <w:p w14:paraId="09B0F965" w14:textId="750A5E40" w:rsidR="003F31A0" w:rsidRPr="003F31A0" w:rsidRDefault="003F31A0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ELSE IF at least one iteration of</w:t>
            </w:r>
            <w:r w:rsidR="00817A2E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 </w:t>
            </w: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/*/Consignment/HouseConsignment/ConsignmentItem/countryOfDestination is in SET CL009</w:t>
            </w:r>
          </w:p>
          <w:p w14:paraId="655C525C" w14:textId="77777777" w:rsidR="003F31A0" w:rsidRPr="003F31A0" w:rsidRDefault="003F31A0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THEN IF /*/Consignment/Consignee is PRESENT</w:t>
            </w:r>
          </w:p>
          <w:p w14:paraId="21D075E1" w14:textId="17A9F3E7" w:rsidR="003F31A0" w:rsidRPr="003F31A0" w:rsidRDefault="00817A2E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THEN /*/Consignment/HouseConsignment/Consignee = "N"</w:t>
            </w:r>
          </w:p>
          <w:p w14:paraId="20C35EE8" w14:textId="29CEB85C" w:rsidR="003F31A0" w:rsidRPr="003F31A0" w:rsidRDefault="00817A2E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ELSE /*/Consignment/HouseConsignment/Consignee = "R" for THIS House Consignment that</w:t>
            </w: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 </w:t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includes THIS </w:t>
            </w:r>
            <w:r w:rsidR="004F7B2F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Consignment Item</w:t>
            </w:r>
          </w:p>
          <w:p w14:paraId="021CBD3B" w14:textId="78E4ACDA" w:rsidR="003F31A0" w:rsidRPr="003F31A0" w:rsidRDefault="003F31A0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ELSE IF /*/TransitOperation/security is </w:t>
            </w:r>
            <w:r w:rsidRPr="00C53493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lang w:val="en-IE"/>
              </w:rPr>
              <w:t>in SET {0,1}</w:t>
            </w:r>
            <w:r w:rsidR="00C53493" w:rsidRPr="00C53493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 </w:t>
            </w:r>
            <w:r w:rsidR="00C53493" w:rsidRPr="00C53493"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  <w:lang w:val="en-IE"/>
              </w:rPr>
              <w:t>EQUAL to '</w:t>
            </w:r>
            <w:r w:rsidR="00C53493" w:rsidRPr="00FF451B"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  <w:lang w:val="en-IE"/>
              </w:rPr>
              <w:t>0'</w:t>
            </w:r>
            <w:r w:rsidR="00FF451B" w:rsidRPr="00470105"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  <w:lang w:val="en-IE"/>
              </w:rPr>
              <w:t xml:space="preserve"> (zero)</w:t>
            </w:r>
            <w:r w:rsidR="00C53493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 </w:t>
            </w:r>
          </w:p>
          <w:p w14:paraId="239436D5" w14:textId="77777777" w:rsidR="003F31A0" w:rsidRPr="003F31A0" w:rsidRDefault="003F31A0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THEN IF /*/Consignment/Consignee is PRESENT</w:t>
            </w:r>
          </w:p>
          <w:p w14:paraId="08085E47" w14:textId="4E5108DE" w:rsidR="003F31A0" w:rsidRPr="003F31A0" w:rsidRDefault="001D54EE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THEN /*/Consignment/HouseConsignment/Consignee = "N"</w:t>
            </w:r>
          </w:p>
          <w:p w14:paraId="44158C8E" w14:textId="1F62527A" w:rsidR="003F31A0" w:rsidRPr="003F31A0" w:rsidRDefault="001D54EE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ELSE /*/Consignment/HouseConsignment/Consignee = "O"</w:t>
            </w:r>
          </w:p>
          <w:p w14:paraId="09BDF75C" w14:textId="77777777" w:rsidR="003F31A0" w:rsidRPr="003F31A0" w:rsidRDefault="003F31A0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ELSE IF at least one instance of /*/Consignment/AdditionalInformation/code is EQUAL to '30600'</w:t>
            </w:r>
          </w:p>
          <w:p w14:paraId="57C73ABE" w14:textId="1A02CFB0" w:rsidR="003F31A0" w:rsidRPr="003F31A0" w:rsidRDefault="001D54EE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THEN /*/Consignment/Consignee = "N" AND /*/Consignment/HouseConsignment/Consignee = "N"</w:t>
            </w:r>
          </w:p>
          <w:p w14:paraId="6691F64E" w14:textId="398C0F9D" w:rsidR="003F31A0" w:rsidRPr="003F31A0" w:rsidRDefault="003F31A0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ELSE IF at least one instance of /*/Consignment/HouseConsignment/AdditionalInformation/code is</w:t>
            </w:r>
            <w:r w:rsidR="001D54EE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 </w:t>
            </w: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EQUAL to '30600'</w:t>
            </w:r>
          </w:p>
          <w:p w14:paraId="6D16737E" w14:textId="23EA5C83" w:rsidR="003F31A0" w:rsidRPr="003F31A0" w:rsidRDefault="001D54EE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THEN /*/Consignment/Consignee = "N" AND THIS /*/Consignment/HouseConsignment/Consignee =</w:t>
            </w: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 </w:t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"N"</w:t>
            </w:r>
          </w:p>
          <w:p w14:paraId="11598B62" w14:textId="77777777" w:rsidR="003F31A0" w:rsidRPr="003F31A0" w:rsidRDefault="003F31A0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ELSE IF /*/Consignment/Consignee is PRESENT</w:t>
            </w:r>
          </w:p>
          <w:p w14:paraId="3344E394" w14:textId="56A1EDE7" w:rsidR="003F31A0" w:rsidRPr="003F31A0" w:rsidRDefault="001D54EE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THEN /*/Consignment/HouseConsignment/Consignee = "N"</w:t>
            </w:r>
          </w:p>
          <w:p w14:paraId="74DB6859" w14:textId="1D308C30" w:rsidR="003F31A0" w:rsidRPr="003F31A0" w:rsidRDefault="003F31A0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    </w:t>
            </w:r>
            <w:r w:rsidR="001D54EE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ELSE /*/Consignment/HouseConsignment/Consignee = "O"</w:t>
            </w:r>
          </w:p>
          <w:p w14:paraId="0D69EF73" w14:textId="77777777" w:rsidR="00C53493" w:rsidRDefault="00C53493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</w:p>
          <w:p w14:paraId="203F1864" w14:textId="2094F439" w:rsidR="003F31A0" w:rsidRPr="00C53493" w:rsidRDefault="003F31A0" w:rsidP="003F31A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IE"/>
              </w:rPr>
            </w:pPr>
            <w:r w:rsidRPr="00C53493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IE"/>
              </w:rPr>
              <w:t>Functional Description:</w:t>
            </w:r>
          </w:p>
          <w:p w14:paraId="2F978A1F" w14:textId="77777777" w:rsidR="003F31A0" w:rsidRPr="003F31A0" w:rsidRDefault="003F31A0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IF &lt;TRANSIT OPERATION.Security&gt; is in SET {1, 3}</w:t>
            </w:r>
          </w:p>
          <w:p w14:paraId="639AA046" w14:textId="259F62D5" w:rsidR="003F31A0" w:rsidRPr="003F31A0" w:rsidRDefault="003F31A0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THEN IF &lt;CCA15D - TRANSIT OPERATION.Specific circumstance indicator&gt; is EQUAL to ' F34'</w:t>
            </w:r>
            <w:r w:rsidR="00FF451B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 (</w:t>
            </w:r>
            <w:r w:rsidR="002470BC" w:rsidRPr="002470BC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Express consignments – Complete dataset – Road mode of transport</w:t>
            </w:r>
            <w:r w:rsidR="00FF451B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)</w:t>
            </w:r>
          </w:p>
          <w:p w14:paraId="2A8CAF7E" w14:textId="30D87218" w:rsidR="003F31A0" w:rsidRPr="003F31A0" w:rsidRDefault="0025731D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THEN &lt;CONSIGNMENT - CONSIGNEE&gt; = "N" AND &lt;CONSIGNMENT </w:t>
            </w: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–</w:t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 HOUSE</w:t>
            </w: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 </w:t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CONSIGNMENT - CONSIGNEE&gt; </w:t>
            </w: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= "R"</w:t>
            </w:r>
          </w:p>
          <w:p w14:paraId="7FBA09DD" w14:textId="1921FCB5" w:rsidR="003F31A0" w:rsidRPr="003F31A0" w:rsidRDefault="0025731D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ELSE &lt;CONSIGNMENT - CONSIGNEE&gt; = "R" AND &lt;CONSIGNMENT </w:t>
            </w: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–</w:t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 HOUSE</w:t>
            </w: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 </w:t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CONSIGNMENT - CONSIGNEE&gt; </w:t>
            </w: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= "N"</w:t>
            </w:r>
          </w:p>
          <w:p w14:paraId="1F19521B" w14:textId="77777777" w:rsidR="003F31A0" w:rsidRPr="003F31A0" w:rsidRDefault="003F31A0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ELSE IF &lt;CONSIGNMENT.Country of destination&gt; is in SET CL009 (CountryCodesCommonTransit)</w:t>
            </w:r>
          </w:p>
          <w:p w14:paraId="67829DE8" w14:textId="77777777" w:rsidR="0025731D" w:rsidRDefault="003F31A0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lastRenderedPageBreak/>
              <w:t>THEN IF &lt;CONSIGNMENT-CONSIGNEE&gt; is PRESENT</w:t>
            </w:r>
          </w:p>
          <w:p w14:paraId="2943C555" w14:textId="77777777" w:rsidR="0025731D" w:rsidRDefault="0025731D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THEN &lt;CONSIGNMENT-HOUSE CONSIGNMENT-CONSIGNEE&gt; = "N"</w:t>
            </w:r>
          </w:p>
          <w:p w14:paraId="148A8FE5" w14:textId="27F613DD" w:rsidR="003F31A0" w:rsidRPr="003F31A0" w:rsidRDefault="0025731D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ELSE &lt;CONSIGNMENT-HOUSE CONSIGNMENT-CONSIGNEE&gt; ="R"</w:t>
            </w:r>
          </w:p>
          <w:p w14:paraId="12D710CE" w14:textId="04D0F752" w:rsidR="003F31A0" w:rsidRPr="003F31A0" w:rsidRDefault="003F31A0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ELSE IF at least one iteration of &lt;CONSIGNMENT-HOUSE CONSIGNMENT.Country of destination&gt;</w:t>
            </w:r>
            <w:r w:rsidR="0025731D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 </w:t>
            </w: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is in SET CL009 (CountryCodesCommonTransit)</w:t>
            </w:r>
          </w:p>
          <w:p w14:paraId="5FAC6E86" w14:textId="77777777" w:rsidR="003F31A0" w:rsidRPr="003F31A0" w:rsidRDefault="003F31A0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THEN IF &lt;CONSIGNMENT-CONSIGNEE&gt; is PRESENT</w:t>
            </w:r>
          </w:p>
          <w:p w14:paraId="7518F3A7" w14:textId="00C6D323" w:rsidR="003F31A0" w:rsidRPr="003F31A0" w:rsidRDefault="0025731D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THEN &lt;CONSIGNMENT-HOUSE CONSIGNMENT-CONSIGNEE&gt;= "N"</w:t>
            </w:r>
          </w:p>
          <w:p w14:paraId="42E0B837" w14:textId="21E2EAEF" w:rsidR="003F31A0" w:rsidRPr="003F31A0" w:rsidRDefault="0025731D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ELSE &lt;CONSIGNMENT-HOUSE CONSIGNMENT-CONSIGNEE&gt;= "R" for THIS House</w:t>
            </w: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 </w:t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Consignment</w:t>
            </w:r>
          </w:p>
          <w:p w14:paraId="454FFB3C" w14:textId="51FB6530" w:rsidR="003F31A0" w:rsidRPr="003F31A0" w:rsidRDefault="003F31A0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ELSE IF at least one iteration of</w:t>
            </w:r>
            <w:r w:rsidR="0025731D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 </w:t>
            </w: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&lt;CONSIGNMENT-HOUSE CONSIGNMENT-CONSIGNMENT ITEM.Country of destination is in SET</w:t>
            </w:r>
            <w:r w:rsidR="0025731D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 </w:t>
            </w: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CL009 (CountryCodesCommonTransit)</w:t>
            </w:r>
          </w:p>
          <w:p w14:paraId="28660870" w14:textId="77777777" w:rsidR="003F31A0" w:rsidRPr="003F31A0" w:rsidRDefault="003F31A0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THEN IF &lt;CONSIGNMENT-CONSIGNEE&gt; is PRESENT</w:t>
            </w:r>
          </w:p>
          <w:p w14:paraId="6D5E69C8" w14:textId="3DBB440D" w:rsidR="003F31A0" w:rsidRPr="003F31A0" w:rsidRDefault="0025731D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THEN &lt;CONSIGNMENT-HOUSE CONSIGNMENT-CONSIGNEE&gt;= "N"</w:t>
            </w:r>
          </w:p>
          <w:p w14:paraId="40DB39BA" w14:textId="3A001817" w:rsidR="003F31A0" w:rsidRPr="003F31A0" w:rsidRDefault="0025731D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ELSE &lt;CONSIGNMENT-HOUSE CONSIGNMENT-CONSIGNEE&gt;= "R" for THIS House</w:t>
            </w: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 </w:t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Consignment that </w:t>
            </w: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includes THIS Consignment Item</w:t>
            </w:r>
          </w:p>
          <w:p w14:paraId="35425F80" w14:textId="5C119446" w:rsidR="003F31A0" w:rsidRPr="00AE06C0" w:rsidRDefault="003F31A0" w:rsidP="003F31A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IE"/>
              </w:rPr>
            </w:pP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ELSE IF &lt;TRANSIT OPERATION.Security&gt; is </w:t>
            </w:r>
            <w:r w:rsidRPr="003F31A0">
              <w:rPr>
                <w:rFonts w:asciiTheme="minorHAnsi" w:hAnsiTheme="minorHAnsi" w:cstheme="minorHAnsi"/>
                <w:strike/>
                <w:color w:val="FF0000"/>
                <w:sz w:val="20"/>
                <w:szCs w:val="20"/>
                <w:lang w:val="en-IE"/>
              </w:rPr>
              <w:t>in SET {0,1}</w:t>
            </w:r>
            <w:r w:rsidRPr="003F31A0">
              <w:rPr>
                <w:rFonts w:asciiTheme="minorHAnsi" w:hAnsiTheme="minorHAnsi" w:cstheme="minorHAnsi"/>
                <w:color w:val="FF0000"/>
                <w:sz w:val="20"/>
                <w:szCs w:val="20"/>
                <w:lang w:val="en-IE"/>
              </w:rPr>
              <w:t xml:space="preserve"> </w:t>
            </w:r>
            <w:r w:rsidRPr="00AE06C0"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  <w:lang w:val="en-IE"/>
              </w:rPr>
              <w:t>EQUAL to '0</w:t>
            </w:r>
            <w:r w:rsidRPr="00FF451B"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  <w:lang w:val="en-IE"/>
              </w:rPr>
              <w:t>'</w:t>
            </w:r>
            <w:r w:rsidR="00FF451B" w:rsidRPr="00470105"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  <w:lang w:val="en-IE"/>
              </w:rPr>
              <w:t xml:space="preserve"> (zero)</w:t>
            </w:r>
          </w:p>
          <w:p w14:paraId="4E567D8D" w14:textId="77777777" w:rsidR="003F31A0" w:rsidRPr="003F31A0" w:rsidRDefault="003F31A0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THEN IF &lt;CONSIGNMENT-CONSIGNEE&gt; is PRESENT</w:t>
            </w:r>
          </w:p>
          <w:p w14:paraId="671B7212" w14:textId="3F3E576C" w:rsidR="003F31A0" w:rsidRPr="003F31A0" w:rsidRDefault="00AE597E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THEN &lt;CONSIGNMENT-HOUSE CONSIGNMENT-CONSIGNEE&gt; = "N"</w:t>
            </w:r>
          </w:p>
          <w:p w14:paraId="22F4134D" w14:textId="5B0B1F7A" w:rsidR="003F31A0" w:rsidRPr="003F31A0" w:rsidRDefault="00AE597E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ELSE &lt;CONSIGNMENT-HOUSE CONSIGNMENT -CONSIGNEE&gt;= "O"</w:t>
            </w:r>
          </w:p>
          <w:p w14:paraId="61D145D4" w14:textId="6B4E168D" w:rsidR="003F31A0" w:rsidRPr="003F31A0" w:rsidRDefault="003F31A0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ELSE IF at least one instance of &lt;CONSIGNMENT-ADDITIONAL INFORMATION.Code&gt; is EQUAL to</w:t>
            </w:r>
            <w:r w:rsidR="00AE597E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 </w:t>
            </w: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'30600'</w:t>
            </w:r>
          </w:p>
          <w:p w14:paraId="64C63752" w14:textId="2ECDC581" w:rsidR="003F31A0" w:rsidRPr="003F31A0" w:rsidRDefault="00AE597E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THEN &lt;CONSIGNMENT-CONSIGNEE&gt; = "N" AND THIS &lt;CONSIGNMENT-HOUSE</w:t>
            </w: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 </w:t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CONSIGNMENT-</w:t>
            </w: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CONSIGNEE&gt; = "N"</w:t>
            </w:r>
          </w:p>
          <w:p w14:paraId="2F83A357" w14:textId="1A9DCC6A" w:rsidR="003F31A0" w:rsidRPr="003F31A0" w:rsidRDefault="003F31A0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ELSE IF at least one instance of &lt;CONSIGNMENT-HOUSE CONSIGNMENT- ADDITIONAL</w:t>
            </w:r>
            <w:r w:rsidR="00AE597E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 I</w:t>
            </w: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NFORMATION.Code&gt; is EQUAL to '30600'</w:t>
            </w:r>
          </w:p>
          <w:p w14:paraId="64260D63" w14:textId="4D74F312" w:rsidR="003F31A0" w:rsidRPr="003F31A0" w:rsidRDefault="00AE597E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THEN &lt;CONSIGNMENT-CONSIGNEE&gt; = "N" AND THIS &lt;CONSIGNMENT-HOUSE</w:t>
            </w: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 </w:t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CONSIGNMENT-</w:t>
            </w: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CONSIGNEE&gt; = "N"</w:t>
            </w:r>
          </w:p>
          <w:p w14:paraId="22DC898D" w14:textId="77777777" w:rsidR="003F31A0" w:rsidRPr="003F31A0" w:rsidRDefault="003F31A0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ELSE IF &lt;CONSIGNMENT-CONSIGNEE&gt; is PRESENT</w:t>
            </w:r>
          </w:p>
          <w:p w14:paraId="01959FFF" w14:textId="4B98A934" w:rsidR="003F31A0" w:rsidRPr="003F31A0" w:rsidRDefault="00AE597E" w:rsidP="003F31A0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THEN &lt;CONSIGNMENT-HOUSE CONSIGNMENT-CONSIGNEE&gt; = "N"</w:t>
            </w:r>
          </w:p>
          <w:p w14:paraId="47279E5D" w14:textId="276BAA93" w:rsidR="00C228BF" w:rsidRPr="003F31A0" w:rsidRDefault="00AE597E" w:rsidP="003F31A0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IE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ab/>
            </w:r>
            <w:r w:rsidR="003F31A0" w:rsidRPr="003F31A0">
              <w:rPr>
                <w:rFonts w:asciiTheme="minorHAnsi" w:hAnsiTheme="minorHAnsi" w:cstheme="minorHAnsi"/>
                <w:sz w:val="20"/>
                <w:szCs w:val="20"/>
                <w:lang w:val="en-IE"/>
              </w:rPr>
              <w:t>ELSE &lt;CONSIGNMENT-HOUSE CONSIGNMENT-CONSIGNEE&gt;= "O"</w:t>
            </w:r>
          </w:p>
          <w:p w14:paraId="3ECAF3D1" w14:textId="77777777" w:rsidR="00C53493" w:rsidRDefault="00C53493" w:rsidP="008F79C5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CFCF46" w14:textId="2B5D00AC" w:rsidR="00C228BF" w:rsidRPr="00CE208F" w:rsidRDefault="00C228BF" w:rsidP="008F79C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208F">
              <w:rPr>
                <w:rFonts w:asciiTheme="minorHAnsi" w:hAnsiTheme="minorHAnsi" w:cstheme="minorHAnsi"/>
                <w:sz w:val="22"/>
                <w:szCs w:val="22"/>
              </w:rPr>
              <w:t xml:space="preserve">Condition </w:t>
            </w:r>
            <w:r w:rsidRPr="00CE208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C0003</w:t>
            </w:r>
            <w:r w:rsidRPr="00CE208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F12C1" w:rsidRPr="00CE208F">
              <w:rPr>
                <w:rFonts w:asciiTheme="minorHAnsi" w:hAnsiTheme="minorHAnsi" w:cstheme="minorHAnsi"/>
                <w:sz w:val="22"/>
                <w:szCs w:val="22"/>
              </w:rPr>
              <w:t>remain attached to messages CCA15D, CCA13D, CCA29D</w:t>
            </w:r>
            <w:r w:rsidR="00835599" w:rsidRPr="00CE208F">
              <w:rPr>
                <w:rFonts w:asciiTheme="minorHAnsi" w:hAnsiTheme="minorHAnsi" w:cstheme="minorHAnsi"/>
                <w:sz w:val="22"/>
                <w:szCs w:val="22"/>
              </w:rPr>
              <w:t xml:space="preserve">, CDA15D, CDA13D and </w:t>
            </w:r>
            <w:r w:rsidR="00FF451B">
              <w:rPr>
                <w:rFonts w:asciiTheme="minorHAnsi" w:hAnsiTheme="minorHAnsi" w:cstheme="minorHAnsi"/>
                <w:sz w:val="22"/>
                <w:szCs w:val="22"/>
              </w:rPr>
              <w:t xml:space="preserve">remains </w:t>
            </w:r>
            <w:r w:rsidR="009F12C1" w:rsidRPr="00CE208F">
              <w:rPr>
                <w:rFonts w:asciiTheme="minorHAnsi" w:hAnsiTheme="minorHAnsi" w:cstheme="minorHAnsi"/>
                <w:sz w:val="22"/>
                <w:szCs w:val="22"/>
              </w:rPr>
              <w:t xml:space="preserve">applicable </w:t>
            </w:r>
            <w:r w:rsidR="009F12C1" w:rsidRPr="004701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 Opt-in NAs only</w:t>
            </w:r>
            <w:r w:rsidR="00835599" w:rsidRPr="004701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  <w:p w14:paraId="4DC7C222" w14:textId="77777777" w:rsidR="00C228BF" w:rsidRPr="00CE208F" w:rsidRDefault="00C228BF" w:rsidP="008F79C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DC5BAD" w14:textId="3D9D5CF6" w:rsidR="001306E5" w:rsidRPr="00CE208F" w:rsidRDefault="001306E5" w:rsidP="00A10857">
            <w:pPr>
              <w:pStyle w:val="ListParagraph"/>
              <w:numPr>
                <w:ilvl w:val="0"/>
                <w:numId w:val="48"/>
              </w:num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CE20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 new </w:t>
            </w:r>
            <w:r w:rsidR="001A1853" w:rsidRPr="00CE20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</w:t>
            </w:r>
            <w:r w:rsidR="0098632C" w:rsidRPr="00CE20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ondition </w:t>
            </w:r>
            <w:r w:rsidR="0098632C" w:rsidRPr="00CE208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</w:t>
            </w:r>
            <w:r w:rsidR="004A0DA8" w:rsidRPr="00CE208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0018</w:t>
            </w:r>
            <w:r w:rsidR="0098632C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will be </w:t>
            </w:r>
            <w:r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introduced</w:t>
            </w:r>
            <w:r w:rsidR="00A10857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and will be attached to </w:t>
            </w:r>
            <w:r w:rsidR="008F4934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messages</w:t>
            </w:r>
            <w:r w:rsidR="00271693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31516B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CD001</w:t>
            </w:r>
            <w:r w:rsidR="0031516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="0031516B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CD003</w:t>
            </w:r>
            <w:r w:rsidR="0031516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="00FF54E9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="0031516B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CD038</w:t>
            </w:r>
            <w:r w:rsidR="0031516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="00FF54E9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="0031516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CC043C</w:t>
            </w:r>
            <w:r w:rsidR="00897DD8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="0031516B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CD050</w:t>
            </w:r>
            <w:r w:rsidR="0031516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="00FF54E9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="0031516B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CD115</w:t>
            </w:r>
            <w:r w:rsidR="0031516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="00FF54E9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="0031516B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CD160</w:t>
            </w:r>
            <w:r w:rsidR="0031516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="00FF54E9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="0031516B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CD165</w:t>
            </w:r>
            <w:r w:rsidR="0031516B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="00A10857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*</w:t>
            </w:r>
            <w:r w:rsidR="00ED129C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</w:t>
            </w:r>
            <w:r w:rsidR="00DF5F9A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for both </w:t>
            </w:r>
            <w:r w:rsidR="00B7305F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Opt-in and Opt-out NAs</w:t>
            </w:r>
            <w:r w:rsidR="00A10857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, replacing C0003.</w:t>
            </w:r>
          </w:p>
          <w:p w14:paraId="276D42E8" w14:textId="77777777" w:rsidR="0098632C" w:rsidRPr="00CE208F" w:rsidRDefault="0098632C" w:rsidP="00C922B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</w:p>
          <w:p w14:paraId="5CF6762D" w14:textId="224D80B1" w:rsidR="000C3A9D" w:rsidRPr="00CE208F" w:rsidRDefault="000C3A9D" w:rsidP="000C3A9D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CE208F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 xml:space="preserve">* Following the suffix change of the NCTS-P6 messages, the mentioned messages will become CD001C, CD003C, CD038C, </w:t>
            </w:r>
            <w:r w:rsidR="00495A1C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CC043C,</w:t>
            </w:r>
            <w:r w:rsidRPr="00CE208F">
              <w:rPr>
                <w:rFonts w:asciiTheme="minorHAnsi" w:hAnsiTheme="minorHAnsi" w:cstheme="minorHAnsi"/>
                <w:sz w:val="22"/>
                <w:szCs w:val="22"/>
                <w:highlight w:val="cyan"/>
              </w:rPr>
              <w:t>CD050C, CD115C, CD160C and CD165C in DDNTA-6.4.0.</w:t>
            </w:r>
          </w:p>
          <w:p w14:paraId="3B5C8F1D" w14:textId="77777777" w:rsidR="000C3A9D" w:rsidRPr="000C3A9D" w:rsidRDefault="000C3A9D" w:rsidP="00C922B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764309" w14:textId="77777777" w:rsidR="000C3A9D" w:rsidRDefault="000C3A9D" w:rsidP="00C922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IE"/>
              </w:rPr>
            </w:pPr>
          </w:p>
          <w:p w14:paraId="74C7347D" w14:textId="5904114C" w:rsidR="00A10857" w:rsidRDefault="00A10857" w:rsidP="00C922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en-IE"/>
              </w:rPr>
            </w:pPr>
            <w:r w:rsidRPr="00CE208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en-IE"/>
              </w:rPr>
              <w:t xml:space="preserve">Extract from </w:t>
            </w:r>
            <w:r w:rsidR="00FF451B" w:rsidRPr="00CE208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en-IE"/>
              </w:rPr>
              <w:t>CD001</w:t>
            </w:r>
            <w:r w:rsidR="00FF451B" w:rsidRPr="00470105"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cyan"/>
                <w:u w:val="single"/>
                <w:lang w:val="en-IE"/>
              </w:rPr>
              <w:t>C</w:t>
            </w:r>
          </w:p>
          <w:p w14:paraId="5BA5F9C9" w14:textId="352B46BD" w:rsidR="0097678B" w:rsidRPr="002F32D2" w:rsidRDefault="0097678B" w:rsidP="0097678B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---CONSIGNMENT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1x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R</w:t>
            </w:r>
          </w:p>
          <w:p w14:paraId="096C750E" w14:textId="21BD5DC7" w:rsidR="0097678B" w:rsidRPr="002F32D2" w:rsidRDefault="0097678B" w:rsidP="0097678B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------CARRIER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1x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D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trike/>
                <w:sz w:val="22"/>
                <w:szCs w:val="22"/>
                <w:highlight w:val="cyan"/>
                <w:lang w:val="en-IE"/>
              </w:rPr>
              <w:t>S1030</w:t>
            </w:r>
          </w:p>
          <w:p w14:paraId="20D3562E" w14:textId="3045A0CB" w:rsidR="0097678B" w:rsidRPr="002F32D2" w:rsidRDefault="0097678B" w:rsidP="0097678B">
            <w:pPr>
              <w:rPr>
                <w:rFonts w:asciiTheme="minorHAnsi" w:hAnsiTheme="minorHAnsi" w:cstheme="minorHAnsi"/>
                <w:strike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trike/>
                <w:sz w:val="22"/>
                <w:szCs w:val="22"/>
                <w:highlight w:val="cyan"/>
                <w:lang w:val="en-IE"/>
              </w:rPr>
              <w:t>C0068</w:t>
            </w:r>
          </w:p>
          <w:p w14:paraId="669DF01C" w14:textId="0B986773" w:rsidR="0097678B" w:rsidRPr="002F32D2" w:rsidRDefault="0097678B" w:rsidP="0097678B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C0812</w:t>
            </w:r>
          </w:p>
          <w:p w14:paraId="3C776406" w14:textId="2769ECE9" w:rsidR="0097678B" w:rsidRPr="002F32D2" w:rsidRDefault="0097678B" w:rsidP="0097678B">
            <w:pPr>
              <w:rPr>
                <w:rFonts w:asciiTheme="minorHAnsi" w:hAnsiTheme="minorHAnsi" w:cstheme="minorHAnsi"/>
                <w:strike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trike/>
                <w:sz w:val="22"/>
                <w:szCs w:val="22"/>
                <w:highlight w:val="cyan"/>
                <w:lang w:val="en-IE"/>
              </w:rPr>
              <w:t>G0075</w:t>
            </w:r>
          </w:p>
          <w:p w14:paraId="66610936" w14:textId="52512E1C" w:rsidR="002F32D2" w:rsidRPr="002F32D2" w:rsidRDefault="002F32D2" w:rsidP="0097678B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G0090</w:t>
            </w:r>
          </w:p>
          <w:p w14:paraId="015D410B" w14:textId="638D500C" w:rsidR="00CE208F" w:rsidRPr="002F32D2" w:rsidRDefault="00CE208F" w:rsidP="00CE208F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------CONSIGNOR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1x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="002F32D2" w:rsidRPr="002F32D2">
              <w:rPr>
                <w:rFonts w:asciiTheme="minorHAnsi" w:hAnsiTheme="minorHAnsi" w:cstheme="minorHAnsi"/>
                <w:strike/>
                <w:sz w:val="22"/>
                <w:szCs w:val="22"/>
                <w:highlight w:val="cyan"/>
                <w:lang w:val="en-IE"/>
              </w:rPr>
              <w:t>D</w:t>
            </w:r>
            <w:r w:rsidR="002F32D2" w:rsidRPr="002F32D2">
              <w:rPr>
                <w:rFonts w:asciiTheme="minorHAnsi" w:hAnsiTheme="minorHAnsi" w:cstheme="minorHAnsi"/>
                <w:sz w:val="22"/>
                <w:szCs w:val="22"/>
                <w:highlight w:val="cyan"/>
                <w:lang w:val="en-IE"/>
              </w:rPr>
              <w:t>O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trike/>
                <w:sz w:val="22"/>
                <w:szCs w:val="22"/>
                <w:highlight w:val="cyan"/>
                <w:lang w:val="en-IE"/>
              </w:rPr>
              <w:t>B1917</w:t>
            </w:r>
          </w:p>
          <w:p w14:paraId="719501B5" w14:textId="5C9C1AAB" w:rsidR="00CE208F" w:rsidRPr="002F32D2" w:rsidRDefault="00CE208F" w:rsidP="00CE208F">
            <w:pPr>
              <w:rPr>
                <w:rFonts w:asciiTheme="minorHAnsi" w:hAnsiTheme="minorHAnsi" w:cstheme="minorHAnsi"/>
                <w:strike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="00410178"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trike/>
                <w:sz w:val="22"/>
                <w:szCs w:val="22"/>
                <w:highlight w:val="cyan"/>
                <w:lang w:val="en-IE"/>
              </w:rPr>
              <w:t>C0097</w:t>
            </w:r>
          </w:p>
          <w:p w14:paraId="7C6F7E3A" w14:textId="6BB7E6DD" w:rsidR="00CE208F" w:rsidRPr="002F32D2" w:rsidRDefault="00CE208F" w:rsidP="00CE208F">
            <w:pPr>
              <w:rPr>
                <w:rFonts w:asciiTheme="minorHAnsi" w:hAnsiTheme="minorHAnsi" w:cstheme="minorHAnsi"/>
                <w:strike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="00410178"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trike/>
                <w:sz w:val="22"/>
                <w:szCs w:val="22"/>
                <w:highlight w:val="cyan"/>
                <w:lang w:val="en-IE"/>
              </w:rPr>
              <w:t>G0076</w:t>
            </w:r>
          </w:p>
          <w:p w14:paraId="5C4A7E04" w14:textId="092096D6" w:rsidR="00CE208F" w:rsidRPr="002F32D2" w:rsidRDefault="00CE208F" w:rsidP="00CE208F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---------ADDRESS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="00410178"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1x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R</w:t>
            </w:r>
          </w:p>
          <w:p w14:paraId="30D13E8A" w14:textId="0307698C" w:rsidR="00CE208F" w:rsidRPr="002F32D2" w:rsidRDefault="00CE208F" w:rsidP="00CE208F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------CONSIGNEE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1x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D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trike/>
                <w:sz w:val="22"/>
                <w:szCs w:val="22"/>
                <w:highlight w:val="cyan"/>
                <w:lang w:val="en-IE"/>
              </w:rPr>
              <w:t>B1918</w:t>
            </w:r>
          </w:p>
          <w:p w14:paraId="6658FADD" w14:textId="449F795C" w:rsidR="00CE208F" w:rsidRPr="002F32D2" w:rsidRDefault="00CE208F" w:rsidP="00CE208F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="00410178"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IE"/>
              </w:rPr>
              <w:t>C0003</w:t>
            </w:r>
            <w:r w:rsidRPr="002F32D2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IE"/>
              </w:rPr>
              <w:t>C0018</w:t>
            </w:r>
          </w:p>
          <w:p w14:paraId="7E9CDC1A" w14:textId="34FF8B39" w:rsidR="00CE208F" w:rsidRPr="002F32D2" w:rsidRDefault="00CE208F" w:rsidP="00CE208F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="00410178"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G0001</w:t>
            </w:r>
          </w:p>
          <w:p w14:paraId="62B4E042" w14:textId="4A8CEA84" w:rsidR="00CE208F" w:rsidRPr="002F32D2" w:rsidRDefault="00CE208F" w:rsidP="00CE208F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lastRenderedPageBreak/>
              <w:t>---------ADDRESS</w:t>
            </w:r>
            <w:r w:rsidR="00410178"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="00410178"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="00410178"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="00410178"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1x</w:t>
            </w:r>
            <w:r w:rsidR="00410178"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R</w:t>
            </w:r>
          </w:p>
          <w:p w14:paraId="500C25E8" w14:textId="5B369BC8" w:rsidR="00CE208F" w:rsidRPr="002F32D2" w:rsidRDefault="00CE208F" w:rsidP="00CE208F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------ADDITIONAL SUPPLY CHAIN ACTOR </w:t>
            </w:r>
            <w:r w:rsidR="00410178"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99x</w:t>
            </w:r>
            <w:r w:rsidR="00410178"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O</w:t>
            </w:r>
            <w:r w:rsidR="00410178"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trike/>
                <w:sz w:val="22"/>
                <w:szCs w:val="22"/>
                <w:highlight w:val="cyan"/>
                <w:lang w:val="en-IE"/>
              </w:rPr>
              <w:t>B1923</w:t>
            </w:r>
          </w:p>
          <w:p w14:paraId="7D171EA1" w14:textId="743CFEA8" w:rsidR="00CE208F" w:rsidRPr="002F32D2" w:rsidRDefault="00410178" w:rsidP="00CE208F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="00CE208F"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G0825</w:t>
            </w:r>
          </w:p>
          <w:p w14:paraId="303BACAA" w14:textId="7213B6B2" w:rsidR="00CE208F" w:rsidRPr="002F32D2" w:rsidRDefault="00410178" w:rsidP="00CE208F">
            <w:pPr>
              <w:rPr>
                <w:rFonts w:asciiTheme="minorHAnsi" w:hAnsiTheme="minorHAnsi" w:cstheme="minorHAnsi"/>
                <w:strike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="00CE208F" w:rsidRPr="002F32D2">
              <w:rPr>
                <w:rFonts w:asciiTheme="minorHAnsi" w:hAnsiTheme="minorHAnsi" w:cstheme="minorHAnsi"/>
                <w:strike/>
                <w:sz w:val="22"/>
                <w:szCs w:val="22"/>
                <w:highlight w:val="cyan"/>
                <w:lang w:val="en-IE"/>
              </w:rPr>
              <w:t>R0040</w:t>
            </w:r>
          </w:p>
          <w:p w14:paraId="69E74A5D" w14:textId="673CEC7D" w:rsidR="00CE208F" w:rsidRPr="002F32D2" w:rsidRDefault="00410178" w:rsidP="00C922B4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…</w:t>
            </w:r>
          </w:p>
          <w:p w14:paraId="7A67A67A" w14:textId="76F99D8B" w:rsidR="0097678B" w:rsidRPr="002F32D2" w:rsidRDefault="0097678B" w:rsidP="0097678B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------HOUSE CONSIGNMENT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1999x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R</w:t>
            </w:r>
          </w:p>
          <w:p w14:paraId="51788CFB" w14:textId="7713ADEE" w:rsidR="0097678B" w:rsidRPr="000B0DD2" w:rsidRDefault="0097678B" w:rsidP="0097678B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0B0DD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---------CONSIGNOR</w:t>
            </w:r>
            <w:r w:rsidRPr="000B0DD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ab/>
            </w:r>
            <w:r w:rsidRPr="000B0DD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ab/>
            </w:r>
            <w:r w:rsidRPr="000B0DD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ab/>
              <w:t>1x</w:t>
            </w:r>
            <w:r w:rsidRPr="000B0DD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ab/>
              <w:t>D</w:t>
            </w:r>
            <w:r w:rsidRPr="000B0DD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ab/>
            </w:r>
            <w:r w:rsidRPr="000B0DD2">
              <w:rPr>
                <w:rFonts w:asciiTheme="minorHAnsi" w:hAnsiTheme="minorHAnsi" w:cstheme="minorHAnsi"/>
                <w:strike/>
                <w:sz w:val="22"/>
                <w:szCs w:val="22"/>
                <w:highlight w:val="cyan"/>
                <w:lang w:val="es-ES"/>
              </w:rPr>
              <w:t>B1932</w:t>
            </w:r>
          </w:p>
          <w:p w14:paraId="18C55918" w14:textId="21291411" w:rsidR="0097678B" w:rsidRPr="000B0DD2" w:rsidRDefault="0097678B" w:rsidP="0097678B">
            <w:pPr>
              <w:rPr>
                <w:rFonts w:asciiTheme="minorHAnsi" w:hAnsiTheme="minorHAnsi" w:cstheme="minorHAnsi"/>
                <w:strike/>
                <w:sz w:val="22"/>
                <w:szCs w:val="22"/>
                <w:lang w:val="es-ES"/>
              </w:rPr>
            </w:pPr>
            <w:r w:rsidRPr="000B0DD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ab/>
            </w:r>
            <w:r w:rsidRPr="000B0DD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ab/>
            </w:r>
            <w:r w:rsidRPr="000B0DD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ab/>
            </w:r>
            <w:r w:rsidRPr="000B0DD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ab/>
            </w:r>
            <w:r w:rsidRPr="000B0DD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ab/>
            </w:r>
            <w:r w:rsidRPr="000B0DD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ab/>
            </w:r>
            <w:r w:rsidRPr="000B0DD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ab/>
            </w:r>
            <w:r w:rsidRPr="000B0DD2">
              <w:rPr>
                <w:rFonts w:asciiTheme="minorHAnsi" w:hAnsiTheme="minorHAnsi" w:cstheme="minorHAnsi"/>
                <w:strike/>
                <w:sz w:val="22"/>
                <w:szCs w:val="22"/>
                <w:highlight w:val="cyan"/>
                <w:lang w:val="es-ES"/>
              </w:rPr>
              <w:t>C0355</w:t>
            </w:r>
          </w:p>
          <w:p w14:paraId="4BCAA5DA" w14:textId="77777777" w:rsidR="002F32D2" w:rsidRPr="000B0DD2" w:rsidRDefault="0097678B" w:rsidP="0097678B">
            <w:pPr>
              <w:rPr>
                <w:rFonts w:asciiTheme="minorHAnsi" w:hAnsiTheme="minorHAnsi" w:cstheme="minorHAnsi"/>
                <w:sz w:val="22"/>
                <w:szCs w:val="22"/>
                <w:lang w:val="es-ES"/>
              </w:rPr>
            </w:pPr>
            <w:r w:rsidRPr="000B0DD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ab/>
            </w:r>
            <w:r w:rsidRPr="000B0DD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ab/>
            </w:r>
            <w:r w:rsidRPr="000B0DD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ab/>
            </w:r>
            <w:r w:rsidRPr="000B0DD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ab/>
            </w:r>
            <w:r w:rsidRPr="000B0DD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ab/>
            </w:r>
            <w:r w:rsidRPr="000B0DD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ab/>
            </w:r>
            <w:r w:rsidRPr="000B0DD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ab/>
            </w:r>
            <w:r w:rsidR="002F32D2" w:rsidRPr="000B0DD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>C0349</w:t>
            </w:r>
          </w:p>
          <w:p w14:paraId="65F7B460" w14:textId="3D39EC46" w:rsidR="0097678B" w:rsidRPr="002F32D2" w:rsidRDefault="002F32D2" w:rsidP="0097678B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0B0DD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ab/>
            </w:r>
            <w:r w:rsidRPr="000B0DD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ab/>
            </w:r>
            <w:r w:rsidRPr="000B0DD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ab/>
            </w:r>
            <w:r w:rsidRPr="000B0DD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ab/>
            </w:r>
            <w:r w:rsidRPr="000B0DD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ab/>
            </w:r>
            <w:r w:rsidRPr="000B0DD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ab/>
            </w:r>
            <w:r w:rsidRPr="000B0DD2">
              <w:rPr>
                <w:rFonts w:asciiTheme="minorHAnsi" w:hAnsiTheme="minorHAnsi" w:cstheme="minorHAnsi"/>
                <w:sz w:val="22"/>
                <w:szCs w:val="22"/>
                <w:lang w:val="es-ES"/>
              </w:rPr>
              <w:tab/>
            </w:r>
            <w:r w:rsidR="0097678B"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G0062</w:t>
            </w:r>
          </w:p>
          <w:p w14:paraId="6ACFABBA" w14:textId="78F6AC9A" w:rsidR="0097678B" w:rsidRPr="002F32D2" w:rsidRDefault="0097678B" w:rsidP="0097678B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------------ADDRESS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1x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R</w:t>
            </w:r>
          </w:p>
          <w:p w14:paraId="3BFBEB24" w14:textId="35450B5B" w:rsidR="0097678B" w:rsidRPr="002F32D2" w:rsidRDefault="0097678B" w:rsidP="0097678B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---------CONSIGNEE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1x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D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trike/>
                <w:sz w:val="22"/>
                <w:szCs w:val="22"/>
                <w:highlight w:val="cyan"/>
                <w:lang w:val="en-IE"/>
              </w:rPr>
              <w:t>B1918</w:t>
            </w:r>
          </w:p>
          <w:p w14:paraId="4A78A58F" w14:textId="0032742D" w:rsidR="0097678B" w:rsidRPr="002F32D2" w:rsidRDefault="0097678B" w:rsidP="0097678B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IE"/>
              </w:rPr>
              <w:t>C0003</w:t>
            </w:r>
            <w:r w:rsidRPr="002F32D2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IE"/>
              </w:rPr>
              <w:t>C0018</w:t>
            </w:r>
          </w:p>
          <w:p w14:paraId="117444DB" w14:textId="7E719296" w:rsidR="0097678B" w:rsidRPr="002F32D2" w:rsidRDefault="0097678B" w:rsidP="0097678B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G0001</w:t>
            </w:r>
          </w:p>
          <w:p w14:paraId="34823A3C" w14:textId="66B5ECE4" w:rsidR="0097678B" w:rsidRPr="002F32D2" w:rsidRDefault="0097678B" w:rsidP="0097678B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G0062</w:t>
            </w:r>
          </w:p>
          <w:p w14:paraId="290EB0B7" w14:textId="35E6CA44" w:rsidR="00410178" w:rsidRPr="002F32D2" w:rsidRDefault="0097678B" w:rsidP="0097678B">
            <w:p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------------ADDRESS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1x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R</w:t>
            </w:r>
          </w:p>
          <w:p w14:paraId="0E74CDD5" w14:textId="77777777" w:rsidR="00CE208F" w:rsidRPr="00CE208F" w:rsidRDefault="00CE208F" w:rsidP="00C922B4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en-IE"/>
              </w:rPr>
            </w:pPr>
          </w:p>
          <w:p w14:paraId="2E77B804" w14:textId="77777777" w:rsidR="002F32D2" w:rsidRDefault="002F32D2" w:rsidP="00232FE0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14:paraId="17A55A88" w14:textId="35DD090D" w:rsidR="001306E5" w:rsidRPr="00710C2D" w:rsidRDefault="002F32D2" w:rsidP="00232FE0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C</w:t>
            </w:r>
            <w:r>
              <w:rPr>
                <w:rStyle w:val="fontstyle01"/>
                <w:b/>
                <w:bCs/>
                <w:sz w:val="20"/>
                <w:szCs w:val="20"/>
                <w:u w:val="single"/>
              </w:rPr>
              <w:t xml:space="preserve">ondition </w:t>
            </w:r>
            <w:r w:rsidR="001306E5" w:rsidRPr="00710C2D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C</w:t>
            </w:r>
            <w:r w:rsidR="004A0DA8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0018</w:t>
            </w:r>
            <w:r w:rsidR="0034774E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 </w:t>
            </w:r>
            <w:r w:rsidR="0034774E"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IE"/>
              </w:rPr>
              <w:t>(</w:t>
            </w:r>
            <w:r w:rsidR="0034774E" w:rsidRPr="00961748">
              <w:rPr>
                <w:rFonts w:asciiTheme="minorHAnsi" w:hAnsiTheme="minorHAnsi" w:cstheme="minorHAnsi"/>
                <w:b/>
                <w:iCs/>
                <w:color w:val="00B0F0"/>
                <w:sz w:val="20"/>
                <w:szCs w:val="20"/>
                <w:lang w:val="en-IE"/>
              </w:rPr>
              <w:t>in blue the difference between C00</w:t>
            </w:r>
            <w:r w:rsidR="0034774E">
              <w:rPr>
                <w:rFonts w:asciiTheme="minorHAnsi" w:hAnsiTheme="minorHAnsi" w:cstheme="minorHAnsi"/>
                <w:b/>
                <w:iCs/>
                <w:color w:val="00B0F0"/>
                <w:sz w:val="20"/>
                <w:szCs w:val="20"/>
                <w:lang w:val="en-IE"/>
              </w:rPr>
              <w:t>18</w:t>
            </w:r>
            <w:r w:rsidR="0034774E" w:rsidRPr="00961748">
              <w:rPr>
                <w:rFonts w:asciiTheme="minorHAnsi" w:hAnsiTheme="minorHAnsi" w:cstheme="minorHAnsi"/>
                <w:b/>
                <w:iCs/>
                <w:color w:val="00B0F0"/>
                <w:sz w:val="20"/>
                <w:szCs w:val="20"/>
                <w:lang w:val="en-IE"/>
              </w:rPr>
              <w:t xml:space="preserve"> and C0001</w:t>
            </w:r>
            <w:r w:rsidR="0034774E">
              <w:rPr>
                <w:rFonts w:asciiTheme="minorHAnsi" w:hAnsiTheme="minorHAnsi" w:cstheme="minorHAnsi"/>
                <w:b/>
                <w:iCs/>
                <w:color w:val="00B0F0"/>
                <w:sz w:val="20"/>
                <w:szCs w:val="20"/>
                <w:lang w:val="en-IE"/>
              </w:rPr>
              <w:t xml:space="preserve"> – </w:t>
            </w:r>
            <w:r w:rsidR="0034774E" w:rsidRPr="00470105">
              <w:rPr>
                <w:rFonts w:asciiTheme="minorHAnsi" w:hAnsiTheme="minorHAnsi" w:cstheme="minorHAnsi"/>
                <w:b/>
                <w:i/>
                <w:color w:val="00B0F0"/>
                <w:sz w:val="20"/>
                <w:szCs w:val="20"/>
                <w:lang w:val="en-IE"/>
              </w:rPr>
              <w:t>In italics the difference between C0018 and C0003</w:t>
            </w:r>
            <w:r w:rsidR="0034774E">
              <w:rPr>
                <w:rFonts w:asciiTheme="minorHAnsi" w:hAnsiTheme="minorHAnsi" w:cstheme="minorHAnsi"/>
                <w:b/>
                <w:iCs/>
                <w:sz w:val="20"/>
                <w:szCs w:val="20"/>
                <w:lang w:val="en-IE"/>
              </w:rPr>
              <w:t>)</w:t>
            </w:r>
          </w:p>
          <w:p w14:paraId="121B5226" w14:textId="1386061E" w:rsidR="00232FE0" w:rsidRPr="00470105" w:rsidRDefault="00232FE0" w:rsidP="00232FE0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470105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  <w:u w:val="single"/>
              </w:rPr>
              <w:t>Technical Description:</w:t>
            </w:r>
          </w:p>
          <w:p w14:paraId="6A75255A" w14:textId="57FB879A" w:rsidR="00582BDD" w:rsidRPr="00470105" w:rsidRDefault="00582BDD" w:rsidP="00582BDD">
            <w:pPr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</w:pPr>
            <w:r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 xml:space="preserve">IF </w:t>
            </w:r>
            <w:r w:rsidR="00C53493"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 xml:space="preserve">/*/TransitOperation/security </w:t>
            </w:r>
            <w:r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 xml:space="preserve">is in SET {1, 3} </w:t>
            </w:r>
            <w:r w:rsidRPr="00470105">
              <w:rPr>
                <w:rStyle w:val="fontstyle01"/>
                <w:rFonts w:asciiTheme="minorHAnsi" w:hAnsiTheme="minorHAnsi" w:cstheme="minorHAnsi"/>
                <w:b/>
                <w:bCs/>
                <w:i/>
                <w:iCs/>
                <w:color w:val="00B0F0"/>
                <w:sz w:val="20"/>
                <w:szCs w:val="20"/>
                <w:highlight w:val="yellow"/>
              </w:rPr>
              <w:t>AND the first two characters of</w:t>
            </w:r>
            <w:r w:rsidR="002F32D2" w:rsidRPr="00470105">
              <w:rPr>
                <w:rStyle w:val="fontstyle01"/>
                <w:rFonts w:asciiTheme="minorHAnsi" w:hAnsiTheme="minorHAnsi" w:cstheme="minorHAnsi"/>
                <w:b/>
                <w:bCs/>
                <w:i/>
                <w:iCs/>
                <w:color w:val="00B0F0"/>
                <w:sz w:val="20"/>
                <w:szCs w:val="20"/>
                <w:highlight w:val="yellow"/>
              </w:rPr>
              <w:t xml:space="preserve"> /</w:t>
            </w:r>
            <w:r w:rsidR="00C53493" w:rsidRPr="00470105">
              <w:rPr>
                <w:rStyle w:val="fontstyle01"/>
                <w:rFonts w:asciiTheme="minorHAnsi" w:hAnsiTheme="minorHAnsi" w:cstheme="minorHAnsi"/>
                <w:b/>
                <w:bCs/>
                <w:i/>
                <w:iCs/>
                <w:color w:val="00B0F0"/>
                <w:sz w:val="20"/>
                <w:szCs w:val="20"/>
                <w:highlight w:val="yellow"/>
              </w:rPr>
              <w:t>*/CustomsOfficeOfDeparture/</w:t>
            </w:r>
            <w:r w:rsidRPr="00470105">
              <w:rPr>
                <w:rStyle w:val="fontstyle01"/>
                <w:rFonts w:asciiTheme="minorHAnsi" w:hAnsiTheme="minorHAnsi" w:cstheme="minorHAnsi"/>
                <w:b/>
                <w:bCs/>
                <w:i/>
                <w:iCs/>
                <w:color w:val="00B0F0"/>
                <w:sz w:val="20"/>
                <w:szCs w:val="20"/>
                <w:highlight w:val="yellow"/>
              </w:rPr>
              <w:t>Reference Number&gt; is in SET CL267</w:t>
            </w:r>
          </w:p>
          <w:p w14:paraId="11C535BE" w14:textId="4FB04EB8" w:rsidR="00C53493" w:rsidRPr="00470105" w:rsidRDefault="00C53493" w:rsidP="00C53493">
            <w:pPr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</w:pPr>
            <w:r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>THEN IF /</w:t>
            </w:r>
            <w:r w:rsidRPr="00470105">
              <w:rPr>
                <w:rStyle w:val="fontstyle01"/>
                <w:rFonts w:asciiTheme="minorHAnsi" w:hAnsiTheme="minorHAnsi" w:cstheme="minorHAnsi"/>
                <w:b/>
                <w:bCs/>
                <w:i/>
                <w:iCs/>
                <w:color w:val="00B0F0"/>
                <w:sz w:val="20"/>
                <w:szCs w:val="20"/>
                <w:highlight w:val="yellow"/>
              </w:rPr>
              <w:t>CCA29D</w:t>
            </w:r>
            <w:r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>/TransitOperation/SpecificCircumstanceIndicator is EQUAL to 'F34'</w:t>
            </w:r>
          </w:p>
          <w:p w14:paraId="55AB7F7B" w14:textId="5C8A7AEB" w:rsidR="00C53493" w:rsidRPr="00470105" w:rsidRDefault="002F32D2" w:rsidP="00C53493">
            <w:pPr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</w:pPr>
            <w:r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</w:rPr>
              <w:tab/>
            </w:r>
            <w:r w:rsidR="00C53493"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>THEN /*/Consignment/Consignee = "N" AND /*/Consignment/HouseConsignment/Consignee = "R"</w:t>
            </w:r>
          </w:p>
          <w:p w14:paraId="2F467A23" w14:textId="0AA8CB9A" w:rsidR="00C53493" w:rsidRPr="00470105" w:rsidRDefault="002F32D2" w:rsidP="00C53493">
            <w:pPr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</w:pPr>
            <w:r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</w:rPr>
              <w:tab/>
            </w:r>
            <w:r w:rsidR="00C53493"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>ELSE /*/Consignment/Consignee = "R" AND /*/Consignment/HouseConsignment/Consignee = "N"</w:t>
            </w:r>
          </w:p>
          <w:p w14:paraId="3DC84C22" w14:textId="08977EC8" w:rsidR="00C53493" w:rsidRPr="002F32D2" w:rsidRDefault="00C53493" w:rsidP="00C53493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 xml:space="preserve">ELSE </w:t>
            </w:r>
            <w:r w:rsidRPr="002F32D2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IF /*/Consignment/countryOfDestination is in SET CL009</w:t>
            </w:r>
          </w:p>
          <w:p w14:paraId="481D8FC4" w14:textId="77777777" w:rsidR="00C53493" w:rsidRPr="002F32D2" w:rsidRDefault="00C53493" w:rsidP="00C53493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2F32D2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THEN IF /*/Consignment/Consignee is PRESENT</w:t>
            </w:r>
          </w:p>
          <w:p w14:paraId="31211CC2" w14:textId="389F5629" w:rsidR="00C53493" w:rsidRPr="002F32D2" w:rsidRDefault="00B058E0" w:rsidP="00C53493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="00C53493" w:rsidRPr="002F32D2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THEN /*/Consignment/HouseConsignment/Consignee = "N"</w:t>
            </w:r>
          </w:p>
          <w:p w14:paraId="5E590E0D" w14:textId="0125AEF6" w:rsidR="00C53493" w:rsidRPr="002F32D2" w:rsidRDefault="00B058E0" w:rsidP="00C53493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="00C53493" w:rsidRPr="002F32D2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ELSE /*/Consignment/HouseConsignment/Consignee = "R"</w:t>
            </w:r>
          </w:p>
          <w:p w14:paraId="667CC673" w14:textId="5FF0B148" w:rsidR="00C53493" w:rsidRPr="002F32D2" w:rsidRDefault="00C53493" w:rsidP="00C53493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2F32D2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ELSE IF at least one iteration of /*/Consignment/HouseConsignment/countryOfDestination is in SET</w:t>
            </w:r>
            <w:r w:rsid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Pr="002F32D2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CL009</w:t>
            </w:r>
          </w:p>
          <w:p w14:paraId="5BD61167" w14:textId="77777777" w:rsidR="00C53493" w:rsidRPr="002F32D2" w:rsidRDefault="00C53493" w:rsidP="00C53493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2F32D2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THEN IF /*/Consignment/Consignee is PRESENT</w:t>
            </w:r>
          </w:p>
          <w:p w14:paraId="3E667E46" w14:textId="0BB5BC00" w:rsidR="00C53493" w:rsidRPr="002F32D2" w:rsidRDefault="00B058E0" w:rsidP="00C53493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="00C53493" w:rsidRPr="002F32D2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THEN /*/Consignment/HouseConsignment/Consignee = "N"</w:t>
            </w:r>
          </w:p>
          <w:p w14:paraId="7D0725CF" w14:textId="71C248E3" w:rsidR="00C53493" w:rsidRPr="002F32D2" w:rsidRDefault="00B058E0" w:rsidP="00C53493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="00C53493" w:rsidRPr="002F32D2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ELSE /*/Consignment/HouseConsignment/Consignee = "R" for THIS House Consignment</w:t>
            </w:r>
          </w:p>
          <w:p w14:paraId="0BDCA097" w14:textId="61477ADB" w:rsidR="00C53493" w:rsidRPr="002F32D2" w:rsidRDefault="00C53493" w:rsidP="00C53493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2F32D2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ELSE IF at least one iteration of</w:t>
            </w:r>
            <w:r w:rsid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Pr="002F32D2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/*/Consignment/HouseConsignment/ConsignmentItem/countryOfDestination is in SET CL009</w:t>
            </w:r>
          </w:p>
          <w:p w14:paraId="2A096D11" w14:textId="77777777" w:rsidR="00C53493" w:rsidRPr="002F32D2" w:rsidRDefault="00C53493" w:rsidP="00C53493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2F32D2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THEN IF /*/Consignment/Consignee is PRESENT</w:t>
            </w:r>
          </w:p>
          <w:p w14:paraId="46A9DF18" w14:textId="70B8A788" w:rsidR="00C53493" w:rsidRPr="002F32D2" w:rsidRDefault="00B058E0" w:rsidP="00C53493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="00C53493" w:rsidRPr="002F32D2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THEN /*/Consignment/HouseConsignment/Consignee = "N"</w:t>
            </w:r>
          </w:p>
          <w:p w14:paraId="29638598" w14:textId="0D4B0320" w:rsidR="00C53493" w:rsidRPr="002F32D2" w:rsidRDefault="00B058E0" w:rsidP="00C53493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="00C53493" w:rsidRPr="002F32D2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ELSE /*/Consignment/HouseConsignment/Consignee = "R" for THIS House Consignment that</w:t>
            </w:r>
            <w: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="00C53493" w:rsidRPr="002F32D2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 xml:space="preserve">includes </w:t>
            </w:r>
            <w:r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="00C53493" w:rsidRPr="002F32D2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THIS Consignment Item</w:t>
            </w:r>
          </w:p>
          <w:p w14:paraId="6A08E05F" w14:textId="77777777" w:rsidR="00C53493" w:rsidRPr="002F32D2" w:rsidRDefault="00C53493" w:rsidP="00C53493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2F32D2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ELSE IF /*/TransitOperation/security is in SET {0,1}</w:t>
            </w:r>
          </w:p>
          <w:p w14:paraId="719499A4" w14:textId="77777777" w:rsidR="00C53493" w:rsidRPr="002F32D2" w:rsidRDefault="00C53493" w:rsidP="00C53493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2F32D2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THEN IF /*/Consignment/Consignee is PRESENT</w:t>
            </w:r>
          </w:p>
          <w:p w14:paraId="6CD70F74" w14:textId="17DDDDF0" w:rsidR="00C53493" w:rsidRPr="002F32D2" w:rsidRDefault="00B058E0" w:rsidP="00C53493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="00C53493" w:rsidRPr="002F32D2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THEN /*/Consignment/HouseConsignment/Consignee = "N"</w:t>
            </w:r>
          </w:p>
          <w:p w14:paraId="1178BE1E" w14:textId="2089EC95" w:rsidR="00C53493" w:rsidRPr="002F32D2" w:rsidRDefault="00B058E0" w:rsidP="00C53493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="00C53493" w:rsidRPr="002F32D2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ELSE /*/Consignment/HouseConsignment/Consignee = "O"</w:t>
            </w:r>
          </w:p>
          <w:p w14:paraId="60224ACE" w14:textId="61C86B61" w:rsidR="00C53493" w:rsidRPr="002F32D2" w:rsidRDefault="00C53493" w:rsidP="00C53493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2F32D2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ELSE IF at least one instance of /*/Consignment/AdditionalInformation/code is EQUAL to '30600'</w:t>
            </w:r>
          </w:p>
          <w:p w14:paraId="1E9CACBC" w14:textId="60CC60F2" w:rsidR="00C53493" w:rsidRPr="002F32D2" w:rsidRDefault="00B058E0" w:rsidP="00C53493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ab/>
            </w:r>
            <w:r w:rsidR="00C53493" w:rsidRPr="002F32D2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THEN /*/Consignment/Consignee = "N" AND /*/Consignment/HouseConsignment/Consignee = "N"</w:t>
            </w:r>
          </w:p>
          <w:p w14:paraId="1558675C" w14:textId="4D3B9D88" w:rsidR="00C53493" w:rsidRPr="002F32D2" w:rsidRDefault="00C53493" w:rsidP="00C53493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2F32D2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ELSE IF at least one instance of /*/Consignment/HouseConsignment/AdditionalInformation/code is</w:t>
            </w:r>
            <w:r w:rsid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Pr="002F32D2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EQUAL to '30600'</w:t>
            </w:r>
          </w:p>
          <w:p w14:paraId="41FAB09B" w14:textId="3280603F" w:rsidR="00C53493" w:rsidRPr="002F32D2" w:rsidRDefault="00B058E0" w:rsidP="00C53493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="00C53493" w:rsidRPr="002F32D2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THEN /*/Consignment/Consignee = "N" AND THIS /*/Consignment/HouseConsignment/Consignee =</w:t>
            </w:r>
            <w: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="00C53493" w:rsidRPr="002F32D2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"N"</w:t>
            </w:r>
          </w:p>
          <w:p w14:paraId="4956038C" w14:textId="77777777" w:rsidR="00C53493" w:rsidRPr="002F32D2" w:rsidRDefault="00C53493" w:rsidP="00C53493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2F32D2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ELSE IF /*/Consignment/Consignee is PRESENT</w:t>
            </w:r>
          </w:p>
          <w:p w14:paraId="03D2F884" w14:textId="72CF4FE4" w:rsidR="00C53493" w:rsidRPr="002F32D2" w:rsidRDefault="00B058E0" w:rsidP="00C53493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="00C53493" w:rsidRPr="002F32D2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THEN /*/Consignment/HouseConsignment/Consignee = "N"</w:t>
            </w:r>
          </w:p>
          <w:p w14:paraId="7FB869F2" w14:textId="1B3DF22D" w:rsidR="00582BDD" w:rsidRPr="00694D71" w:rsidRDefault="00B058E0" w:rsidP="00C5349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IE"/>
              </w:rPr>
            </w:pPr>
            <w:r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="00C53493" w:rsidRPr="002F32D2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ELSE /*/Consignment/HouseConsignment/Consignee = "O"</w:t>
            </w:r>
          </w:p>
          <w:p w14:paraId="4C0ED417" w14:textId="77777777" w:rsidR="00B058E0" w:rsidRDefault="00B058E0" w:rsidP="009863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IE"/>
              </w:rPr>
            </w:pPr>
          </w:p>
          <w:p w14:paraId="0B8664F8" w14:textId="01F917B3" w:rsidR="0098632C" w:rsidRPr="00470105" w:rsidRDefault="0098632C" w:rsidP="0098632C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en-IE"/>
              </w:rPr>
            </w:pPr>
            <w:r w:rsidRPr="00470105"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  <w:u w:val="single"/>
                <w:lang w:val="en-IE"/>
              </w:rPr>
              <w:t>Functional Description:</w:t>
            </w:r>
          </w:p>
          <w:p w14:paraId="09FFA79D" w14:textId="59D29544" w:rsidR="00582BDD" w:rsidRPr="00470105" w:rsidRDefault="00582BDD" w:rsidP="00582BDD">
            <w:pPr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</w:pPr>
            <w:r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lastRenderedPageBreak/>
              <w:t xml:space="preserve">IF &lt;TRANSIT OPERATION.Security&gt; is in SET {1, 3} </w:t>
            </w:r>
            <w:r w:rsidRPr="00470105">
              <w:rPr>
                <w:rStyle w:val="fontstyle01"/>
                <w:rFonts w:asciiTheme="minorHAnsi" w:hAnsiTheme="minorHAnsi" w:cstheme="minorHAnsi"/>
                <w:b/>
                <w:bCs/>
                <w:i/>
                <w:iCs/>
                <w:color w:val="00B0F0"/>
                <w:sz w:val="20"/>
                <w:szCs w:val="20"/>
                <w:highlight w:val="yellow"/>
              </w:rPr>
              <w:t>AND the first two characters of &lt;CUSTOMS OFFICE OF</w:t>
            </w:r>
            <w:r w:rsidR="00B058E0" w:rsidRPr="00470105">
              <w:rPr>
                <w:rStyle w:val="fontstyle01"/>
                <w:rFonts w:asciiTheme="minorHAnsi" w:hAnsiTheme="minorHAnsi" w:cstheme="minorHAnsi"/>
                <w:b/>
                <w:bCs/>
                <w:i/>
                <w:iCs/>
                <w:color w:val="00B0F0"/>
                <w:sz w:val="20"/>
                <w:szCs w:val="20"/>
                <w:highlight w:val="yellow"/>
              </w:rPr>
              <w:t xml:space="preserve"> </w:t>
            </w:r>
            <w:r w:rsidRPr="00470105">
              <w:rPr>
                <w:rStyle w:val="fontstyle01"/>
                <w:rFonts w:asciiTheme="minorHAnsi" w:hAnsiTheme="minorHAnsi" w:cstheme="minorHAnsi"/>
                <w:b/>
                <w:bCs/>
                <w:i/>
                <w:iCs/>
                <w:color w:val="00B0F0"/>
                <w:sz w:val="20"/>
                <w:szCs w:val="20"/>
                <w:highlight w:val="yellow"/>
              </w:rPr>
              <w:t>DEPARTURE.Reference Number&gt; is in SET CL267 (CountryCodesOptin)</w:t>
            </w:r>
          </w:p>
          <w:p w14:paraId="48B85C25" w14:textId="0B3118AF" w:rsidR="00694D71" w:rsidRPr="00470105" w:rsidRDefault="00582BDD" w:rsidP="00694D71">
            <w:pPr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</w:pPr>
            <w:r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 xml:space="preserve">THEN </w:t>
            </w:r>
            <w:r w:rsidR="00694D71"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>IF &lt;</w:t>
            </w:r>
            <w:r w:rsidR="00694D71" w:rsidRPr="00470105">
              <w:rPr>
                <w:rStyle w:val="fontstyle01"/>
                <w:rFonts w:asciiTheme="minorHAnsi" w:hAnsiTheme="minorHAnsi" w:cstheme="minorHAnsi"/>
                <w:b/>
                <w:bCs/>
                <w:i/>
                <w:iCs/>
                <w:color w:val="00B0F0"/>
                <w:sz w:val="20"/>
                <w:szCs w:val="20"/>
                <w:highlight w:val="yellow"/>
              </w:rPr>
              <w:t>CCA29D</w:t>
            </w:r>
            <w:r w:rsidR="00694D71"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 xml:space="preserve"> - TRANSIT OPERATION.Specific circumstance indicator&gt; is EQUAL to ' F34'</w:t>
            </w:r>
          </w:p>
          <w:p w14:paraId="04C9A4D3" w14:textId="6F1E3BAA" w:rsidR="00694D71" w:rsidRPr="00470105" w:rsidRDefault="00B058E0" w:rsidP="00694D71">
            <w:pPr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</w:pPr>
            <w:r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</w:rPr>
              <w:tab/>
            </w:r>
            <w:r w:rsidR="00694D71"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 xml:space="preserve">THEN &lt;CONSIGNMENT - CONSIGNEE&gt; = "N" AND &lt;CONSIGNMENT </w:t>
            </w:r>
            <w:r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>–</w:t>
            </w:r>
            <w:r w:rsidR="00694D71"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 xml:space="preserve"> HOUSE</w:t>
            </w:r>
            <w:r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 xml:space="preserve"> </w:t>
            </w:r>
            <w:r w:rsidR="00694D71"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>CONSIGNMENT -</w:t>
            </w:r>
            <w:r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</w:rPr>
              <w:tab/>
            </w:r>
            <w:r w:rsidR="00694D71"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>CONSIGNEE&gt; = "R"</w:t>
            </w:r>
          </w:p>
          <w:p w14:paraId="08C6484C" w14:textId="71590246" w:rsidR="00694D71" w:rsidRPr="00470105" w:rsidRDefault="00B058E0" w:rsidP="00694D71">
            <w:pPr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</w:pPr>
            <w:r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</w:rPr>
              <w:tab/>
            </w:r>
            <w:r w:rsidR="00694D71"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 xml:space="preserve">ELSE &lt;CONSIGNMENT - CONSIGNEE&gt; = "R" AND &lt;CONSIGNMENT </w:t>
            </w:r>
            <w:r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>–</w:t>
            </w:r>
            <w:r w:rsidR="00694D71"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 xml:space="preserve"> HOUSE</w:t>
            </w:r>
            <w:r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 xml:space="preserve"> </w:t>
            </w:r>
            <w:r w:rsidR="00694D71"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 xml:space="preserve">CONSIGNMENT - </w:t>
            </w:r>
            <w:r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</w:rPr>
              <w:tab/>
            </w:r>
            <w:r w:rsidR="00694D71"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>CONSIGNEE&gt; = "N"</w:t>
            </w:r>
          </w:p>
          <w:p w14:paraId="39D036EB" w14:textId="77777777" w:rsidR="00694D71" w:rsidRPr="00B058E0" w:rsidRDefault="00694D71" w:rsidP="00694D71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 xml:space="preserve">ELSE </w:t>
            </w:r>
            <w:r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IF &lt;CONSIGNMENT.Country of destination&gt; is in SET CL009 (CountryCodesCommonTransit)</w:t>
            </w:r>
          </w:p>
          <w:p w14:paraId="03D7AEC4" w14:textId="77777777" w:rsidR="00694D71" w:rsidRPr="00B058E0" w:rsidRDefault="00694D71" w:rsidP="00694D71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THEN IF &lt;CONSIGNMENT-CONSIGNEE&gt; is PRESENT</w:t>
            </w:r>
          </w:p>
          <w:p w14:paraId="04583D12" w14:textId="087B765F" w:rsidR="00694D71" w:rsidRPr="00B058E0" w:rsidRDefault="00941861" w:rsidP="00694D71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941861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="00694D71"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THEN &lt;CONSIGNMENT-HOUSE CONSIGNMENT-CONSIGNEE&gt; = "N"</w:t>
            </w:r>
          </w:p>
          <w:p w14:paraId="482B80EE" w14:textId="4C246681" w:rsidR="00694D71" w:rsidRPr="00B058E0" w:rsidRDefault="00941861" w:rsidP="00694D71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941861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="00694D71"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ELSE &lt;CONSIGNMENT-HOUSE CONSIGNMENT-CONSIGNEE&gt; ="R"</w:t>
            </w:r>
          </w:p>
          <w:p w14:paraId="47FDF670" w14:textId="77777777" w:rsidR="00694D71" w:rsidRPr="00B058E0" w:rsidRDefault="00694D71" w:rsidP="00694D71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ELSE IF at least one iteration of &lt;CONSIGNMENT-HOUSE CONSIGNMENT.Country of destination&gt;</w:t>
            </w:r>
          </w:p>
          <w:p w14:paraId="74E40791" w14:textId="77777777" w:rsidR="00694D71" w:rsidRPr="00B058E0" w:rsidRDefault="00694D71" w:rsidP="00694D71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is in SET CL009 (CountryCodesCommonTransit)</w:t>
            </w:r>
          </w:p>
          <w:p w14:paraId="6B03408E" w14:textId="77777777" w:rsidR="00694D71" w:rsidRPr="00B058E0" w:rsidRDefault="00694D71" w:rsidP="00694D71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THEN IF &lt;CONSIGNMENT-CONSIGNEE&gt; is PRESENT</w:t>
            </w:r>
          </w:p>
          <w:p w14:paraId="76D08397" w14:textId="00C87569" w:rsidR="00694D71" w:rsidRPr="00B058E0" w:rsidRDefault="00941861" w:rsidP="00694D71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941861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="00694D71"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THEN &lt;CONSIGNMENT-HOUSE CONSIGNMENT-CONSIGNEE&gt;= "N"</w:t>
            </w:r>
          </w:p>
          <w:p w14:paraId="3621028B" w14:textId="207BAE28" w:rsidR="00694D71" w:rsidRPr="00B058E0" w:rsidRDefault="00941861" w:rsidP="00694D71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941861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="00694D71"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ELSE &lt;CONSIGNMENT-HOUSE CONSIGNMENT-CONSIGNEE&gt;= "R" for THIS House</w:t>
            </w:r>
            <w: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="00694D71"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Consignment</w:t>
            </w:r>
          </w:p>
          <w:p w14:paraId="48FC87D3" w14:textId="453E4671" w:rsidR="00694D71" w:rsidRPr="00B058E0" w:rsidRDefault="00694D71" w:rsidP="00694D71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ELSE IF at least one iteration of</w:t>
            </w:r>
            <w:r w:rsidR="00941861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&lt;CONSIGNMENT-HOUSE CONSIGNMENT-CONSIGNMENT ITEM.Country of destination is in SET</w:t>
            </w:r>
            <w:r w:rsidR="00941861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CL009 (CountryCodesCommonTransit)</w:t>
            </w:r>
          </w:p>
          <w:p w14:paraId="1AF37C9A" w14:textId="77777777" w:rsidR="00694D71" w:rsidRPr="00B058E0" w:rsidRDefault="00694D71" w:rsidP="00694D71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THEN IF &lt;CONSIGNMENT-CONSIGNEE&gt; is PRESENT</w:t>
            </w:r>
          </w:p>
          <w:p w14:paraId="09FFD659" w14:textId="71CADFEE" w:rsidR="00694D71" w:rsidRPr="00B058E0" w:rsidRDefault="00941861" w:rsidP="00694D71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941861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="00694D71"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THEN &lt;CONSIGNMENT-HOUSE CONSIGNMENT-CONSIGNEE&gt;= "N"</w:t>
            </w:r>
          </w:p>
          <w:p w14:paraId="35166A68" w14:textId="46EBAD74" w:rsidR="00694D71" w:rsidRPr="00B058E0" w:rsidRDefault="00941861" w:rsidP="00694D71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941861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="00694D71"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ELSE &lt;CONSIGNMENT-HOUSE CONSIGNMENT-CONSIGNEE&gt;= "R" for THIS House</w:t>
            </w:r>
            <w: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="00694D71"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 xml:space="preserve">Consignment that </w:t>
            </w:r>
            <w:r w:rsidRPr="00941861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="00694D71"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includes THIS Consignment Item</w:t>
            </w:r>
          </w:p>
          <w:p w14:paraId="37FCF49E" w14:textId="77777777" w:rsidR="00694D71" w:rsidRPr="00B058E0" w:rsidRDefault="00694D71" w:rsidP="00694D71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ELSE IF &lt;TRANSIT OPERATION.Security&gt; is in SET {0,1} EQUAL to '0'</w:t>
            </w:r>
          </w:p>
          <w:p w14:paraId="7E412D42" w14:textId="77777777" w:rsidR="00694D71" w:rsidRPr="00B058E0" w:rsidRDefault="00694D71" w:rsidP="00694D71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THEN IF &lt;CONSIGNMENT-CONSIGNEE&gt; is PRESENT</w:t>
            </w:r>
          </w:p>
          <w:p w14:paraId="25723158" w14:textId="322F78CE" w:rsidR="00694D71" w:rsidRPr="00B058E0" w:rsidRDefault="00941861" w:rsidP="00694D71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941861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="00694D71"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THEN &lt;CONSIGNMENT-HOUSE CONSIGNMENT-CONSIGNEE&gt; = "N"</w:t>
            </w:r>
          </w:p>
          <w:p w14:paraId="28DBB3E5" w14:textId="71CE532C" w:rsidR="00694D71" w:rsidRPr="00B058E0" w:rsidRDefault="00941861" w:rsidP="00694D71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941861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="00694D71"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ELSE &lt;CONSIGNMENT-HOUSE CONSIGNMENT -CONSIGNEE&gt;= "O"</w:t>
            </w:r>
          </w:p>
          <w:p w14:paraId="4B4B475A" w14:textId="7DEA5D85" w:rsidR="00694D71" w:rsidRPr="00B058E0" w:rsidRDefault="00694D71" w:rsidP="00694D71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ELSE IF at least one instance of &lt;CONSIGNMENT-ADDITIONAL INFORMATION.Code&gt; is EQUAL to</w:t>
            </w:r>
            <w:r w:rsidR="00941861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'30600'</w:t>
            </w:r>
          </w:p>
          <w:p w14:paraId="07D3ECBF" w14:textId="42C8B79A" w:rsidR="00694D71" w:rsidRPr="00B058E0" w:rsidRDefault="00D208E8" w:rsidP="00694D71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D208E8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="00694D71"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THEN &lt;CONSIGNMENT-CONSIGNEE&gt; = "N" AND THIS &lt;CONSIGNMENT-HOUSE</w:t>
            </w:r>
            <w:r w:rsidR="00941861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="00694D71"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CONSIGNMENT-</w:t>
            </w:r>
            <w:r w:rsidRPr="00D208E8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="00694D71"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CONSIGNEE&gt; = "N"</w:t>
            </w:r>
          </w:p>
          <w:p w14:paraId="49986A7C" w14:textId="711EFAF6" w:rsidR="00694D71" w:rsidRPr="00B058E0" w:rsidRDefault="00694D71" w:rsidP="00694D71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ELSE IF at least one instance of  &lt;CONSIGNMENT-HOUSE CONSIGNMENT- ADDITIONAL</w:t>
            </w:r>
            <w:r w:rsidR="00D208E8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INFORMATION.Code&gt; is EQUAL to '</w:t>
            </w:r>
            <w:proofErr w:type="gramStart"/>
            <w:r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30600'</w:t>
            </w:r>
            <w:proofErr w:type="gramEnd"/>
          </w:p>
          <w:p w14:paraId="036836D3" w14:textId="3B6AAB05" w:rsidR="00694D71" w:rsidRPr="00B058E0" w:rsidRDefault="00D208E8" w:rsidP="00694D71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D208E8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="00694D71"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THEN &lt;CONSIGNMENT-CONSIGNEE&gt; = "N" AND THIS &lt;CONSIGNMENT-HOUSE</w:t>
            </w:r>
            <w: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="00694D71"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CONSIGNMENT-</w:t>
            </w:r>
            <w:r w:rsidRPr="00D208E8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="00694D71"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CONSIGNEE&gt; = "N"</w:t>
            </w:r>
          </w:p>
          <w:p w14:paraId="500BEA48" w14:textId="77777777" w:rsidR="00694D71" w:rsidRPr="00B058E0" w:rsidRDefault="00694D71" w:rsidP="00694D71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ELSE IF &lt;CONSIGNMENT-CONSIGNEE&gt; is PRESENT</w:t>
            </w:r>
          </w:p>
          <w:p w14:paraId="7427BDBF" w14:textId="6DEBCC4C" w:rsidR="00694D71" w:rsidRPr="00B058E0" w:rsidRDefault="00D208E8" w:rsidP="00694D71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D208E8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="00694D71"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THEN &lt;CONSIGNMENT-HOUSE CONSIGNMENT-CONSIGNEE&gt; = "N"</w:t>
            </w:r>
          </w:p>
          <w:p w14:paraId="04F4929E" w14:textId="290EC52C" w:rsidR="00582BDD" w:rsidRPr="00B058E0" w:rsidRDefault="00D208E8" w:rsidP="00694D71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 w:rsidRPr="00D208E8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</w:rPr>
              <w:tab/>
            </w:r>
            <w:r w:rsidR="00694D71" w:rsidRPr="00B058E0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  <w:t>ELSE &lt;CONSIGNMENT-HOUSE CONSIGNMENT-CONSIGNEE&gt;= "O"</w:t>
            </w:r>
          </w:p>
          <w:p w14:paraId="3E39B346" w14:textId="77777777" w:rsidR="00582BDD" w:rsidRPr="00710C2D" w:rsidRDefault="00582BDD" w:rsidP="00582BDD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</w:p>
          <w:p w14:paraId="19153400" w14:textId="77777777" w:rsidR="00296EF2" w:rsidRPr="00B97B0F" w:rsidRDefault="00296EF2" w:rsidP="00296EF2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14:paraId="1760D717" w14:textId="04648BF7" w:rsidR="00296EF2" w:rsidRPr="00DD4C75" w:rsidRDefault="0031516B" w:rsidP="00296EF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DD4C75" w:rsidRPr="00DD4C75">
              <w:rPr>
                <w:rFonts w:asciiTheme="minorHAnsi" w:hAnsiTheme="minorHAnsi" w:cstheme="minorHAnsi"/>
                <w:sz w:val="22"/>
                <w:szCs w:val="22"/>
              </w:rPr>
              <w:t>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is</w:t>
            </w:r>
            <w:r w:rsidR="00DD4C75" w:rsidRPr="00DD4C75">
              <w:rPr>
                <w:rFonts w:asciiTheme="minorHAnsi" w:hAnsiTheme="minorHAnsi" w:cstheme="minorHAnsi"/>
                <w:sz w:val="22"/>
                <w:szCs w:val="22"/>
              </w:rPr>
              <w:t xml:space="preserve"> new condition C0018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shall </w:t>
            </w:r>
            <w:r w:rsidR="00DD4C75" w:rsidRPr="00DD4C75">
              <w:rPr>
                <w:rFonts w:asciiTheme="minorHAnsi" w:hAnsiTheme="minorHAnsi" w:cstheme="minorHAnsi"/>
                <w:sz w:val="22"/>
                <w:szCs w:val="22"/>
              </w:rPr>
              <w:t xml:space="preserve">be validated </w:t>
            </w:r>
            <w:r w:rsidRPr="004701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ONLY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D4C75" w:rsidRPr="00DD4C75">
              <w:rPr>
                <w:rFonts w:asciiTheme="minorHAnsi" w:hAnsiTheme="minorHAnsi" w:cstheme="minorHAnsi"/>
                <w:sz w:val="22"/>
                <w:szCs w:val="22"/>
              </w:rPr>
              <w:t xml:space="preserve">by the sender of the message, as it requires a view on the content of CCA29D (if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it </w:t>
            </w:r>
            <w:r w:rsidR="00DD4C75" w:rsidRPr="00DD4C75">
              <w:rPr>
                <w:rFonts w:asciiTheme="minorHAnsi" w:hAnsiTheme="minorHAnsi" w:cstheme="minorHAnsi"/>
                <w:sz w:val="22"/>
                <w:szCs w:val="22"/>
              </w:rPr>
              <w:t>exists). Therefore, Appendix K will have the following values for</w:t>
            </w:r>
            <w:r w:rsidR="00296EF2" w:rsidRPr="00DD4C75">
              <w:rPr>
                <w:rFonts w:asciiTheme="minorHAnsi" w:hAnsiTheme="minorHAnsi" w:cstheme="minorHAnsi"/>
                <w:sz w:val="22"/>
                <w:szCs w:val="22"/>
              </w:rPr>
              <w:t xml:space="preserve"> the “Validated by</w:t>
            </w:r>
            <w:r w:rsidR="00DD4C75" w:rsidRPr="00DD4C75">
              <w:rPr>
                <w:rFonts w:asciiTheme="minorHAnsi" w:hAnsiTheme="minorHAnsi" w:cstheme="minorHAnsi"/>
                <w:sz w:val="22"/>
                <w:szCs w:val="22"/>
              </w:rPr>
              <w:t xml:space="preserve"> Sender” and “Validated by</w:t>
            </w:r>
            <w:r w:rsidR="00296EF2" w:rsidRPr="00DD4C75">
              <w:rPr>
                <w:rFonts w:asciiTheme="minorHAnsi" w:hAnsiTheme="minorHAnsi" w:cstheme="minorHAnsi"/>
                <w:sz w:val="22"/>
                <w:szCs w:val="22"/>
              </w:rPr>
              <w:t xml:space="preserve"> Recipient”</w:t>
            </w:r>
            <w:r w:rsidR="00AC7677">
              <w:rPr>
                <w:rFonts w:asciiTheme="minorHAnsi" w:hAnsiTheme="minorHAnsi" w:cstheme="minorHAnsi"/>
                <w:sz w:val="22"/>
                <w:szCs w:val="22"/>
              </w:rPr>
              <w:t xml:space="preserve"> for messages </w:t>
            </w:r>
            <w:r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CD001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="00AC7677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CD003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="00AC7677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CD038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="00AC7677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CD050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="00AC7677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CD115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="00AC7677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CD160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="00AC7677"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CD165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="00DD4C75" w:rsidRPr="00DD4C75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296EF2" w:rsidRPr="00DD4C7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FE97595" w14:textId="77777777" w:rsidR="00296EF2" w:rsidRDefault="00296EF2" w:rsidP="00F10886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</w:p>
          <w:p w14:paraId="4184DC5E" w14:textId="2020DFDA" w:rsidR="002C0C29" w:rsidRPr="00710C2D" w:rsidRDefault="002C0C29" w:rsidP="00F10886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</w:p>
          <w:tbl>
            <w:tblPr>
              <w:tblW w:w="4076" w:type="pct"/>
              <w:jc w:val="center"/>
              <w:tblBorders>
                <w:top w:val="single" w:sz="4" w:space="0" w:color="8EA9DB"/>
                <w:left w:val="single" w:sz="4" w:space="0" w:color="8EA9DB"/>
                <w:bottom w:val="single" w:sz="4" w:space="0" w:color="8EA9DB"/>
                <w:right w:val="single" w:sz="4" w:space="0" w:color="8EA9DB"/>
                <w:insideH w:val="single" w:sz="4" w:space="0" w:color="8EA9DB"/>
              </w:tblBorders>
              <w:tblLook w:val="04A0" w:firstRow="1" w:lastRow="0" w:firstColumn="1" w:lastColumn="0" w:noHBand="0" w:noVBand="1"/>
            </w:tblPr>
            <w:tblGrid>
              <w:gridCol w:w="4657"/>
              <w:gridCol w:w="1519"/>
              <w:gridCol w:w="1471"/>
            </w:tblGrid>
            <w:tr w:rsidR="009C4A0F" w:rsidRPr="00710C2D" w14:paraId="2958FA3A" w14:textId="77777777" w:rsidTr="00DD4C75">
              <w:trPr>
                <w:trHeight w:val="528"/>
                <w:jc w:val="center"/>
              </w:trPr>
              <w:tc>
                <w:tcPr>
                  <w:tcW w:w="3045" w:type="pct"/>
                  <w:tcBorders>
                    <w:right w:val="single" w:sz="4" w:space="0" w:color="8EA9DB"/>
                  </w:tcBorders>
                  <w:shd w:val="clear" w:color="auto" w:fill="8DB3E2" w:themeFill="text2" w:themeFillTint="66"/>
                  <w:vAlign w:val="center"/>
                </w:tcPr>
                <w:p w14:paraId="2757821A" w14:textId="77777777" w:rsidR="009C4A0F" w:rsidRPr="00DD4C75" w:rsidRDefault="009C4A0F" w:rsidP="00DD4C75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highlight w:val="yellow"/>
                      <w:lang w:val="en-IE"/>
                    </w:rPr>
                  </w:pPr>
                  <w:r w:rsidRPr="00DD4C75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highlight w:val="yellow"/>
                      <w:lang w:val="en-IE"/>
                    </w:rPr>
                    <w:t>TMS Path</w:t>
                  </w:r>
                </w:p>
              </w:tc>
              <w:tc>
                <w:tcPr>
                  <w:tcW w:w="993" w:type="pct"/>
                  <w:tcBorders>
                    <w:left w:val="single" w:sz="4" w:space="0" w:color="8EA9DB"/>
                    <w:right w:val="single" w:sz="4" w:space="0" w:color="8EA9DB"/>
                  </w:tcBorders>
                  <w:shd w:val="clear" w:color="auto" w:fill="8DB3E2" w:themeFill="text2" w:themeFillTint="66"/>
                </w:tcPr>
                <w:p w14:paraId="6326E354" w14:textId="77777777" w:rsidR="009C4A0F" w:rsidRPr="00DD4C75" w:rsidRDefault="009C4A0F" w:rsidP="009C4A0F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highlight w:val="yellow"/>
                      <w:lang w:val="en-IE"/>
                    </w:rPr>
                  </w:pPr>
                  <w:r w:rsidRPr="00DD4C75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highlight w:val="yellow"/>
                      <w:lang w:val="en-IE"/>
                    </w:rPr>
                    <w:t>Validated by Sender</w:t>
                  </w:r>
                </w:p>
              </w:tc>
              <w:tc>
                <w:tcPr>
                  <w:tcW w:w="962" w:type="pct"/>
                  <w:tcBorders>
                    <w:left w:val="single" w:sz="4" w:space="0" w:color="8EA9DB"/>
                  </w:tcBorders>
                  <w:shd w:val="clear" w:color="auto" w:fill="8DB3E2" w:themeFill="text2" w:themeFillTint="66"/>
                </w:tcPr>
                <w:p w14:paraId="65EBFD15" w14:textId="77777777" w:rsidR="009C4A0F" w:rsidRPr="00DD4C75" w:rsidRDefault="009C4A0F" w:rsidP="009C4A0F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highlight w:val="yellow"/>
                      <w:lang w:val="en-IE"/>
                    </w:rPr>
                  </w:pPr>
                  <w:r w:rsidRPr="00DD4C75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highlight w:val="yellow"/>
                      <w:lang w:val="en-IE"/>
                    </w:rPr>
                    <w:t>Validated by Recipient</w:t>
                  </w:r>
                </w:p>
              </w:tc>
            </w:tr>
            <w:tr w:rsidR="009C4A0F" w:rsidRPr="00710C2D" w14:paraId="5559C31E" w14:textId="77777777" w:rsidTr="00950653">
              <w:trPr>
                <w:trHeight w:val="528"/>
                <w:jc w:val="center"/>
              </w:trPr>
              <w:tc>
                <w:tcPr>
                  <w:tcW w:w="3045" w:type="pct"/>
                  <w:shd w:val="clear" w:color="auto" w:fill="auto"/>
                  <w:vAlign w:val="center"/>
                  <w:hideMark/>
                </w:tcPr>
                <w:p w14:paraId="5584569D" w14:textId="77777777" w:rsidR="009C4A0F" w:rsidRPr="00DD4C75" w:rsidRDefault="009C4A0F" w:rsidP="009C4A0F">
                  <w:pPr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highlight w:val="yellow"/>
                      <w:lang w:val="en-IE"/>
                    </w:rPr>
                  </w:pPr>
                  <w:r w:rsidRPr="00DD4C75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highlight w:val="yellow"/>
                    </w:rPr>
                    <w:t>MESSAGE / CONSIGNMENT / CONSIGNEE</w:t>
                  </w:r>
                </w:p>
              </w:tc>
              <w:tc>
                <w:tcPr>
                  <w:tcW w:w="993" w:type="pct"/>
                  <w:shd w:val="clear" w:color="auto" w:fill="auto"/>
                  <w:vAlign w:val="center"/>
                  <w:hideMark/>
                </w:tcPr>
                <w:p w14:paraId="50FBB32E" w14:textId="77777777" w:rsidR="009C4A0F" w:rsidRPr="00DD4C75" w:rsidRDefault="009C4A0F" w:rsidP="009C4A0F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highlight w:val="yellow"/>
                      <w:lang w:val="en-IE"/>
                    </w:rPr>
                  </w:pPr>
                  <w:r w:rsidRPr="00DD4C75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highlight w:val="yellow"/>
                      <w:lang w:val="en-IE"/>
                    </w:rPr>
                    <w:t>R</w:t>
                  </w:r>
                </w:p>
              </w:tc>
              <w:tc>
                <w:tcPr>
                  <w:tcW w:w="962" w:type="pct"/>
                  <w:shd w:val="clear" w:color="auto" w:fill="auto"/>
                  <w:vAlign w:val="center"/>
                  <w:hideMark/>
                </w:tcPr>
                <w:p w14:paraId="6315C5FF" w14:textId="5B269EC5" w:rsidR="009C4A0F" w:rsidRPr="00DD4C75" w:rsidRDefault="00827BCD" w:rsidP="009C4A0F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trike/>
                      <w:sz w:val="20"/>
                      <w:szCs w:val="20"/>
                      <w:highlight w:val="yellow"/>
                      <w:lang w:val="en-IE"/>
                    </w:rPr>
                  </w:pPr>
                  <w:r w:rsidRPr="00DD4C75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highlight w:val="yellow"/>
                      <w:lang w:val="en-IE"/>
                    </w:rPr>
                    <w:t>N</w:t>
                  </w:r>
                </w:p>
              </w:tc>
            </w:tr>
            <w:tr w:rsidR="009C4A0F" w:rsidRPr="00B97B0F" w14:paraId="5AD8B5B8" w14:textId="77777777" w:rsidTr="00950653">
              <w:trPr>
                <w:trHeight w:val="528"/>
                <w:jc w:val="center"/>
              </w:trPr>
              <w:tc>
                <w:tcPr>
                  <w:tcW w:w="3045" w:type="pct"/>
                  <w:shd w:val="clear" w:color="D9E1F2" w:fill="D9E1F2"/>
                  <w:vAlign w:val="center"/>
                  <w:hideMark/>
                </w:tcPr>
                <w:p w14:paraId="6F9F3CEC" w14:textId="77777777" w:rsidR="009C4A0F" w:rsidRPr="00DD4C75" w:rsidRDefault="009C4A0F" w:rsidP="009C4A0F">
                  <w:pPr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highlight w:val="yellow"/>
                      <w:lang w:val="en-IE"/>
                    </w:rPr>
                  </w:pPr>
                  <w:r w:rsidRPr="00DD4C75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highlight w:val="yellow"/>
                    </w:rPr>
                    <w:t>MESSAGE / CONSIGNMENT / HOUSE CONSIGNMENT / CONSIGNEE</w:t>
                  </w:r>
                </w:p>
              </w:tc>
              <w:tc>
                <w:tcPr>
                  <w:tcW w:w="993" w:type="pct"/>
                  <w:shd w:val="clear" w:color="D9E1F2" w:fill="D9E1F2"/>
                  <w:vAlign w:val="center"/>
                  <w:hideMark/>
                </w:tcPr>
                <w:p w14:paraId="4AF12092" w14:textId="77777777" w:rsidR="009C4A0F" w:rsidRPr="00DD4C75" w:rsidRDefault="009C4A0F" w:rsidP="009C4A0F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highlight w:val="yellow"/>
                      <w:lang w:val="en-US"/>
                    </w:rPr>
                  </w:pPr>
                  <w:r w:rsidRPr="00DD4C75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highlight w:val="yellow"/>
                      <w:lang w:val="en-US"/>
                    </w:rPr>
                    <w:t>R</w:t>
                  </w:r>
                </w:p>
              </w:tc>
              <w:tc>
                <w:tcPr>
                  <w:tcW w:w="962" w:type="pct"/>
                  <w:shd w:val="clear" w:color="D9E1F2" w:fill="D9E1F2"/>
                  <w:vAlign w:val="center"/>
                  <w:hideMark/>
                </w:tcPr>
                <w:p w14:paraId="1F7B5E2D" w14:textId="0347F412" w:rsidR="009C4A0F" w:rsidRPr="00DD4C75" w:rsidRDefault="00827BCD" w:rsidP="009C4A0F">
                  <w:pPr>
                    <w:jc w:val="center"/>
                    <w:rPr>
                      <w:rFonts w:asciiTheme="minorHAnsi" w:hAnsiTheme="minorHAnsi" w:cstheme="minorHAnsi"/>
                      <w:b/>
                      <w:bCs/>
                      <w:strike/>
                      <w:sz w:val="20"/>
                      <w:szCs w:val="20"/>
                      <w:highlight w:val="yellow"/>
                      <w:lang w:val="en-US"/>
                    </w:rPr>
                  </w:pPr>
                  <w:r w:rsidRPr="00DD4C75"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  <w:highlight w:val="yellow"/>
                      <w:lang w:val="en-US"/>
                    </w:rPr>
                    <w:t>N</w:t>
                  </w:r>
                </w:p>
              </w:tc>
            </w:tr>
          </w:tbl>
          <w:p w14:paraId="596DAB0C" w14:textId="77777777" w:rsidR="009D2410" w:rsidRDefault="009D2410" w:rsidP="001220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025B589" w14:textId="77777777" w:rsidR="009D2410" w:rsidRDefault="009D2410" w:rsidP="001220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BD124CF" w14:textId="77777777" w:rsidR="000B0DD2" w:rsidRDefault="000B0DD2" w:rsidP="001220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D38C57" w14:textId="77777777" w:rsidR="000B0DD2" w:rsidRDefault="000B0DD2" w:rsidP="001220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9526148" w14:textId="77777777" w:rsidR="000B0DD2" w:rsidRPr="00710C2D" w:rsidRDefault="000B0DD2" w:rsidP="0012207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3D61CA9" w14:textId="77777777" w:rsidR="00490795" w:rsidRPr="00710C2D" w:rsidRDefault="00490795" w:rsidP="0049079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710C2D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lastRenderedPageBreak/>
              <w:t>IMPACT ASSESSMENT:</w:t>
            </w:r>
            <w:r w:rsidRPr="00710C2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2632FB4C" w14:textId="33600A1F" w:rsidR="00490795" w:rsidRPr="00710C2D" w:rsidRDefault="00FA7126" w:rsidP="00C922B4">
            <w:pPr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IE"/>
              </w:rPr>
            </w:pPr>
            <w:r w:rsidRPr="00710C2D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This RFC proposal concerns changes in both Common and External Domain messages for the </w:t>
            </w:r>
            <w:r w:rsidRPr="00710C2D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lang w:val="en-IE"/>
              </w:rPr>
              <w:t>Opt-In</w:t>
            </w:r>
            <w:r w:rsidR="001A1853" w:rsidRPr="00710C2D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lang w:val="en-IE"/>
              </w:rPr>
              <w:t xml:space="preserve"> and Opt-out</w:t>
            </w:r>
            <w:r w:rsidRPr="00710C2D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lang w:val="en-IE"/>
              </w:rPr>
              <w:t xml:space="preserve"> NAs</w:t>
            </w:r>
            <w:r w:rsidR="00EB773C" w:rsidRPr="00710C2D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lang w:val="en-IE"/>
              </w:rPr>
              <w:t xml:space="preserve"> (please note that this change will have no impact on Opt-Out countries when the suffix C is re-introduced)</w:t>
            </w:r>
            <w:r w:rsidRPr="00710C2D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. </w:t>
            </w:r>
            <w:r w:rsidR="00DF58AF" w:rsidRPr="00710C2D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It is proposed to be implemented </w:t>
            </w:r>
            <w:r w:rsidR="00DF58AF" w:rsidRPr="00710C2D">
              <w:rPr>
                <w:rStyle w:val="normaltextrun"/>
                <w:rFonts w:asciiTheme="minorHAnsi" w:hAnsiTheme="minorHAnsi" w:cstheme="minorHAnsi"/>
                <w:b/>
                <w:sz w:val="20"/>
                <w:szCs w:val="20"/>
                <w:lang w:val="en-IE"/>
              </w:rPr>
              <w:t xml:space="preserve">before the start </w:t>
            </w:r>
            <w:r w:rsidR="00DF58AF" w:rsidRPr="00710C2D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of the </w:t>
            </w:r>
            <w:r w:rsidR="00DF58AF" w:rsidRPr="00710C2D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lang w:val="en-IE"/>
              </w:rPr>
              <w:t>NCTS-P6 operations (T-Ops)</w:t>
            </w:r>
            <w:r w:rsidR="00DF58AF" w:rsidRPr="00710C2D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 to avoid message rejections.</w:t>
            </w:r>
          </w:p>
          <w:p w14:paraId="289482F5" w14:textId="77777777" w:rsidR="00FA7126" w:rsidRPr="00710C2D" w:rsidRDefault="00FA7126" w:rsidP="00C922B4">
            <w:pPr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  <w:p w14:paraId="5006F4A7" w14:textId="5FA279B0" w:rsidR="004811BA" w:rsidRPr="00710C2D" w:rsidRDefault="004811BA" w:rsidP="004811BA">
            <w:pPr>
              <w:ind w:left="4816" w:hanging="4816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10C2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Proposed</w:t>
            </w:r>
            <w:r w:rsidRPr="00710C2D">
              <w:rPr>
                <w:rFonts w:asciiTheme="minorHAnsi" w:eastAsia="Calibri" w:hAnsiTheme="minorHAnsi" w:cstheme="minorHAnsi"/>
                <w:sz w:val="20"/>
                <w:szCs w:val="20"/>
              </w:rPr>
              <w:t> date of applicability in Operations (</w:t>
            </w:r>
            <w:r w:rsidRPr="00710C2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T-Ops</w:t>
            </w:r>
            <w:r w:rsidRPr="00710C2D">
              <w:rPr>
                <w:rFonts w:asciiTheme="minorHAnsi" w:eastAsia="Calibri" w:hAnsiTheme="minorHAnsi" w:cstheme="minorHAnsi"/>
                <w:sz w:val="20"/>
                <w:szCs w:val="20"/>
              </w:rPr>
              <w:t>):  Start of P6 operations (</w:t>
            </w:r>
            <w:r w:rsidR="00D55747" w:rsidRPr="00710C2D">
              <w:rPr>
                <w:rFonts w:asciiTheme="minorHAnsi" w:eastAsia="Calibri" w:hAnsiTheme="minorHAnsi" w:cstheme="minorHAnsi"/>
                <w:sz w:val="20"/>
                <w:szCs w:val="20"/>
              </w:rPr>
              <w:t>at earliest 01.0</w:t>
            </w:r>
            <w:r w:rsidR="007A2088" w:rsidRPr="00710C2D">
              <w:rPr>
                <w:rFonts w:asciiTheme="minorHAnsi" w:eastAsia="Calibri" w:hAnsiTheme="minorHAnsi" w:cstheme="minorHAnsi"/>
                <w:sz w:val="20"/>
                <w:szCs w:val="20"/>
              </w:rPr>
              <w:t>3</w:t>
            </w:r>
            <w:r w:rsidR="00D55747" w:rsidRPr="00710C2D">
              <w:rPr>
                <w:rFonts w:asciiTheme="minorHAnsi" w:eastAsia="Calibri" w:hAnsiTheme="minorHAnsi" w:cstheme="minorHAnsi"/>
                <w:sz w:val="20"/>
                <w:szCs w:val="20"/>
              </w:rPr>
              <w:t>.2025, at latest 01.09.2025</w:t>
            </w:r>
            <w:r w:rsidRPr="00710C2D">
              <w:rPr>
                <w:rFonts w:asciiTheme="minorHAnsi" w:eastAsia="Calibri" w:hAnsiTheme="minorHAnsi" w:cstheme="minorHAnsi"/>
                <w:sz w:val="20"/>
                <w:szCs w:val="20"/>
              </w:rPr>
              <w:t>)</w:t>
            </w:r>
          </w:p>
          <w:p w14:paraId="35E4888E" w14:textId="14B57350" w:rsidR="004811BA" w:rsidRPr="00710C2D" w:rsidRDefault="004811BA" w:rsidP="0064336C">
            <w:pPr>
              <w:ind w:left="4806" w:hanging="4806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10C2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Proposed</w:t>
            </w:r>
            <w:r w:rsidRPr="00710C2D">
              <w:rPr>
                <w:rFonts w:asciiTheme="minorHAnsi" w:eastAsia="Calibri" w:hAnsiTheme="minorHAnsi" w:cstheme="minorHAnsi"/>
                <w:sz w:val="20"/>
                <w:szCs w:val="20"/>
              </w:rPr>
              <w:t> date of applicability in CT (</w:t>
            </w:r>
            <w:r w:rsidRPr="00710C2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T-CT</w:t>
            </w:r>
            <w:r w:rsidRPr="00710C2D">
              <w:rPr>
                <w:rFonts w:asciiTheme="minorHAnsi" w:eastAsia="Calibri" w:hAnsiTheme="minorHAnsi" w:cstheme="minorHAnsi"/>
                <w:sz w:val="20"/>
                <w:szCs w:val="20"/>
              </w:rPr>
              <w:t>):                    Start of CT campaign (provisionally on 01.01.2024)</w:t>
            </w:r>
          </w:p>
          <w:p w14:paraId="1B578562" w14:textId="1BFE6C63" w:rsidR="004811BA" w:rsidRPr="00710C2D" w:rsidRDefault="004811BA" w:rsidP="004811BA">
            <w:pPr>
              <w:ind w:left="4816" w:hanging="4816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710C2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Expected</w:t>
            </w:r>
            <w:r w:rsidRPr="00710C2D">
              <w:rPr>
                <w:rFonts w:asciiTheme="minorHAnsi" w:eastAsia="Calibri" w:hAnsiTheme="minorHAnsi" w:cstheme="minorHAnsi"/>
                <w:sz w:val="20"/>
                <w:szCs w:val="20"/>
              </w:rPr>
              <w:t> date of approval by ECCG (</w:t>
            </w:r>
            <w:r w:rsidRPr="00710C2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T-CAB</w:t>
            </w:r>
            <w:r w:rsidRPr="00710C2D">
              <w:rPr>
                <w:rFonts w:asciiTheme="minorHAnsi" w:eastAsia="Calibri" w:hAnsiTheme="minorHAnsi" w:cstheme="minorHAnsi"/>
                <w:sz w:val="20"/>
                <w:szCs w:val="20"/>
              </w:rPr>
              <w:t>):                 </w:t>
            </w:r>
            <w:r w:rsidR="00CD46D1" w:rsidRPr="00710C2D">
              <w:rPr>
                <w:rFonts w:asciiTheme="minorHAnsi" w:eastAsia="Calibri" w:hAnsiTheme="minorHAnsi" w:cstheme="minorHAnsi"/>
                <w:sz w:val="20"/>
                <w:szCs w:val="20"/>
              </w:rPr>
              <w:t>Together with DDNTA-6.3.0</w:t>
            </w:r>
          </w:p>
          <w:p w14:paraId="063E0515" w14:textId="77777777" w:rsidR="006A20F3" w:rsidRPr="00710C2D" w:rsidRDefault="006A20F3" w:rsidP="003729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BA967BA" w14:textId="77777777" w:rsidR="00CD60A9" w:rsidRPr="00710C2D" w:rsidRDefault="00171200" w:rsidP="0037298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710C2D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Risk in case of non-implementation</w:t>
            </w:r>
            <w:r w:rsidR="0037298C" w:rsidRPr="00710C2D">
              <w:rPr>
                <w:rFonts w:asciiTheme="minorHAnsi" w:hAnsiTheme="minorHAnsi" w:cstheme="minorHAnsi"/>
                <w:sz w:val="20"/>
                <w:szCs w:val="20"/>
              </w:rPr>
              <w:t xml:space="preserve">: </w:t>
            </w:r>
          </w:p>
          <w:p w14:paraId="6E902775" w14:textId="342697E0" w:rsidR="000A39E9" w:rsidRPr="00710C2D" w:rsidRDefault="00292C96" w:rsidP="00FA7126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10C2D">
              <w:rPr>
                <w:rFonts w:asciiTheme="minorHAnsi" w:hAnsiTheme="minorHAnsi" w:cstheme="minorHAnsi"/>
                <w:sz w:val="20"/>
                <w:szCs w:val="20"/>
              </w:rPr>
              <w:t xml:space="preserve">Movements will be </w:t>
            </w:r>
            <w:proofErr w:type="gramStart"/>
            <w:r w:rsidRPr="00710C2D">
              <w:rPr>
                <w:rFonts w:asciiTheme="minorHAnsi" w:hAnsiTheme="minorHAnsi" w:cstheme="minorHAnsi"/>
                <w:sz w:val="20"/>
                <w:szCs w:val="20"/>
              </w:rPr>
              <w:t>blocked</w:t>
            </w:r>
            <w:proofErr w:type="gramEnd"/>
            <w:r w:rsidRPr="00710C2D">
              <w:rPr>
                <w:rFonts w:asciiTheme="minorHAnsi" w:hAnsiTheme="minorHAnsi" w:cstheme="minorHAnsi"/>
                <w:sz w:val="20"/>
                <w:szCs w:val="20"/>
              </w:rPr>
              <w:t xml:space="preserve"> and manual </w:t>
            </w:r>
            <w:r w:rsidR="00180961" w:rsidRPr="00710C2D">
              <w:rPr>
                <w:rFonts w:asciiTheme="minorHAnsi" w:hAnsiTheme="minorHAnsi" w:cstheme="minorHAnsi"/>
                <w:sz w:val="20"/>
                <w:szCs w:val="20"/>
              </w:rPr>
              <w:t>Business Continuity Plan (</w:t>
            </w:r>
            <w:r w:rsidRPr="00710C2D">
              <w:rPr>
                <w:rFonts w:asciiTheme="minorHAnsi" w:hAnsiTheme="minorHAnsi" w:cstheme="minorHAnsi"/>
                <w:sz w:val="20"/>
                <w:szCs w:val="20"/>
              </w:rPr>
              <w:t>BCP</w:t>
            </w:r>
            <w:r w:rsidR="00180961" w:rsidRPr="00710C2D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Pr="00710C2D">
              <w:rPr>
                <w:rFonts w:asciiTheme="minorHAnsi" w:hAnsiTheme="minorHAnsi" w:cstheme="minorHAnsi"/>
                <w:sz w:val="20"/>
                <w:szCs w:val="20"/>
              </w:rPr>
              <w:t xml:space="preserve"> would be required </w:t>
            </w:r>
            <w:r w:rsidR="0050394D" w:rsidRPr="00710C2D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CD60A9" w:rsidRPr="00710C2D">
              <w:rPr>
                <w:rFonts w:asciiTheme="minorHAnsi" w:hAnsiTheme="minorHAnsi" w:cstheme="minorHAnsi"/>
                <w:sz w:val="20"/>
                <w:szCs w:val="20"/>
              </w:rPr>
              <w:t xml:space="preserve">Common Domain messages will be rejected, because </w:t>
            </w:r>
            <w:r w:rsidR="004B3353" w:rsidRPr="00710C2D">
              <w:rPr>
                <w:rFonts w:asciiTheme="minorHAnsi" w:hAnsiTheme="minorHAnsi" w:cstheme="minorHAnsi"/>
                <w:sz w:val="20"/>
                <w:szCs w:val="20"/>
              </w:rPr>
              <w:t>C000</w:t>
            </w:r>
            <w:r w:rsidR="001A1853" w:rsidRPr="00710C2D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4B3353" w:rsidRPr="00710C2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0394D" w:rsidRPr="00710C2D">
              <w:rPr>
                <w:rFonts w:asciiTheme="minorHAnsi" w:hAnsiTheme="minorHAnsi" w:cstheme="minorHAnsi"/>
                <w:sz w:val="20"/>
                <w:szCs w:val="20"/>
              </w:rPr>
              <w:t>would be considered as broken)</w:t>
            </w:r>
            <w:r w:rsidR="00CD60A9" w:rsidRPr="00710C2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C308633" w14:textId="3A779B27" w:rsidR="00C922B4" w:rsidRPr="00710C2D" w:rsidRDefault="00C922B4" w:rsidP="005C7A7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B7A776C" w14:textId="6D9454B9" w:rsidR="004E7A18" w:rsidRPr="00710C2D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710C2D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en-GB"/>
              </w:rPr>
              <w:t>Impacted Messages:</w:t>
            </w:r>
            <w:r w:rsidRPr="00710C2D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</w:p>
          <w:p w14:paraId="074EBC91" w14:textId="76F73238" w:rsidR="008B5D34" w:rsidRPr="00710C2D" w:rsidRDefault="004758C6" w:rsidP="00FA7126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fr-FR"/>
              </w:rPr>
            </w:pPr>
            <w:r w:rsidRPr="00710C2D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>E</w:t>
            </w:r>
            <w:r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>x</w:t>
            </w:r>
            <w:r w:rsidRPr="00710C2D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>ternal</w:t>
            </w:r>
            <w:r w:rsidR="00A20065" w:rsidRPr="00710C2D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710C2D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>Domain:</w:t>
            </w:r>
            <w:r w:rsidR="00A20065" w:rsidRPr="00710C2D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 w:rsidR="005C7A7A" w:rsidRPr="00710C2D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fr-FR"/>
              </w:rPr>
              <w:t>CC013</w:t>
            </w:r>
            <w:r w:rsidR="00DD4C75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fr-FR"/>
              </w:rPr>
              <w:t>D</w:t>
            </w:r>
            <w:r w:rsidR="005C7A7A" w:rsidRPr="00710C2D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fr-FR"/>
              </w:rPr>
              <w:t>, CC015</w:t>
            </w:r>
            <w:r w:rsidR="00DD4C75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fr-FR"/>
              </w:rPr>
              <w:t>D</w:t>
            </w:r>
            <w:r w:rsidR="00CD60A9" w:rsidRPr="00710C2D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fr-FR"/>
              </w:rPr>
              <w:t>,</w:t>
            </w:r>
            <w:r w:rsidR="00D87D6D" w:rsidRPr="00710C2D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r w:rsidR="00D87D6D" w:rsidRPr="00840409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  <w:lang w:val="fr-FR"/>
              </w:rPr>
              <w:t>CC029</w:t>
            </w:r>
            <w:r w:rsidR="00DD4C75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  <w:lang w:val="fr-FR"/>
              </w:rPr>
              <w:t>D</w:t>
            </w:r>
            <w:r w:rsidR="00D87D6D" w:rsidRPr="00840409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  <w:lang w:val="fr-FR"/>
              </w:rPr>
              <w:t xml:space="preserve">, </w:t>
            </w:r>
            <w:r w:rsidR="00B7305F" w:rsidRPr="00840409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  <w:lang w:val="fr-FR"/>
              </w:rPr>
              <w:t>CC017</w:t>
            </w:r>
            <w:r w:rsidR="00DD4C75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  <w:lang w:val="fr-FR"/>
              </w:rPr>
              <w:t>D</w:t>
            </w:r>
            <w:r w:rsidR="00B7305F" w:rsidRPr="00840409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  <w:lang w:val="fr-FR"/>
              </w:rPr>
              <w:t xml:space="preserve">, </w:t>
            </w:r>
            <w:r w:rsidR="00D87D6D" w:rsidRPr="00840409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  <w:lang w:val="fr-FR"/>
              </w:rPr>
              <w:t>CC043</w:t>
            </w:r>
            <w:r w:rsidR="00DD4C75">
              <w:rPr>
                <w:rStyle w:val="normaltextrun"/>
                <w:rFonts w:asciiTheme="minorHAnsi" w:hAnsiTheme="minorHAnsi" w:cstheme="minorHAnsi"/>
                <w:color w:val="000000" w:themeColor="text1"/>
                <w:sz w:val="20"/>
                <w:szCs w:val="20"/>
                <w:lang w:val="fr-FR"/>
              </w:rPr>
              <w:t>D</w:t>
            </w:r>
            <w:r w:rsidR="00A61F72" w:rsidRPr="00710C2D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, </w:t>
            </w:r>
            <w:r w:rsidR="00A61F72" w:rsidRPr="00710C2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CCA13D, CCA15D, CCA29D</w:t>
            </w:r>
            <w:r w:rsidR="00CD60A9" w:rsidRPr="00710C2D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fr-FR"/>
              </w:rPr>
              <w:t>.</w:t>
            </w:r>
          </w:p>
          <w:p w14:paraId="78728000" w14:textId="0597FAA6" w:rsidR="005C7A7A" w:rsidRPr="00710C2D" w:rsidRDefault="00A20065" w:rsidP="00FA7126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IE"/>
              </w:rPr>
            </w:pPr>
            <w:r w:rsidRPr="00710C2D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lang w:val="en-IE"/>
              </w:rPr>
              <w:t>Common Domain:</w:t>
            </w:r>
            <w:r w:rsidRPr="00710C2D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 </w:t>
            </w:r>
            <w:r w:rsidR="005C7A7A" w:rsidRPr="00710C2D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IE"/>
              </w:rPr>
              <w:t>CD001</w:t>
            </w:r>
            <w:r w:rsidR="00DD4C75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IE"/>
              </w:rPr>
              <w:t>D</w:t>
            </w:r>
            <w:r w:rsidR="005C7A7A" w:rsidRPr="00710C2D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, </w:t>
            </w:r>
            <w:r w:rsidR="00C32BAF" w:rsidRPr="00710C2D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IE"/>
              </w:rPr>
              <w:t>CD003</w:t>
            </w:r>
            <w:r w:rsidR="00DD4C75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IE"/>
              </w:rPr>
              <w:t>D</w:t>
            </w:r>
            <w:r w:rsidR="005C7A7A" w:rsidRPr="00710C2D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, </w:t>
            </w:r>
            <w:r w:rsidR="00C32BAF" w:rsidRPr="00710C2D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IE"/>
              </w:rPr>
              <w:t>CD038</w:t>
            </w:r>
            <w:r w:rsidR="00DD4C75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IE"/>
              </w:rPr>
              <w:t>D</w:t>
            </w:r>
            <w:r w:rsidR="005C7A7A" w:rsidRPr="00710C2D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, </w:t>
            </w:r>
            <w:r w:rsidR="00C32BAF" w:rsidRPr="00710C2D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IE"/>
              </w:rPr>
              <w:t>CD050</w:t>
            </w:r>
            <w:r w:rsidR="00DD4C75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IE"/>
              </w:rPr>
              <w:t>D</w:t>
            </w:r>
            <w:r w:rsidR="005C7A7A" w:rsidRPr="00710C2D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, </w:t>
            </w:r>
            <w:r w:rsidR="00C32BAF" w:rsidRPr="00710C2D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IE"/>
              </w:rPr>
              <w:t>CD0115</w:t>
            </w:r>
            <w:r w:rsidR="00DD4C75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IE"/>
              </w:rPr>
              <w:t>D</w:t>
            </w:r>
            <w:r w:rsidR="005C7A7A" w:rsidRPr="00710C2D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, </w:t>
            </w:r>
            <w:r w:rsidR="00C32BAF" w:rsidRPr="00710C2D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IE"/>
              </w:rPr>
              <w:t>CD0160</w:t>
            </w:r>
            <w:r w:rsidR="00DD4C75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IE"/>
              </w:rPr>
              <w:t>D</w:t>
            </w:r>
            <w:r w:rsidR="005C7A7A" w:rsidRPr="00710C2D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IE"/>
              </w:rPr>
              <w:t xml:space="preserve">, </w:t>
            </w:r>
            <w:r w:rsidR="00C32BAF" w:rsidRPr="00710C2D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IE"/>
              </w:rPr>
              <w:t>CD0165</w:t>
            </w:r>
            <w:r w:rsidR="00DD4C75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IE"/>
              </w:rPr>
              <w:t>D</w:t>
            </w:r>
            <w:r w:rsidR="00A61F72" w:rsidRPr="00710C2D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bg-BG"/>
              </w:rPr>
              <w:t xml:space="preserve">, </w:t>
            </w:r>
            <w:r w:rsidR="00A61F72" w:rsidRPr="00710C2D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CDA13D, CDA15D</w:t>
            </w:r>
            <w:r w:rsidR="00165894" w:rsidRPr="00710C2D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IE"/>
              </w:rPr>
              <w:t>.</w:t>
            </w:r>
          </w:p>
          <w:p w14:paraId="200B4ACC" w14:textId="77777777" w:rsidR="00D10C34" w:rsidRPr="00710C2D" w:rsidRDefault="00D10C34" w:rsidP="00C922B4">
            <w:pPr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IE"/>
              </w:rPr>
            </w:pPr>
          </w:p>
          <w:p w14:paraId="19608C21" w14:textId="20197729" w:rsidR="00C922B4" w:rsidRPr="00710C2D" w:rsidRDefault="00C922B4" w:rsidP="00C922B4">
            <w:pPr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710C2D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Impacted Rules, Conditions &amp; BRTs etc.: </w:t>
            </w:r>
          </w:p>
          <w:p w14:paraId="523A3F25" w14:textId="51A92196" w:rsidR="00FA7126" w:rsidRPr="00710C2D" w:rsidRDefault="00FA7126" w:rsidP="00FA7126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10C2D">
              <w:rPr>
                <w:rFonts w:asciiTheme="minorHAnsi" w:hAnsiTheme="minorHAnsi" w:cstheme="minorHAnsi"/>
                <w:sz w:val="20"/>
                <w:szCs w:val="20"/>
              </w:rPr>
              <w:t>C0003</w:t>
            </w:r>
          </w:p>
          <w:p w14:paraId="7378FD1E" w14:textId="65F4F9D4" w:rsidR="00A61F72" w:rsidRPr="00710C2D" w:rsidRDefault="00B7305F" w:rsidP="00FA7126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New C0018</w:t>
            </w:r>
          </w:p>
          <w:p w14:paraId="0E3D7332" w14:textId="48B89B49" w:rsidR="00C922B4" w:rsidRPr="00710C2D" w:rsidRDefault="00C922B4" w:rsidP="00C922B4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710C2D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476A3950" w14:textId="0237B1FF" w:rsidR="00C922B4" w:rsidRPr="00710C2D" w:rsidRDefault="00C922B4" w:rsidP="006E1D66">
            <w:pPr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</w:pPr>
            <w:r w:rsidRPr="00710C2D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Impacted CI</w:t>
            </w:r>
            <w:r w:rsidR="002A1F1D" w:rsidRPr="00710C2D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 Artefacts</w:t>
            </w:r>
            <w:r w:rsidRPr="00710C2D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: </w:t>
            </w:r>
            <w:r w:rsidRPr="00710C2D">
              <w:rPr>
                <w:rFonts w:asciiTheme="minorHAnsi" w:hAnsiTheme="minorHAnsi" w:cstheme="minorHAnsi"/>
                <w:color w:val="808080" w:themeColor="background1" w:themeShade="80"/>
                <w:sz w:val="20"/>
                <w:szCs w:val="20"/>
              </w:rPr>
              <w:t> </w:t>
            </w:r>
          </w:p>
          <w:p w14:paraId="5A7C82F3" w14:textId="567753EB" w:rsidR="00FA7126" w:rsidRPr="00710C2D" w:rsidRDefault="00FA7126" w:rsidP="00FA7126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710C2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shd w:val="clear" w:color="auto" w:fill="FFFFFF"/>
              </w:rPr>
              <w:t>DDNTA-6.</w:t>
            </w:r>
            <w:r w:rsidR="00DD4C7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shd w:val="clear" w:color="auto" w:fill="FFFFFF"/>
              </w:rPr>
              <w:t>3</w:t>
            </w:r>
            <w:r w:rsidRPr="00710C2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shd w:val="clear" w:color="auto" w:fill="FFFFFF"/>
              </w:rPr>
              <w:t>.0-v1.0</w:t>
            </w:r>
            <w:r w:rsidR="00DD4C75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shd w:val="clear" w:color="auto" w:fill="FFFFFF"/>
              </w:rPr>
              <w:t>0</w:t>
            </w:r>
            <w:r w:rsidRPr="00710C2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shd w:val="clear" w:color="auto" w:fill="FFFFFF"/>
              </w:rPr>
              <w:t xml:space="preserve"> (Main Document): No. </w:t>
            </w:r>
          </w:p>
          <w:p w14:paraId="620E3FFF" w14:textId="77777777" w:rsidR="00DD4C75" w:rsidRPr="00DD4C75" w:rsidRDefault="00FA7126" w:rsidP="00FA7126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0C2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shd w:val="clear" w:color="auto" w:fill="FFFFFF"/>
              </w:rPr>
              <w:t>Functional Specifications NCTS-P6 (FSS/BPM): 7.10.0: No</w:t>
            </w:r>
          </w:p>
          <w:p w14:paraId="75B88CE0" w14:textId="07F87788" w:rsidR="00FA7126" w:rsidRPr="00710C2D" w:rsidRDefault="00FA7126" w:rsidP="00FA7126">
            <w:pPr>
              <w:pStyle w:val="paragraph"/>
              <w:numPr>
                <w:ilvl w:val="0"/>
                <w:numId w:val="4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0C2D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CSE-v60.4.</w:t>
            </w:r>
            <w:r w:rsidR="00B7305F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4</w:t>
            </w:r>
            <w:r w:rsidRPr="00710C2D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 xml:space="preserve">: </w:t>
            </w:r>
            <w:r w:rsidRPr="00DD4C75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en-GB"/>
              </w:rPr>
              <w:t>Yes</w:t>
            </w:r>
            <w:r w:rsidRPr="00710C2D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.</w:t>
            </w:r>
          </w:p>
          <w:p w14:paraId="44015D18" w14:textId="103519FB" w:rsidR="00FA7126" w:rsidRPr="00710C2D" w:rsidRDefault="00FA7126" w:rsidP="00FA7126">
            <w:pPr>
              <w:pStyle w:val="ListParagraph"/>
              <w:numPr>
                <w:ilvl w:val="0"/>
                <w:numId w:val="4"/>
              </w:numP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shd w:val="clear" w:color="auto" w:fill="FFFFFF"/>
              </w:rPr>
            </w:pPr>
            <w:r w:rsidRPr="00710C2D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</w:rPr>
              <w:t>DDNTA-6.</w:t>
            </w:r>
            <w:r w:rsidR="00DD4C75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  <w:r w:rsidRPr="00710C2D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</w:rPr>
              <w:t>.0-v1.0</w:t>
            </w:r>
            <w:r w:rsidR="00DD4C75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</w:rPr>
              <w:t>0</w:t>
            </w:r>
            <w:r w:rsidRPr="00710C2D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(Appendic</w:t>
            </w:r>
            <w:r w:rsidRPr="00710C2D">
              <w:rPr>
                <w:rStyle w:val="normaltextrun"/>
                <w:rFonts w:asciiTheme="minorHAnsi" w:hAnsiTheme="minorHAnsi" w:cstheme="minorHAnsi"/>
                <w:b/>
                <w:sz w:val="20"/>
                <w:szCs w:val="20"/>
              </w:rPr>
              <w:t>es</w:t>
            </w:r>
            <w:r w:rsidRPr="00710C2D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</w:t>
            </w:r>
            <w:r w:rsidRPr="00710C2D">
              <w:rPr>
                <w:rStyle w:val="normaltextrun"/>
                <w:rFonts w:asciiTheme="minorHAnsi" w:hAnsiTheme="minorHAnsi" w:cstheme="minorHAnsi"/>
                <w:b/>
                <w:sz w:val="20"/>
                <w:szCs w:val="20"/>
              </w:rPr>
              <w:t xml:space="preserve">, </w:t>
            </w:r>
            <w:r w:rsidRPr="00710C2D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</w:rPr>
              <w:t>K, Q2</w:t>
            </w:r>
            <w:r w:rsidR="007F27C6" w:rsidRPr="00710C2D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</w:rPr>
              <w:t>, Q2_R_C</w:t>
            </w:r>
            <w:r w:rsidRPr="00710C2D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): </w:t>
            </w:r>
            <w:r w:rsidRPr="00710C2D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>Yes</w:t>
            </w:r>
            <w:r w:rsidRPr="00710C2D">
              <w:rPr>
                <w:rStyle w:val="normaltextrun"/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  <w:p w14:paraId="035D34F8" w14:textId="11CB4B8D" w:rsidR="00FA7126" w:rsidRPr="009611E0" w:rsidRDefault="00FA7126" w:rsidP="00FA7126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9611E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shd w:val="clear" w:color="auto" w:fill="FFFFFF"/>
                <w:lang w:val="en-US"/>
              </w:rPr>
              <w:t>NCTS-P6 DMP-</w:t>
            </w:r>
            <w:r w:rsidR="00DD4C75" w:rsidRPr="009611E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shd w:val="clear" w:color="auto" w:fill="FFFFFF"/>
                <w:lang w:val="en-US"/>
              </w:rPr>
              <w:t>6</w:t>
            </w:r>
            <w:r w:rsidRPr="009611E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shd w:val="clear" w:color="auto" w:fill="FFFFFF"/>
                <w:lang w:val="en-US"/>
              </w:rPr>
              <w:t>.</w:t>
            </w:r>
            <w:r w:rsidR="00DD4C75" w:rsidRPr="009611E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shd w:val="clear" w:color="auto" w:fill="FFFFFF"/>
                <w:lang w:val="en-US"/>
              </w:rPr>
              <w:t>3</w:t>
            </w:r>
            <w:r w:rsidRPr="009611E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shd w:val="clear" w:color="auto" w:fill="FFFFFF"/>
                <w:lang w:val="en-US"/>
              </w:rPr>
              <w:t>.0-v1.0</w:t>
            </w:r>
            <w:r w:rsidR="00DD4C75" w:rsidRPr="009611E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shd w:val="clear" w:color="auto" w:fill="FFFFFF"/>
                <w:lang w:val="en-US"/>
              </w:rPr>
              <w:t>0</w:t>
            </w:r>
            <w:r w:rsidRPr="009611E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shd w:val="clear" w:color="auto" w:fill="FFFFFF"/>
                <w:lang w:val="en-US"/>
              </w:rPr>
              <w:t xml:space="preserve"> Package: </w:t>
            </w:r>
            <w:r w:rsidR="009611E0" w:rsidRPr="009611E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shd w:val="clear" w:color="auto" w:fill="FFFFFF"/>
                <w:lang w:val="en-US"/>
              </w:rPr>
              <w:t>No</w:t>
            </w:r>
            <w:r w:rsidRPr="009611E0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shd w:val="clear" w:color="auto" w:fill="FFFFFF"/>
                <w:lang w:val="en-US"/>
              </w:rPr>
              <w:t>.</w:t>
            </w:r>
          </w:p>
          <w:p w14:paraId="36AC7DB8" w14:textId="3C0E4155" w:rsidR="00E24F29" w:rsidRPr="00710C2D" w:rsidRDefault="00E24F29" w:rsidP="00FA7126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710C2D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shd w:val="clear" w:color="auto" w:fill="FFFFFF"/>
                <w:lang w:val="en-US"/>
              </w:rPr>
              <w:t>DDCOM-21-3.0-v1.00: No.</w:t>
            </w:r>
          </w:p>
          <w:p w14:paraId="29C5BA01" w14:textId="023F13AA" w:rsidR="00FA7126" w:rsidRPr="00710C2D" w:rsidRDefault="00FA7126" w:rsidP="00FA7126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10C2D">
              <w:rPr>
                <w:rFonts w:asciiTheme="minorHAnsi" w:hAnsiTheme="minorHAnsi" w:cstheme="minorHAnsi"/>
                <w:b/>
                <w:sz w:val="20"/>
                <w:szCs w:val="20"/>
              </w:rPr>
              <w:t>CTP-6.</w:t>
            </w:r>
            <w:r w:rsidR="009D543A">
              <w:rPr>
                <w:rFonts w:asciiTheme="minorHAnsi" w:hAnsiTheme="minorHAnsi" w:cstheme="minorHAnsi"/>
                <w:b/>
                <w:sz w:val="20"/>
                <w:szCs w:val="20"/>
                <w:lang w:val="el-GR"/>
              </w:rPr>
              <w:t>2</w:t>
            </w:r>
            <w:r w:rsidRPr="00710C2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.0 v1.00: </w:t>
            </w:r>
            <w:r w:rsidR="00E65ED1" w:rsidRPr="00710C2D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Yes</w:t>
            </w:r>
            <w:r w:rsidRPr="00710C2D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</w:p>
          <w:p w14:paraId="217D7CC6" w14:textId="2240A9B8" w:rsidR="00FA7126" w:rsidRPr="00710C2D" w:rsidRDefault="00FA7126" w:rsidP="00FA7126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710C2D">
              <w:rPr>
                <w:rFonts w:asciiTheme="minorHAnsi" w:hAnsiTheme="minorHAnsi" w:cstheme="minorHAnsi"/>
                <w:b/>
                <w:sz w:val="20"/>
                <w:szCs w:val="20"/>
              </w:rPr>
              <w:t>TRP-</w:t>
            </w:r>
            <w:r w:rsidRPr="00710C2D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>6</w:t>
            </w:r>
            <w:r w:rsidRPr="00710C2D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="009D543A">
              <w:rPr>
                <w:rFonts w:asciiTheme="minorHAnsi" w:hAnsiTheme="minorHAnsi" w:cstheme="minorHAnsi"/>
                <w:b/>
                <w:sz w:val="20"/>
                <w:szCs w:val="20"/>
                <w:lang w:val="el-GR"/>
              </w:rPr>
              <w:t>2</w:t>
            </w:r>
            <w:r w:rsidRPr="00710C2D">
              <w:rPr>
                <w:rFonts w:asciiTheme="minorHAnsi" w:hAnsiTheme="minorHAnsi" w:cstheme="minorHAnsi"/>
                <w:b/>
                <w:sz w:val="20"/>
                <w:szCs w:val="20"/>
              </w:rPr>
              <w:t>.</w:t>
            </w:r>
            <w:r w:rsidRPr="00710C2D">
              <w:rPr>
                <w:rFonts w:asciiTheme="minorHAnsi" w:hAnsiTheme="minorHAnsi" w:cstheme="minorHAnsi"/>
                <w:b/>
                <w:sz w:val="20"/>
                <w:szCs w:val="20"/>
                <w:lang w:val="bg-BG"/>
              </w:rPr>
              <w:t xml:space="preserve">0 </w:t>
            </w:r>
            <w:r w:rsidRPr="00710C2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v1.</w:t>
            </w:r>
            <w:r w:rsidR="009D543A" w:rsidRPr="00710C2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0</w:t>
            </w:r>
            <w:r w:rsidR="009D543A">
              <w:rPr>
                <w:rFonts w:asciiTheme="minorHAnsi" w:hAnsiTheme="minorHAnsi" w:cstheme="minorHAnsi"/>
                <w:b/>
                <w:sz w:val="20"/>
                <w:szCs w:val="20"/>
                <w:lang w:val="el-GR"/>
              </w:rPr>
              <w:t>1</w:t>
            </w:r>
            <w:r w:rsidRPr="00710C2D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 xml:space="preserve">: </w:t>
            </w:r>
            <w:r w:rsidRPr="00710C2D">
              <w:rPr>
                <w:rFonts w:asciiTheme="minorHAnsi" w:hAnsiTheme="minorHAnsi" w:cstheme="minorHAnsi"/>
                <w:b/>
                <w:sz w:val="20"/>
                <w:szCs w:val="20"/>
                <w:u w:val="single"/>
                <w:lang w:val="en-US"/>
              </w:rPr>
              <w:t>Yes.</w:t>
            </w:r>
          </w:p>
          <w:p w14:paraId="341F8888" w14:textId="77777777" w:rsidR="00EE25DA" w:rsidRPr="00EE25DA" w:rsidRDefault="00EE25DA" w:rsidP="00EE25DA">
            <w:pPr>
              <w:pStyle w:val="ListParagraph"/>
              <w:numPr>
                <w:ilvl w:val="0"/>
                <w:numId w:val="4"/>
              </w:numP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shd w:val="clear" w:color="auto" w:fill="FFFFFF"/>
                <w:lang w:val="en-US"/>
              </w:rPr>
            </w:pPr>
            <w:r w:rsidRPr="00EE25D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shd w:val="clear" w:color="auto" w:fill="FFFFFF"/>
                <w:lang w:val="en-US"/>
              </w:rPr>
              <w:t>ieCA/TED 2.0.0.0: No. </w:t>
            </w:r>
          </w:p>
          <w:p w14:paraId="38C59DDA" w14:textId="77777777" w:rsidR="00EE25DA" w:rsidRPr="00EE25DA" w:rsidRDefault="00EE25DA" w:rsidP="00EE25DA">
            <w:pPr>
              <w:pStyle w:val="ListParagraph"/>
              <w:numPr>
                <w:ilvl w:val="0"/>
                <w:numId w:val="4"/>
              </w:numP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shd w:val="clear" w:color="auto" w:fill="FFFFFF"/>
                <w:lang w:val="en-US"/>
              </w:rPr>
            </w:pPr>
            <w:r w:rsidRPr="00EE25D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shd w:val="clear" w:color="auto" w:fill="FFFFFF"/>
                <w:lang w:val="en-US"/>
              </w:rPr>
              <w:t>ICS2-CR-CTS-1.1.0-v1.01: No. </w:t>
            </w:r>
          </w:p>
          <w:p w14:paraId="104582E0" w14:textId="77777777" w:rsidR="00EE25DA" w:rsidRPr="00EE25DA" w:rsidRDefault="00EE25DA" w:rsidP="00EE25DA">
            <w:pPr>
              <w:pStyle w:val="ListParagraph"/>
              <w:numPr>
                <w:ilvl w:val="0"/>
                <w:numId w:val="4"/>
              </w:numP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shd w:val="clear" w:color="auto" w:fill="FFFFFF"/>
                <w:lang w:val="en-US"/>
              </w:rPr>
            </w:pPr>
            <w:r w:rsidRPr="00EE25D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shd w:val="clear" w:color="auto" w:fill="FFFFFF"/>
                <w:lang w:val="en-US"/>
              </w:rPr>
              <w:t>ICS2-CR-CRP-1.1.0-v1.00: No. </w:t>
            </w:r>
          </w:p>
          <w:p w14:paraId="55BA7436" w14:textId="77777777" w:rsidR="00EE25DA" w:rsidRPr="00EE25DA" w:rsidRDefault="00EE25DA" w:rsidP="00EE25DA">
            <w:pPr>
              <w:pStyle w:val="ListParagraph"/>
              <w:numPr>
                <w:ilvl w:val="0"/>
                <w:numId w:val="4"/>
              </w:numP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shd w:val="clear" w:color="auto" w:fill="FFFFFF"/>
                <w:lang w:val="en-US"/>
              </w:rPr>
            </w:pPr>
            <w:r w:rsidRPr="00EE25D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shd w:val="clear" w:color="auto" w:fill="FFFFFF"/>
                <w:lang w:val="en-US"/>
              </w:rPr>
              <w:t>CS/MIS2_DATA: No.</w:t>
            </w:r>
          </w:p>
          <w:p w14:paraId="6D09153B" w14:textId="77777777" w:rsidR="00EE25DA" w:rsidRPr="00EE25DA" w:rsidRDefault="00EE25DA" w:rsidP="00EE25DA">
            <w:pPr>
              <w:pStyle w:val="ListParagraph"/>
              <w:numPr>
                <w:ilvl w:val="0"/>
                <w:numId w:val="4"/>
              </w:numP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shd w:val="clear" w:color="auto" w:fill="FFFFFF"/>
                <w:lang w:val="en-US"/>
              </w:rPr>
            </w:pPr>
            <w:r w:rsidRPr="00EE25DA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shd w:val="clear" w:color="auto" w:fill="FFFFFF"/>
                <w:lang w:val="en-US"/>
              </w:rPr>
              <w:t>CS/RD2_DATA: No.</w:t>
            </w:r>
          </w:p>
          <w:p w14:paraId="10805B91" w14:textId="77777777" w:rsidR="00EE25DA" w:rsidRPr="000B0DD2" w:rsidRDefault="00EE25DA" w:rsidP="00EE25DA">
            <w:pPr>
              <w:pStyle w:val="ListParagraph"/>
              <w:numPr>
                <w:ilvl w:val="0"/>
                <w:numId w:val="4"/>
              </w:numPr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shd w:val="clear" w:color="auto" w:fill="FFFFFF"/>
                <w:lang w:val="es-ES"/>
              </w:rPr>
            </w:pPr>
            <w:r w:rsidRPr="000B0DD2">
              <w:rPr>
                <w:rStyle w:val="normaltextrun"/>
                <w:rFonts w:asciiTheme="minorHAnsi" w:hAnsiTheme="minorHAnsi" w:cstheme="minorHAnsi"/>
                <w:color w:val="808080" w:themeColor="background1" w:themeShade="80"/>
                <w:sz w:val="20"/>
                <w:szCs w:val="20"/>
                <w:shd w:val="clear" w:color="auto" w:fill="FFFFFF"/>
                <w:lang w:val="es-ES"/>
              </w:rPr>
              <w:t>UCC IA/DA Annex B: No.</w:t>
            </w:r>
          </w:p>
          <w:p w14:paraId="4D5E4F00" w14:textId="7E26DDFF" w:rsidR="00AE06CE" w:rsidRPr="000B0DD2" w:rsidRDefault="00AE06CE" w:rsidP="00EE25DA">
            <w:pPr>
              <w:pStyle w:val="ListParagraph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  <w:lang w:val="es-ES"/>
              </w:rPr>
            </w:pPr>
          </w:p>
        </w:tc>
      </w:tr>
    </w:tbl>
    <w:p w14:paraId="39BE941F" w14:textId="77777777" w:rsidR="00320A8C" w:rsidRPr="000B0DD2" w:rsidRDefault="00320A8C" w:rsidP="00F42063">
      <w:pPr>
        <w:rPr>
          <w:rFonts w:asciiTheme="minorHAnsi" w:hAnsiTheme="minorHAnsi" w:cstheme="minorHAnsi"/>
          <w:b/>
          <w:sz w:val="28"/>
          <w:szCs w:val="28"/>
          <w:lang w:val="es-ES"/>
        </w:rPr>
      </w:pPr>
    </w:p>
    <w:p w14:paraId="4AF32DE2" w14:textId="24B1BEFE" w:rsidR="0031516B" w:rsidRPr="00470105" w:rsidRDefault="0031516B" w:rsidP="0031516B">
      <w:pPr>
        <w:rPr>
          <w:rFonts w:asciiTheme="minorHAnsi" w:hAnsiTheme="minorHAnsi" w:cstheme="minorHAnsi"/>
          <w:b/>
          <w:bCs/>
        </w:rPr>
      </w:pPr>
      <w:r w:rsidRPr="00470105">
        <w:rPr>
          <w:rFonts w:asciiTheme="minorHAnsi" w:hAnsiTheme="minorHAnsi" w:cstheme="minorHAnsi"/>
          <w:b/>
          <w:bCs/>
        </w:rPr>
        <w:t xml:space="preserve">Section 3B: </w:t>
      </w:r>
      <w:r w:rsidR="006D5343" w:rsidRPr="00470105">
        <w:rPr>
          <w:rFonts w:asciiTheme="minorHAnsi" w:hAnsiTheme="minorHAnsi" w:cstheme="minorHAnsi"/>
          <w:b/>
          <w:bCs/>
        </w:rPr>
        <w:t xml:space="preserve">FOR INFO </w:t>
      </w:r>
      <w:r w:rsidR="00D64480" w:rsidRPr="00470105">
        <w:rPr>
          <w:rFonts w:asciiTheme="minorHAnsi" w:hAnsiTheme="minorHAnsi" w:cstheme="minorHAnsi"/>
          <w:b/>
          <w:bCs/>
        </w:rPr>
        <w:t xml:space="preserve">FOR OPT-OUT NAs </w:t>
      </w:r>
      <w:r w:rsidR="006D5343" w:rsidRPr="00470105">
        <w:rPr>
          <w:rFonts w:asciiTheme="minorHAnsi" w:hAnsiTheme="minorHAnsi" w:cstheme="minorHAnsi"/>
          <w:b/>
          <w:bCs/>
        </w:rPr>
        <w:t xml:space="preserve">- </w:t>
      </w:r>
      <w:r w:rsidR="006D5343" w:rsidRPr="00470105">
        <w:rPr>
          <w:rFonts w:asciiTheme="minorHAnsi" w:hAnsiTheme="minorHAnsi" w:cstheme="minorHAnsi"/>
          <w:b/>
          <w:bCs/>
          <w:i/>
          <w:iCs/>
        </w:rPr>
        <w:t>Change</w:t>
      </w:r>
      <w:r w:rsidRPr="00D64480">
        <w:rPr>
          <w:rFonts w:asciiTheme="minorHAnsi" w:hAnsiTheme="minorHAnsi" w:cstheme="minorHAnsi"/>
          <w:b/>
          <w:bCs/>
          <w:i/>
          <w:iCs/>
        </w:rPr>
        <w:t xml:space="preserve"> from DDNTA-5.15.2 to DDNTA-6.4.0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</w:tblCellMar>
        <w:tblLook w:val="01E0" w:firstRow="1" w:lastRow="1" w:firstColumn="1" w:lastColumn="1" w:noHBand="0" w:noVBand="0"/>
      </w:tblPr>
      <w:tblGrid>
        <w:gridCol w:w="9606"/>
      </w:tblGrid>
      <w:tr w:rsidR="0031516B" w:rsidRPr="007F74DD" w14:paraId="1C54E2A9" w14:textId="77777777" w:rsidTr="00961748">
        <w:tc>
          <w:tcPr>
            <w:tcW w:w="9606" w:type="dxa"/>
          </w:tcPr>
          <w:p w14:paraId="6E340F5D" w14:textId="7CBD6431" w:rsidR="0031516B" w:rsidRPr="00CE208F" w:rsidRDefault="0031516B" w:rsidP="0096174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For the Opt-out NAs, </w:t>
            </w:r>
            <w:r w:rsidR="00D64480">
              <w:rPr>
                <w:rFonts w:asciiTheme="minorHAnsi" w:hAnsiTheme="minorHAnsi" w:cstheme="minorHAnsi"/>
                <w:sz w:val="22"/>
                <w:szCs w:val="22"/>
              </w:rPr>
              <w:t xml:space="preserve">starting from the DDNTA-5.15.2-v2.00,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CE208F">
              <w:rPr>
                <w:rFonts w:asciiTheme="minorHAnsi" w:hAnsiTheme="minorHAnsi" w:cstheme="minorHAnsi"/>
                <w:sz w:val="22"/>
                <w:szCs w:val="22"/>
              </w:rPr>
              <w:t xml:space="preserve">he </w:t>
            </w:r>
            <w:r w:rsidRPr="00CE208F">
              <w:rPr>
                <w:rFonts w:asciiTheme="minorHAnsi" w:hAnsiTheme="minorHAnsi" w:cstheme="minorHAnsi"/>
                <w:b/>
                <w:sz w:val="22"/>
                <w:szCs w:val="22"/>
              </w:rPr>
              <w:t>DDNTA-6.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Pr="00CE208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.0-v1.00 (incl. Appendix Q2) </w:t>
            </w:r>
            <w:r w:rsidR="00D6448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requires the </w:t>
            </w:r>
            <w:r w:rsidRPr="00CE208F">
              <w:rPr>
                <w:rFonts w:asciiTheme="minorHAnsi" w:hAnsiTheme="minorHAnsi" w:cstheme="minorHAnsi"/>
                <w:bCs/>
                <w:sz w:val="22"/>
                <w:szCs w:val="22"/>
              </w:rPr>
              <w:t>follow</w:t>
            </w:r>
            <w:r w:rsidR="00D64480">
              <w:rPr>
                <w:rFonts w:asciiTheme="minorHAnsi" w:hAnsiTheme="minorHAnsi" w:cstheme="minorHAnsi"/>
                <w:bCs/>
                <w:sz w:val="22"/>
                <w:szCs w:val="22"/>
              </w:rPr>
              <w:t>ing changes</w:t>
            </w:r>
            <w:r w:rsidRPr="00CE208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CE208F">
              <w:rPr>
                <w:rFonts w:asciiTheme="minorHAnsi" w:hAnsiTheme="minorHAnsi" w:cs="Arial"/>
                <w:sz w:val="22"/>
                <w:szCs w:val="22"/>
              </w:rPr>
              <w:t xml:space="preserve">(addition of </w:t>
            </w:r>
            <w:r w:rsidRPr="00CE208F">
              <w:rPr>
                <w:rFonts w:asciiTheme="minorHAnsi" w:hAnsiTheme="minorHAnsi" w:cs="Arial"/>
                <w:b/>
                <w:sz w:val="22"/>
                <w:szCs w:val="22"/>
                <w:highlight w:val="yellow"/>
              </w:rPr>
              <w:t>text highlighted in yellow</w:t>
            </w:r>
            <w:r w:rsidRPr="00CE208F">
              <w:rPr>
                <w:rFonts w:asciiTheme="minorHAnsi" w:hAnsiTheme="minorHAnsi" w:cs="Arial"/>
                <w:sz w:val="22"/>
                <w:szCs w:val="22"/>
              </w:rPr>
              <w:t xml:space="preserve"> – removal of </w:t>
            </w:r>
            <w:r w:rsidRPr="00CE208F">
              <w:rPr>
                <w:rFonts w:asciiTheme="minorHAnsi" w:hAnsiTheme="minorHAnsi" w:cs="Arial"/>
                <w:strike/>
                <w:color w:val="FF0000"/>
                <w:sz w:val="22"/>
                <w:szCs w:val="22"/>
              </w:rPr>
              <w:t>text with strikethrough</w:t>
            </w:r>
            <w:r w:rsidRPr="00CE208F">
              <w:rPr>
                <w:rFonts w:asciiTheme="minorHAnsi" w:hAnsiTheme="minorHAnsi" w:cs="Arial"/>
                <w:sz w:val="22"/>
                <w:szCs w:val="22"/>
              </w:rPr>
              <w:t>):</w:t>
            </w:r>
          </w:p>
          <w:p w14:paraId="5E3E61F0" w14:textId="77777777" w:rsidR="0031516B" w:rsidRPr="00CE208F" w:rsidRDefault="0031516B" w:rsidP="00961748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A401778" w14:textId="1FE1F145" w:rsidR="0031516B" w:rsidRPr="00470105" w:rsidRDefault="0031516B" w:rsidP="00470105">
            <w:pPr>
              <w:pStyle w:val="ListParagraph"/>
              <w:numPr>
                <w:ilvl w:val="0"/>
                <w:numId w:val="5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The </w:t>
            </w:r>
            <w:r w:rsidRPr="00470105">
              <w:rPr>
                <w:rFonts w:asciiTheme="minorHAnsi" w:hAnsiTheme="minorHAnsi" w:cstheme="minorHAnsi"/>
                <w:sz w:val="22"/>
                <w:szCs w:val="22"/>
              </w:rPr>
              <w:t xml:space="preserve">Condition </w:t>
            </w:r>
            <w:r w:rsidRPr="0047010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C0001</w:t>
            </w:r>
            <w:r w:rsidRPr="00470105">
              <w:rPr>
                <w:rFonts w:asciiTheme="minorHAnsi" w:hAnsiTheme="minorHAnsi" w:cstheme="minorHAnsi"/>
                <w:sz w:val="22"/>
                <w:szCs w:val="22"/>
              </w:rPr>
              <w:t xml:space="preserve"> will remain attached </w:t>
            </w:r>
            <w:r w:rsidRPr="00470105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to messages CC015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Pr="00470105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, CC013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Pr="00470105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, CC029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Pr="00470105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and CC017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Pr="00470105">
              <w:rPr>
                <w:rFonts w:asciiTheme="minorHAnsi" w:hAnsiTheme="minorHAnsi" w:cstheme="minorHAnsi"/>
                <w:sz w:val="22"/>
                <w:szCs w:val="22"/>
              </w:rPr>
              <w:t>. So, we avoid any impact on the External Domain.</w:t>
            </w:r>
          </w:p>
          <w:p w14:paraId="27D123EC" w14:textId="77777777" w:rsidR="0031516B" w:rsidRPr="00CE208F" w:rsidRDefault="0031516B" w:rsidP="00961748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A8BCA4" w14:textId="2C55133C" w:rsidR="0031516B" w:rsidRPr="00CE208F" w:rsidRDefault="0031516B" w:rsidP="00470105">
            <w:pPr>
              <w:pStyle w:val="ListParagraph"/>
              <w:numPr>
                <w:ilvl w:val="0"/>
                <w:numId w:val="50"/>
              </w:numPr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CE208F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 new Condition </w:t>
            </w:r>
            <w:r w:rsidRPr="00CE208F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C0018</w:t>
            </w:r>
            <w:r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will be introduced and will be attached to messages CD001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, CD003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, CD038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CC043C, </w:t>
            </w:r>
            <w:r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CD050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, CD115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, CD160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, CD165</w:t>
            </w: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C</w:t>
            </w:r>
            <w:r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 xml:space="preserve"> for both Opt-in and Opt-out NAs, </w:t>
            </w:r>
            <w:r w:rsidRPr="00470105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  <w:t>replacing C0001</w:t>
            </w:r>
            <w:r w:rsidRPr="00CE208F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.</w:t>
            </w:r>
          </w:p>
          <w:p w14:paraId="0A59BD3E" w14:textId="77777777" w:rsidR="0031516B" w:rsidRDefault="0031516B" w:rsidP="0096174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</w:p>
          <w:p w14:paraId="611B4D69" w14:textId="77777777" w:rsidR="00D64480" w:rsidRDefault="00D64480" w:rsidP="0096174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</w:p>
          <w:p w14:paraId="7E4AF692" w14:textId="77777777" w:rsidR="00D64480" w:rsidRPr="00CE208F" w:rsidRDefault="00D64480" w:rsidP="0096174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</w:p>
          <w:p w14:paraId="222E6D09" w14:textId="77777777" w:rsidR="0031516B" w:rsidRDefault="0031516B" w:rsidP="0096174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IE"/>
              </w:rPr>
            </w:pPr>
          </w:p>
          <w:p w14:paraId="6A19A3DF" w14:textId="77777777" w:rsidR="0031516B" w:rsidRDefault="0031516B" w:rsidP="00470105">
            <w:pPr>
              <w:ind w:left="720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en-IE"/>
              </w:rPr>
            </w:pPr>
            <w:r w:rsidRPr="00CE208F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en-IE"/>
              </w:rPr>
              <w:lastRenderedPageBreak/>
              <w:t>Extract from CD0</w:t>
            </w:r>
            <w:r w:rsidRPr="00D64480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en-IE"/>
              </w:rPr>
              <w:t>01</w:t>
            </w:r>
            <w:r w:rsidRPr="00470105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en-IE"/>
              </w:rPr>
              <w:t>C</w:t>
            </w:r>
          </w:p>
          <w:p w14:paraId="74B0854A" w14:textId="77777777" w:rsidR="0031516B" w:rsidRPr="002F32D2" w:rsidRDefault="0031516B" w:rsidP="00470105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---CONSIGNMENT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1x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R</w:t>
            </w:r>
          </w:p>
          <w:p w14:paraId="7151F03C" w14:textId="77777777" w:rsidR="00EC0475" w:rsidRDefault="00EC0475" w:rsidP="00470105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(…)</w:t>
            </w:r>
          </w:p>
          <w:p w14:paraId="238DEB27" w14:textId="02BF55F4" w:rsidR="0031516B" w:rsidRPr="002F32D2" w:rsidRDefault="0031516B" w:rsidP="00470105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------CONSIGNEE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1x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D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EC0475">
              <w:rPr>
                <w:rFonts w:asciiTheme="minorHAnsi" w:hAnsiTheme="minorHAnsi" w:cstheme="minorHAnsi"/>
                <w:strike/>
                <w:sz w:val="22"/>
                <w:szCs w:val="22"/>
                <w:highlight w:val="cyan"/>
                <w:lang w:val="en-IE"/>
              </w:rPr>
              <w:t>B19</w:t>
            </w:r>
            <w:r w:rsidR="00EC0475" w:rsidRPr="00470105">
              <w:rPr>
                <w:rFonts w:asciiTheme="minorHAnsi" w:hAnsiTheme="minorHAnsi" w:cstheme="minorHAnsi"/>
                <w:strike/>
                <w:sz w:val="22"/>
                <w:szCs w:val="22"/>
                <w:highlight w:val="cyan"/>
                <w:lang w:val="en-IE"/>
              </w:rPr>
              <w:t>23</w:t>
            </w:r>
          </w:p>
          <w:p w14:paraId="1682F117" w14:textId="12700B20" w:rsidR="0031516B" w:rsidRPr="002F32D2" w:rsidRDefault="0031516B" w:rsidP="00470105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IE"/>
              </w:rPr>
              <w:t>C000</w:t>
            </w:r>
            <w:r w:rsidR="00EC0475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IE"/>
              </w:rPr>
              <w:t>1</w:t>
            </w:r>
            <w:r w:rsidRPr="002F32D2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IE"/>
              </w:rPr>
              <w:t>C0018</w:t>
            </w:r>
          </w:p>
          <w:p w14:paraId="3867C27E" w14:textId="77777777" w:rsidR="0031516B" w:rsidRPr="002F32D2" w:rsidRDefault="0031516B" w:rsidP="00470105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G0001</w:t>
            </w:r>
          </w:p>
          <w:p w14:paraId="7F9D2C05" w14:textId="77777777" w:rsidR="0031516B" w:rsidRPr="002F32D2" w:rsidRDefault="0031516B" w:rsidP="00470105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---------ADDRESS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1x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R</w:t>
            </w:r>
          </w:p>
          <w:p w14:paraId="5680636C" w14:textId="77777777" w:rsidR="0031516B" w:rsidRPr="002F32D2" w:rsidRDefault="0031516B" w:rsidP="00470105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…</w:t>
            </w:r>
          </w:p>
          <w:p w14:paraId="16730FBC" w14:textId="77777777" w:rsidR="0031516B" w:rsidRPr="002F32D2" w:rsidRDefault="0031516B" w:rsidP="00470105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------HOUSE CONSIGNMENT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1999x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R</w:t>
            </w:r>
          </w:p>
          <w:p w14:paraId="15479A0B" w14:textId="247E1B9D" w:rsidR="0031516B" w:rsidRDefault="00EC0475" w:rsidP="00470105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(…)</w:t>
            </w:r>
          </w:p>
          <w:p w14:paraId="76ED5A74" w14:textId="625F71E3" w:rsidR="0031516B" w:rsidRPr="002F32D2" w:rsidRDefault="0031516B" w:rsidP="00470105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---------CONSIGNEE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1x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D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trike/>
                <w:sz w:val="22"/>
                <w:szCs w:val="22"/>
                <w:highlight w:val="cyan"/>
                <w:lang w:val="en-IE"/>
              </w:rPr>
              <w:t>B1</w:t>
            </w:r>
            <w:r w:rsidR="00EC0475">
              <w:rPr>
                <w:rFonts w:asciiTheme="minorHAnsi" w:hAnsiTheme="minorHAnsi" w:cstheme="minorHAnsi"/>
                <w:strike/>
                <w:sz w:val="22"/>
                <w:szCs w:val="22"/>
                <w:highlight w:val="cyan"/>
                <w:lang w:val="en-IE"/>
              </w:rPr>
              <w:t>030</w:t>
            </w:r>
          </w:p>
          <w:p w14:paraId="0AB418C4" w14:textId="22019FB5" w:rsidR="0031516B" w:rsidRPr="002F32D2" w:rsidRDefault="0031516B" w:rsidP="00470105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IE"/>
              </w:rPr>
              <w:t>C000</w:t>
            </w:r>
            <w:r w:rsidR="00EC0475">
              <w:rPr>
                <w:rFonts w:asciiTheme="minorHAnsi" w:hAnsiTheme="minorHAnsi" w:cstheme="minorHAnsi"/>
                <w:strike/>
                <w:color w:val="FF0000"/>
                <w:sz w:val="22"/>
                <w:szCs w:val="22"/>
                <w:lang w:val="en-IE"/>
              </w:rPr>
              <w:t>1</w:t>
            </w:r>
            <w:r w:rsidRPr="002F32D2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IE"/>
              </w:rPr>
              <w:t>C0018</w:t>
            </w:r>
          </w:p>
          <w:p w14:paraId="3A26DE29" w14:textId="77777777" w:rsidR="0031516B" w:rsidRPr="002F32D2" w:rsidRDefault="0031516B" w:rsidP="00470105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G0001</w:t>
            </w:r>
          </w:p>
          <w:p w14:paraId="0025A543" w14:textId="77777777" w:rsidR="0031516B" w:rsidRPr="002F32D2" w:rsidRDefault="0031516B" w:rsidP="00470105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G0062</w:t>
            </w:r>
          </w:p>
          <w:p w14:paraId="3F41B110" w14:textId="77777777" w:rsidR="0031516B" w:rsidRPr="002F32D2" w:rsidRDefault="0031516B" w:rsidP="00470105">
            <w:pPr>
              <w:ind w:left="720"/>
              <w:rPr>
                <w:rFonts w:asciiTheme="minorHAnsi" w:hAnsiTheme="minorHAnsi" w:cstheme="minorHAnsi"/>
                <w:sz w:val="22"/>
                <w:szCs w:val="22"/>
                <w:lang w:val="en-IE"/>
              </w:rPr>
            </w:pP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>------------ADDRESS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1x</w:t>
            </w:r>
            <w:r w:rsidRPr="002F32D2">
              <w:rPr>
                <w:rFonts w:asciiTheme="minorHAnsi" w:hAnsiTheme="minorHAnsi" w:cstheme="minorHAnsi"/>
                <w:sz w:val="22"/>
                <w:szCs w:val="22"/>
                <w:lang w:val="en-IE"/>
              </w:rPr>
              <w:tab/>
              <w:t>R</w:t>
            </w:r>
          </w:p>
          <w:p w14:paraId="563295B8" w14:textId="77777777" w:rsidR="0031516B" w:rsidRPr="00CE208F" w:rsidRDefault="0031516B" w:rsidP="0096174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en-IE"/>
              </w:rPr>
            </w:pPr>
          </w:p>
          <w:p w14:paraId="6DA69313" w14:textId="77777777" w:rsidR="0031516B" w:rsidRDefault="0031516B" w:rsidP="00961748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  <w:p w14:paraId="2A653AF0" w14:textId="74F36CCE" w:rsidR="0031516B" w:rsidRPr="00470105" w:rsidRDefault="0031516B" w:rsidP="00961748">
            <w:pPr>
              <w:rPr>
                <w:rStyle w:val="fontstyle01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470105">
              <w:rPr>
                <w:rStyle w:val="fontstyle01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Condition C0018 </w:t>
            </w:r>
            <w:r w:rsidR="00D64480">
              <w:rPr>
                <w:rStyle w:val="fontstyle01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</w:t>
            </w:r>
            <w:r w:rsidR="00D64480" w:rsidRPr="00470105">
              <w:rPr>
                <w:rStyle w:val="fontstyle01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ractically</w:t>
            </w:r>
            <w:r w:rsidR="00D64480" w:rsidRPr="00470105">
              <w:rPr>
                <w:rFonts w:asciiTheme="minorHAnsi" w:hAnsiTheme="minorHAnsi" w:cstheme="minorHAnsi"/>
                <w:iCs/>
                <w:sz w:val="28"/>
                <w:szCs w:val="28"/>
                <w:lang w:val="en-IE"/>
              </w:rPr>
              <w:t xml:space="preserve"> </w:t>
            </w:r>
          </w:p>
          <w:p w14:paraId="0892C68F" w14:textId="77777777" w:rsidR="0031516B" w:rsidRPr="00961748" w:rsidRDefault="0031516B" w:rsidP="00961748">
            <w:pPr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961748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  <w:u w:val="single"/>
              </w:rPr>
              <w:t>Technical Description:</w:t>
            </w:r>
          </w:p>
          <w:p w14:paraId="01D8065D" w14:textId="77777777" w:rsidR="0031516B" w:rsidRPr="00961748" w:rsidRDefault="0031516B" w:rsidP="00961748">
            <w:pPr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</w:pPr>
            <w:r w:rsidRPr="00961748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 xml:space="preserve">IF /*/TransitOperation/security is in SET {1, 3} </w:t>
            </w:r>
            <w:r w:rsidRPr="00961748">
              <w:rPr>
                <w:rStyle w:val="fontstyle01"/>
                <w:rFonts w:asciiTheme="minorHAnsi" w:hAnsiTheme="minorHAnsi" w:cstheme="minorHAnsi"/>
                <w:b/>
                <w:bCs/>
                <w:i/>
                <w:iCs/>
                <w:color w:val="00B0F0"/>
                <w:sz w:val="20"/>
                <w:szCs w:val="20"/>
                <w:highlight w:val="yellow"/>
              </w:rPr>
              <w:t>AND the first two characters of /*/CustomsOfficeOfDeparture/Reference Number&gt; is in SET CL267</w:t>
            </w:r>
          </w:p>
          <w:p w14:paraId="5778C9EB" w14:textId="77777777" w:rsidR="0031516B" w:rsidRPr="00961748" w:rsidRDefault="0031516B" w:rsidP="00961748">
            <w:pPr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</w:pPr>
            <w:r w:rsidRPr="00961748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>THEN IF /</w:t>
            </w:r>
            <w:r w:rsidRPr="00961748">
              <w:rPr>
                <w:rStyle w:val="fontstyle01"/>
                <w:rFonts w:asciiTheme="minorHAnsi" w:hAnsiTheme="minorHAnsi" w:cstheme="minorHAnsi"/>
                <w:b/>
                <w:bCs/>
                <w:i/>
                <w:iCs/>
                <w:color w:val="00B0F0"/>
                <w:sz w:val="20"/>
                <w:szCs w:val="20"/>
                <w:highlight w:val="yellow"/>
              </w:rPr>
              <w:t>CCA29D</w:t>
            </w:r>
            <w:r w:rsidRPr="00961748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>/TransitOperation/SpecificCircumstanceIndicator is EQUAL to 'F34'</w:t>
            </w:r>
          </w:p>
          <w:p w14:paraId="4FE715B0" w14:textId="77777777" w:rsidR="0031516B" w:rsidRPr="00961748" w:rsidRDefault="0031516B" w:rsidP="00961748">
            <w:pPr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</w:pPr>
            <w:r w:rsidRPr="00961748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</w:rPr>
              <w:tab/>
            </w:r>
            <w:r w:rsidRPr="00961748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>THEN /*/Consignment/Consignee = "N" AND /*/Consignment/HouseConsignment/Consignee = "R"</w:t>
            </w:r>
          </w:p>
          <w:p w14:paraId="6F37DF32" w14:textId="77777777" w:rsidR="0031516B" w:rsidRPr="00961748" w:rsidRDefault="0031516B" w:rsidP="00961748">
            <w:pPr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</w:pPr>
            <w:r w:rsidRPr="00961748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</w:rPr>
              <w:tab/>
            </w:r>
            <w:r w:rsidRPr="00961748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>ELSE /*/Consignment/Consignee = "R" AND /*/Consignment/HouseConsignment/Consignee = "N"</w:t>
            </w:r>
          </w:p>
          <w:p w14:paraId="5A41FDF7" w14:textId="60587A8D" w:rsidR="0031516B" w:rsidRPr="00470105" w:rsidRDefault="0031516B" w:rsidP="00375094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IE"/>
              </w:rPr>
            </w:pPr>
            <w:r w:rsidRPr="00470105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2"/>
                <w:szCs w:val="22"/>
                <w:highlight w:val="yellow"/>
              </w:rPr>
              <w:t xml:space="preserve">ELSE </w:t>
            </w:r>
            <w:r w:rsidR="00D60994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2"/>
                <w:szCs w:val="22"/>
                <w:highlight w:val="yellow"/>
              </w:rPr>
              <w:t>C</w:t>
            </w:r>
            <w:r w:rsidR="00375094" w:rsidRPr="00470105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IE"/>
              </w:rPr>
              <w:t xml:space="preserve">0001 </w:t>
            </w:r>
            <w:r w:rsidR="00375094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IE"/>
              </w:rPr>
              <w:t>i</w:t>
            </w:r>
            <w:r w:rsidR="00375094" w:rsidRPr="00470105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IE"/>
              </w:rPr>
              <w:t>s applicable</w:t>
            </w:r>
          </w:p>
          <w:p w14:paraId="30B8E537" w14:textId="77777777" w:rsidR="0031516B" w:rsidRDefault="0031516B" w:rsidP="0096174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IE"/>
              </w:rPr>
            </w:pPr>
          </w:p>
          <w:p w14:paraId="403E4BD1" w14:textId="77777777" w:rsidR="0031516B" w:rsidRPr="00961748" w:rsidRDefault="0031516B" w:rsidP="00961748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  <w:lang w:val="en-IE"/>
              </w:rPr>
            </w:pPr>
            <w:r w:rsidRPr="00961748"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  <w:u w:val="single"/>
                <w:lang w:val="en-IE"/>
              </w:rPr>
              <w:t>Functional Description:</w:t>
            </w:r>
          </w:p>
          <w:p w14:paraId="30EF6CCA" w14:textId="77777777" w:rsidR="0031516B" w:rsidRPr="00961748" w:rsidRDefault="0031516B" w:rsidP="00961748">
            <w:pPr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</w:pPr>
            <w:r w:rsidRPr="00961748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 xml:space="preserve">IF &lt;TRANSIT OPERATION.Security&gt; is in SET {1, 3} </w:t>
            </w:r>
            <w:r w:rsidRPr="00961748">
              <w:rPr>
                <w:rStyle w:val="fontstyle01"/>
                <w:rFonts w:asciiTheme="minorHAnsi" w:hAnsiTheme="minorHAnsi" w:cstheme="minorHAnsi"/>
                <w:b/>
                <w:bCs/>
                <w:i/>
                <w:iCs/>
                <w:color w:val="00B0F0"/>
                <w:sz w:val="20"/>
                <w:szCs w:val="20"/>
                <w:highlight w:val="yellow"/>
              </w:rPr>
              <w:t>AND the first two characters of &lt;CUSTOMS OFFICE OF DEPARTURE.Reference Number&gt; is in SET CL267 (CountryCodesOptin)</w:t>
            </w:r>
          </w:p>
          <w:p w14:paraId="6C2D4F61" w14:textId="77777777" w:rsidR="0031516B" w:rsidRPr="00961748" w:rsidRDefault="0031516B" w:rsidP="00961748">
            <w:pPr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</w:pPr>
            <w:r w:rsidRPr="00961748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>THEN IF &lt;</w:t>
            </w:r>
            <w:r w:rsidRPr="00961748">
              <w:rPr>
                <w:rStyle w:val="fontstyle01"/>
                <w:rFonts w:asciiTheme="minorHAnsi" w:hAnsiTheme="minorHAnsi" w:cstheme="minorHAnsi"/>
                <w:b/>
                <w:bCs/>
                <w:i/>
                <w:iCs/>
                <w:color w:val="00B0F0"/>
                <w:sz w:val="20"/>
                <w:szCs w:val="20"/>
                <w:highlight w:val="yellow"/>
              </w:rPr>
              <w:t>CCA29D</w:t>
            </w:r>
            <w:r w:rsidRPr="00961748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 xml:space="preserve"> - TRANSIT OPERATION.Specific circumstance indicator&gt; is EQUAL to ' F34'</w:t>
            </w:r>
          </w:p>
          <w:p w14:paraId="214B3FD1" w14:textId="77777777" w:rsidR="0031516B" w:rsidRPr="00961748" w:rsidRDefault="0031516B" w:rsidP="00961748">
            <w:pPr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</w:pPr>
            <w:r w:rsidRPr="00961748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</w:rPr>
              <w:tab/>
            </w:r>
            <w:r w:rsidRPr="00961748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>THEN &lt;CONSIGNMENT - CONSIGNEE&gt; = "N" AND &lt;CONSIGNMENT – HOUSE CONSIGNMENT -</w:t>
            </w:r>
            <w:r w:rsidRPr="00961748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</w:rPr>
              <w:tab/>
            </w:r>
            <w:r w:rsidRPr="00961748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>CONSIGNEE&gt; = "R"</w:t>
            </w:r>
          </w:p>
          <w:p w14:paraId="5EDBE6E7" w14:textId="77777777" w:rsidR="0031516B" w:rsidRPr="00961748" w:rsidRDefault="0031516B" w:rsidP="00961748">
            <w:pPr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</w:pPr>
            <w:r w:rsidRPr="00961748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</w:rPr>
              <w:tab/>
            </w:r>
            <w:r w:rsidRPr="00961748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 xml:space="preserve">ELSE &lt;CONSIGNMENT - CONSIGNEE&gt; = "R" AND &lt;CONSIGNMENT – HOUSE CONSIGNMENT - </w:t>
            </w:r>
            <w:r w:rsidRPr="00961748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</w:rPr>
              <w:tab/>
            </w:r>
            <w:r w:rsidRPr="00961748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>CONSIGNEE&gt; = "N"</w:t>
            </w:r>
          </w:p>
          <w:p w14:paraId="5ED24DAD" w14:textId="18BF7998" w:rsidR="0031516B" w:rsidRPr="00B058E0" w:rsidRDefault="0031516B" w:rsidP="00961748">
            <w:pPr>
              <w:rPr>
                <w:rFonts w:asciiTheme="minorHAnsi" w:hAnsiTheme="minorHAnsi" w:cstheme="minorHAnsi"/>
                <w:sz w:val="20"/>
                <w:szCs w:val="20"/>
                <w:lang w:val="en-IE"/>
              </w:rPr>
            </w:pPr>
            <w:r w:rsidRPr="00961748">
              <w:rPr>
                <w:rStyle w:val="fontstyle01"/>
                <w:rFonts w:asciiTheme="minorHAnsi" w:hAnsiTheme="minorHAnsi" w:cstheme="minorHAnsi"/>
                <w:b/>
                <w:bCs/>
                <w:color w:val="00B0F0"/>
                <w:sz w:val="20"/>
                <w:szCs w:val="20"/>
                <w:highlight w:val="yellow"/>
              </w:rPr>
              <w:t xml:space="preserve">ELSE </w:t>
            </w:r>
            <w:r w:rsidR="00D64480" w:rsidRPr="00961748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IE"/>
              </w:rPr>
              <w:t xml:space="preserve">C0001 </w:t>
            </w:r>
            <w:r w:rsidR="00D64480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IE"/>
              </w:rPr>
              <w:t>i</w:t>
            </w:r>
            <w:r w:rsidR="00D64480" w:rsidRPr="00961748"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  <w:lang w:val="en-IE"/>
              </w:rPr>
              <w:t>s applicable</w:t>
            </w:r>
          </w:p>
          <w:p w14:paraId="160AC628" w14:textId="77777777" w:rsidR="0031516B" w:rsidRDefault="0031516B" w:rsidP="00470105">
            <w:pPr>
              <w:pStyle w:val="ListParagraph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</w:p>
          <w:p w14:paraId="5E23BEA0" w14:textId="06720E2B" w:rsidR="00EB6000" w:rsidRPr="00E6240F" w:rsidRDefault="00EB6000" w:rsidP="00EB6000">
            <w:pPr>
              <w:pStyle w:val="ListParagraph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shd w:val="clear" w:color="auto" w:fill="FFFFFF"/>
              </w:rPr>
            </w:pPr>
            <w:r w:rsidRPr="00E6240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  <w:shd w:val="clear" w:color="auto" w:fill="FFFFFF"/>
              </w:rPr>
              <w:t>Note:</w:t>
            </w:r>
            <w:r w:rsidRPr="00E6240F">
              <w:rPr>
                <w:rStyle w:val="Heading1Char"/>
                <w:rFonts w:asciiTheme="minorHAnsi" w:hAnsiTheme="minorHAnsi" w:cstheme="minorHAnsi"/>
                <w:b w:val="0"/>
                <w:bCs w:val="0"/>
                <w:sz w:val="22"/>
                <w:szCs w:val="22"/>
                <w:u w:val="single"/>
              </w:rPr>
              <w:t xml:space="preserve"> </w:t>
            </w:r>
            <w:r w:rsidRPr="00E6240F">
              <w:rPr>
                <w:rStyle w:val="cf01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Considering that the C0018 would be verified ONLY by the sender, then the C0018 is useless for the Opt-out and the C0001 defined in DDNTA-5.15.2-v2.00 remains applicable for t</w:t>
            </w:r>
            <w:r w:rsidR="006A1FDC">
              <w:rPr>
                <w:rStyle w:val="cf01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he</w:t>
            </w:r>
            <w:r w:rsidRPr="00E6240F">
              <w:rPr>
                <w:rStyle w:val="cf01"/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Opt-out country</w:t>
            </w:r>
          </w:p>
        </w:tc>
      </w:tr>
    </w:tbl>
    <w:p w14:paraId="50ABB1B5" w14:textId="77777777" w:rsidR="0031516B" w:rsidRPr="001540E6" w:rsidRDefault="0031516B" w:rsidP="00F42063">
      <w:pPr>
        <w:rPr>
          <w:rFonts w:asciiTheme="minorHAnsi" w:hAnsiTheme="minorHAnsi" w:cstheme="minorHAnsi"/>
          <w:b/>
          <w:sz w:val="28"/>
          <w:szCs w:val="28"/>
        </w:rPr>
      </w:pPr>
    </w:p>
    <w:p w14:paraId="2C02782D" w14:textId="6B42CCFE" w:rsidR="00483E6C" w:rsidRPr="001540E6" w:rsidRDefault="008E5D8A" w:rsidP="00F42063">
      <w:pPr>
        <w:rPr>
          <w:rFonts w:asciiTheme="minorHAnsi" w:hAnsiTheme="minorHAnsi" w:cstheme="minorHAnsi"/>
          <w:b/>
          <w:sz w:val="28"/>
          <w:szCs w:val="28"/>
        </w:rPr>
      </w:pPr>
      <w:r w:rsidRPr="001540E6">
        <w:rPr>
          <w:rFonts w:asciiTheme="minorHAnsi" w:hAnsiTheme="minorHAnsi" w:cstheme="minorHAnsi"/>
          <w:b/>
          <w:sz w:val="28"/>
          <w:szCs w:val="28"/>
        </w:rPr>
        <w:t>Impact on CI artefacts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804"/>
      </w:tblGrid>
      <w:tr w:rsidR="00014D18" w:rsidRPr="001540E6" w14:paraId="066B1A15" w14:textId="3A8EFCBF">
        <w:trPr>
          <w:trHeight w:val="403"/>
        </w:trPr>
        <w:tc>
          <w:tcPr>
            <w:tcW w:w="2802" w:type="dxa"/>
          </w:tcPr>
          <w:p w14:paraId="7A20B116" w14:textId="18F9BF73" w:rsidR="00014D18" w:rsidRPr="001540E6" w:rsidRDefault="00014D18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PEEDECN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540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CSE-v60.4.</w:t>
            </w:r>
            <w:r w:rsidR="00167FF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804" w:type="dxa"/>
          </w:tcPr>
          <w:p w14:paraId="53369047" w14:textId="6131A95F" w:rsidR="00014D18" w:rsidRPr="001540E6" w:rsidRDefault="00014D18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540E6">
              <w:rPr>
                <w:rFonts w:asciiTheme="minorHAnsi" w:hAnsiTheme="minorHAnsi" w:cstheme="minorHAnsi"/>
                <w:sz w:val="22"/>
                <w:szCs w:val="22"/>
              </w:rPr>
              <w:t xml:space="preserve">Cosmetic  </w:t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540E6">
              <w:rPr>
                <w:rFonts w:asciiTheme="minorHAnsi" w:hAnsiTheme="minorHAnsi" w:cstheme="minorHAnsi"/>
                <w:sz w:val="22"/>
                <w:szCs w:val="22"/>
              </w:rPr>
              <w:t xml:space="preserve"> Low     </w:t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540E6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540E6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540E6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p w14:paraId="6F49D439" w14:textId="0AAD1539" w:rsidR="00014D18" w:rsidRPr="001540E6" w:rsidRDefault="00014D18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540E6">
              <w:rPr>
                <w:rFonts w:asciiTheme="minorHAnsi" w:hAnsiTheme="minorHAnsi" w:cstheme="minorHAnsi"/>
                <w:sz w:val="22"/>
                <w:szCs w:val="22"/>
              </w:rPr>
              <w:t>Short description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573"/>
            </w:tblGrid>
            <w:tr w:rsidR="00014D18" w:rsidRPr="001540E6" w14:paraId="31AA0199" w14:textId="234A8ABB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5F8624" w14:textId="4DC3F4F8" w:rsidR="00014D18" w:rsidRPr="001540E6" w:rsidRDefault="00014D18">
                  <w:pPr>
                    <w:spacing w:before="12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The wording of C000</w:t>
                  </w:r>
                  <w:r w:rsidR="00167FF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3</w:t>
                  </w:r>
                  <w:r w:rsidR="00B7305F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shall </w:t>
                  </w:r>
                  <w:r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be updated</w:t>
                  </w:r>
                  <w:r w:rsidR="00B7305F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and </w:t>
                  </w:r>
                  <w:r w:rsidR="00167FF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new </w:t>
                  </w:r>
                  <w:r w:rsidR="00B7305F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condition C0018 will be introduced </w:t>
                  </w:r>
                  <w:r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as described in section 3.</w:t>
                  </w:r>
                  <w:r w:rsidRPr="001540E6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14:paraId="620C216C" w14:textId="7DB8EDFD" w:rsidR="00014D18" w:rsidRPr="001540E6" w:rsidRDefault="00014D18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42063" w:rsidRPr="001540E6" w14:paraId="47B66D69" w14:textId="2351F330" w:rsidTr="489838A6">
        <w:trPr>
          <w:trHeight w:val="403"/>
        </w:trPr>
        <w:tc>
          <w:tcPr>
            <w:tcW w:w="2802" w:type="dxa"/>
          </w:tcPr>
          <w:p w14:paraId="6743BD02" w14:textId="5E53A5AA" w:rsidR="00F42063" w:rsidRPr="001540E6" w:rsidRDefault="00CD1279" w:rsidP="00DF508C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F42063" w:rsidRPr="001540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42063"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DDNTA-</w:t>
            </w:r>
            <w:r w:rsidR="00014D18"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="00751842"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167FF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  <w:r w:rsidR="0009271D"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014D18"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="006A0C52"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-v1.</w:t>
            </w:r>
            <w:r w:rsidR="009546BB"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="00167FF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="009546BB"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F42063" w:rsidRPr="001540E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(Appendices)</w:t>
            </w:r>
          </w:p>
        </w:tc>
        <w:tc>
          <w:tcPr>
            <w:tcW w:w="6804" w:type="dxa"/>
          </w:tcPr>
          <w:p w14:paraId="2CB6EDB0" w14:textId="16FEC880" w:rsidR="00F42063" w:rsidRPr="001540E6" w:rsidRDefault="00F42063" w:rsidP="00DF508C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540E6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="0037298C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37298C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37298C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540E6">
              <w:rPr>
                <w:rFonts w:asciiTheme="minorHAnsi" w:hAnsiTheme="minorHAnsi" w:cstheme="minorHAnsi"/>
                <w:sz w:val="22"/>
                <w:szCs w:val="22"/>
              </w:rPr>
              <w:t xml:space="preserve">Low    </w:t>
            </w:r>
            <w:r w:rsidR="0037298C" w:rsidRPr="001540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7298C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7298C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37298C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540E6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540E6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540E6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p w14:paraId="00C94B5D" w14:textId="789EAADC" w:rsidR="00F42063" w:rsidRPr="001540E6" w:rsidRDefault="00F42063" w:rsidP="00DF508C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540E6">
              <w:rPr>
                <w:rFonts w:asciiTheme="minorHAnsi" w:hAnsiTheme="minorHAnsi" w:cstheme="minorHAnsi"/>
                <w:sz w:val="22"/>
                <w:szCs w:val="22"/>
              </w:rPr>
              <w:t>Short description</w:t>
            </w:r>
          </w:p>
          <w:tbl>
            <w:tblPr>
              <w:tblW w:w="6573" w:type="dxa"/>
              <w:tblLook w:val="04A0" w:firstRow="1" w:lastRow="0" w:firstColumn="1" w:lastColumn="0" w:noHBand="0" w:noVBand="1"/>
            </w:tblPr>
            <w:tblGrid>
              <w:gridCol w:w="6573"/>
            </w:tblGrid>
            <w:tr w:rsidR="00F42063" w:rsidRPr="001540E6" w14:paraId="1AE376D9" w14:textId="2F1B16C4" w:rsidTr="00AC7F03">
              <w:tc>
                <w:tcPr>
                  <w:tcW w:w="65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4958E0" w14:textId="5E03A0FB" w:rsidR="00F42063" w:rsidRPr="001540E6" w:rsidRDefault="00AE06CE" w:rsidP="00587645">
                  <w:pPr>
                    <w:spacing w:before="120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See section 3. </w:t>
                  </w:r>
                  <w:r w:rsidR="00587645"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F00F11"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Appendi</w:t>
                  </w:r>
                  <w:r w:rsidR="00167FF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ces ‘D’, ‘K’,</w:t>
                  </w:r>
                  <w:r w:rsidR="00F00F11"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‘</w:t>
                  </w:r>
                  <w:r w:rsidR="008109E6"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Q2</w:t>
                  </w:r>
                  <w:r w:rsidR="00F00F11"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’</w:t>
                  </w:r>
                  <w:r w:rsidR="00167FF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and ‘Q2_R_C’</w:t>
                  </w:r>
                  <w:r w:rsidR="008109E6"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167FF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shall be updated</w:t>
                  </w:r>
                  <w:r w:rsidR="004811BA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8109E6"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for </w:t>
                  </w:r>
                  <w:r w:rsidR="00886F34"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C0003 and </w:t>
                  </w:r>
                  <w:r w:rsidR="00B7305F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C0018</w:t>
                  </w:r>
                  <w:r w:rsidR="00321C34"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235324C5" w14:textId="3D4536BE" w:rsidR="00F42063" w:rsidRPr="001540E6" w:rsidRDefault="00F42063" w:rsidP="00DF508C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964C8" w:rsidRPr="001540E6" w14:paraId="48AD3108" w14:textId="77777777" w:rsidTr="489838A6">
        <w:trPr>
          <w:trHeight w:val="1286"/>
        </w:trPr>
        <w:tc>
          <w:tcPr>
            <w:tcW w:w="2802" w:type="dxa"/>
          </w:tcPr>
          <w:p w14:paraId="3768BB6C" w14:textId="525F8113" w:rsidR="00F964C8" w:rsidRPr="001540E6" w:rsidRDefault="00F964C8" w:rsidP="00404E42">
            <w:pPr>
              <w:spacing w:before="100" w:beforeAutospacing="1" w:after="100" w:afterAutospacing="1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F0F0E" w:rsidRPr="005F0F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TRP-6.</w:t>
            </w:r>
            <w:r w:rsidR="00AC05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5F0F0E" w:rsidRPr="005F0F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.0-v1.0</w:t>
            </w:r>
            <w:r w:rsidR="00AC05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</w:t>
            </w:r>
            <w:r w:rsidR="005F0F0E" w:rsidRPr="005F0F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9611E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&amp;</w:t>
            </w:r>
            <w:r w:rsidR="005F0F0E" w:rsidRPr="005F0F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CTP-6.</w:t>
            </w:r>
            <w:r w:rsidR="00AC05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="005F0F0E" w:rsidRPr="005F0F0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.0-v1.00</w:t>
            </w:r>
          </w:p>
          <w:p w14:paraId="64661C25" w14:textId="47EAFBE6" w:rsidR="00F964C8" w:rsidRPr="001540E6" w:rsidRDefault="00F964C8" w:rsidP="00321C34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804" w:type="dxa"/>
          </w:tcPr>
          <w:p w14:paraId="2FD259ED" w14:textId="77777777" w:rsidR="001C67EB" w:rsidRPr="001540E6" w:rsidRDefault="001C67EB" w:rsidP="001C67EB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540E6">
              <w:rPr>
                <w:rFonts w:asciiTheme="minorHAnsi" w:hAnsiTheme="minorHAnsi" w:cstheme="minorHAnsi"/>
                <w:sz w:val="22"/>
                <w:szCs w:val="22"/>
              </w:rPr>
              <w:t xml:space="preserve">Cosmetic   </w:t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540E6">
              <w:rPr>
                <w:rFonts w:asciiTheme="minorHAnsi" w:hAnsiTheme="minorHAnsi" w:cstheme="minorHAnsi"/>
                <w:sz w:val="22"/>
                <w:szCs w:val="22"/>
              </w:rPr>
              <w:t xml:space="preserve"> Low     </w:t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540E6">
              <w:rPr>
                <w:rFonts w:asciiTheme="minorHAnsi" w:hAnsiTheme="minorHAnsi" w:cstheme="minorHAnsi"/>
                <w:sz w:val="22"/>
                <w:szCs w:val="22"/>
              </w:rPr>
              <w:t xml:space="preserve"> Medium    </w:t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540E6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540E6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p w14:paraId="33D0A873" w14:textId="77777777" w:rsidR="001C67EB" w:rsidRPr="001540E6" w:rsidRDefault="001C67EB" w:rsidP="001C67EB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540E6">
              <w:rPr>
                <w:rFonts w:asciiTheme="minorHAnsi" w:hAnsiTheme="minorHAnsi" w:cstheme="minorHAnsi"/>
                <w:sz w:val="22"/>
                <w:szCs w:val="22"/>
              </w:rPr>
              <w:t>Draft impact on CTP/TRP identified at this stage:</w:t>
            </w:r>
          </w:p>
          <w:tbl>
            <w:tblPr>
              <w:tblW w:w="6578" w:type="dxa"/>
              <w:tblLook w:val="04A0" w:firstRow="1" w:lastRow="0" w:firstColumn="1" w:lastColumn="0" w:noHBand="0" w:noVBand="1"/>
            </w:tblPr>
            <w:tblGrid>
              <w:gridCol w:w="2192"/>
              <w:gridCol w:w="837"/>
              <w:gridCol w:w="3549"/>
            </w:tblGrid>
            <w:tr w:rsidR="001C67EB" w:rsidRPr="001540E6" w14:paraId="1BBF2CFA" w14:textId="77777777"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DB04F7" w14:textId="77777777" w:rsidR="001C67EB" w:rsidRPr="001540E6" w:rsidRDefault="001C67EB" w:rsidP="001C67EB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US"/>
                    </w:rPr>
                  </w:pPr>
                  <w:r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US"/>
                    </w:rPr>
                    <w:t>Update TC:</w:t>
                  </w:r>
                </w:p>
              </w:tc>
              <w:tc>
                <w:tcPr>
                  <w:tcW w:w="8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A529D" w14:textId="77777777" w:rsidR="001C67EB" w:rsidRPr="001540E6" w:rsidRDefault="001C67EB" w:rsidP="001C67EB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No</w:t>
                  </w:r>
                </w:p>
              </w:tc>
              <w:tc>
                <w:tcPr>
                  <w:tcW w:w="3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205DE6" w14:textId="77777777" w:rsidR="001C67EB" w:rsidRPr="001540E6" w:rsidRDefault="001C67EB" w:rsidP="001C67EB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None</w:t>
                  </w:r>
                </w:p>
              </w:tc>
            </w:tr>
            <w:tr w:rsidR="001C67EB" w:rsidRPr="001540E6" w14:paraId="219B33CF" w14:textId="77777777">
              <w:tc>
                <w:tcPr>
                  <w:tcW w:w="21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60614F" w14:textId="77777777" w:rsidR="001C67EB" w:rsidRPr="001540E6" w:rsidRDefault="001C67EB" w:rsidP="001C67EB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US"/>
                    </w:rPr>
                  </w:pPr>
                  <w:r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n-US"/>
                    </w:rPr>
                    <w:t>Updated Drools:</w:t>
                  </w:r>
                </w:p>
              </w:tc>
              <w:tc>
                <w:tcPr>
                  <w:tcW w:w="8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81D26B" w14:textId="77777777" w:rsidR="001C67EB" w:rsidRPr="001540E6" w:rsidRDefault="001C67EB" w:rsidP="001C67EB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1540E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Yes</w:t>
                  </w:r>
                </w:p>
              </w:tc>
              <w:tc>
                <w:tcPr>
                  <w:tcW w:w="35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72079F" w14:textId="29373B43" w:rsidR="001C67EB" w:rsidRPr="00470105" w:rsidRDefault="001D6319" w:rsidP="001C67EB">
                  <w:pPr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470105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Update </w:t>
                  </w:r>
                  <w:r w:rsidR="001C67EB" w:rsidRPr="00470105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in file </w:t>
                  </w:r>
                  <w:r w:rsidR="001C67EB" w:rsidRPr="001D6319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Rules.drl</w:t>
                  </w:r>
                  <w:r w:rsidR="001C67EB" w:rsidRPr="00470105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 for </w:t>
                  </w:r>
                  <w:r w:rsidRPr="00470105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C0001 and </w:t>
                  </w:r>
                  <w:r w:rsidR="00A61F72" w:rsidRPr="00470105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C0003 and</w:t>
                  </w:r>
                  <w:r w:rsidR="009611E0" w:rsidRPr="00470105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 creation </w:t>
                  </w:r>
                  <w:r w:rsidRPr="00470105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of C0018</w:t>
                  </w:r>
                  <w:r w:rsidR="001C67EB" w:rsidRPr="00470105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3C529F11" w14:textId="77777777" w:rsidR="00F964C8" w:rsidRPr="001540E6" w:rsidRDefault="00F964C8" w:rsidP="00321C34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630D5AF8" w14:textId="77777777" w:rsidR="00B545B6" w:rsidRDefault="00B545B6" w:rsidP="00684A1D">
      <w:pPr>
        <w:rPr>
          <w:rStyle w:val="normaltextrun"/>
          <w:rFonts w:asciiTheme="minorHAnsi" w:hAnsiTheme="minorHAnsi" w:cstheme="minorHAnsi"/>
          <w:b/>
          <w:bCs/>
          <w:color w:val="000000"/>
          <w:sz w:val="28"/>
          <w:szCs w:val="28"/>
          <w:shd w:val="clear" w:color="auto" w:fill="FFFFFF"/>
        </w:rPr>
      </w:pPr>
    </w:p>
    <w:p w14:paraId="60437335" w14:textId="5FBCA4DB" w:rsidR="00684A1D" w:rsidRPr="001540E6" w:rsidRDefault="00684A1D" w:rsidP="00684A1D">
      <w:pPr>
        <w:rPr>
          <w:rFonts w:asciiTheme="minorHAnsi" w:hAnsiTheme="minorHAnsi" w:cstheme="minorHAnsi"/>
          <w:b/>
          <w:sz w:val="28"/>
          <w:szCs w:val="28"/>
        </w:rPr>
      </w:pPr>
      <w:r w:rsidRPr="001540E6">
        <w:rPr>
          <w:rStyle w:val="normaltextrun"/>
          <w:rFonts w:asciiTheme="minorHAnsi" w:hAnsiTheme="minorHAnsi" w:cstheme="minorHAnsi"/>
          <w:b/>
          <w:bCs/>
          <w:color w:val="000000"/>
          <w:sz w:val="28"/>
          <w:szCs w:val="28"/>
          <w:shd w:val="clear" w:color="auto" w:fill="FFFFFF"/>
        </w:rPr>
        <w:t>Estimated impact on National Project</w:t>
      </w:r>
      <w:r w:rsidRPr="001540E6">
        <w:rPr>
          <w:rStyle w:val="eop"/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 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E8354E" w:rsidRPr="001540E6" w14:paraId="56ED565A" w14:textId="77777777" w:rsidTr="00E8354E">
        <w:trPr>
          <w:trHeight w:val="1621"/>
        </w:trPr>
        <w:tc>
          <w:tcPr>
            <w:tcW w:w="9634" w:type="dxa"/>
          </w:tcPr>
          <w:p w14:paraId="09B27D5D" w14:textId="7482EB3B" w:rsidR="00E8354E" w:rsidRPr="001540E6" w:rsidRDefault="005D329F" w:rsidP="0008661E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685F3A">
              <w:rPr>
                <w:rFonts w:asciiTheme="minorHAnsi" w:hAnsiTheme="minorHAnsi" w:cstheme="minorHAnsi"/>
                <w:bCs/>
                <w:sz w:val="22"/>
                <w:szCs w:val="22"/>
              </w:rPr>
              <w:t>None</w:t>
            </w:r>
            <w:r w:rsidRPr="001540E6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E8354E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354E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E8354E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9D7B9F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E8354E" w:rsidRPr="001540E6">
              <w:rPr>
                <w:rFonts w:asciiTheme="minorHAnsi" w:hAnsiTheme="minorHAnsi" w:cstheme="minorHAnsi"/>
                <w:sz w:val="22"/>
                <w:szCs w:val="22"/>
              </w:rPr>
              <w:t xml:space="preserve">Cosmetic    </w:t>
            </w:r>
            <w:r w:rsidR="00B3586A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B3586A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B3586A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E8354E" w:rsidRPr="001540E6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 </w:t>
            </w:r>
            <w:r w:rsidR="00E8354E" w:rsidRPr="001540E6">
              <w:rPr>
                <w:rFonts w:asciiTheme="minorHAnsi" w:hAnsiTheme="minorHAnsi" w:cstheme="minorHAnsi"/>
                <w:sz w:val="22"/>
                <w:szCs w:val="22"/>
              </w:rPr>
              <w:t xml:space="preserve">Low    </w:t>
            </w:r>
            <w:r w:rsidR="00E8354E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354E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E8354E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E8354E" w:rsidRPr="001540E6">
              <w:rPr>
                <w:rFonts w:asciiTheme="minorHAnsi" w:hAnsiTheme="minorHAnsi" w:cstheme="minorHAnsi"/>
                <w:sz w:val="22"/>
                <w:szCs w:val="22"/>
              </w:rPr>
              <w:t xml:space="preserve">  Medium    </w:t>
            </w:r>
            <w:r w:rsidR="00E8354E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354E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E8354E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E8354E" w:rsidRPr="001540E6">
              <w:rPr>
                <w:rFonts w:asciiTheme="minorHAnsi" w:hAnsiTheme="minorHAnsi" w:cstheme="minorHAnsi"/>
                <w:sz w:val="22"/>
                <w:szCs w:val="22"/>
              </w:rPr>
              <w:t xml:space="preserve"> High    </w:t>
            </w:r>
            <w:r w:rsidR="00E8354E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ImpSMART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354E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5C0FC3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="00E8354E"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="00E8354E" w:rsidRPr="001540E6">
              <w:rPr>
                <w:rFonts w:asciiTheme="minorHAnsi" w:hAnsiTheme="minorHAnsi" w:cstheme="minorHAnsi"/>
                <w:sz w:val="22"/>
                <w:szCs w:val="22"/>
              </w:rPr>
              <w:t xml:space="preserve"> Very High</w:t>
            </w:r>
          </w:p>
          <w:p w14:paraId="1F800692" w14:textId="77777777" w:rsidR="00E8354E" w:rsidRPr="001540E6" w:rsidRDefault="00E8354E" w:rsidP="0008661E">
            <w:pPr>
              <w:spacing w:before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1540E6">
              <w:rPr>
                <w:rFonts w:asciiTheme="minorHAnsi" w:hAnsiTheme="minorHAnsi" w:cstheme="minorHAnsi"/>
                <w:sz w:val="22"/>
                <w:szCs w:val="22"/>
              </w:rPr>
              <w:t>Short description</w:t>
            </w:r>
          </w:p>
          <w:tbl>
            <w:tblPr>
              <w:tblW w:w="9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80"/>
            </w:tblGrid>
            <w:tr w:rsidR="00E8354E" w:rsidRPr="001540E6" w14:paraId="528134CA" w14:textId="77777777" w:rsidTr="00E8354E">
              <w:trPr>
                <w:trHeight w:val="682"/>
              </w:trPr>
              <w:tc>
                <w:tcPr>
                  <w:tcW w:w="9380" w:type="dxa"/>
                </w:tcPr>
                <w:p w14:paraId="344EFC71" w14:textId="744CB2A7" w:rsidR="001D6319" w:rsidRPr="00315B4E" w:rsidRDefault="001D6319" w:rsidP="001D6319">
                  <w:pPr>
                    <w:spacing w:before="12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I</w:t>
                  </w:r>
                  <w:r w:rsidRPr="00315B4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mpact for Opt-out NA</w:t>
                  </w: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: no</w:t>
                  </w:r>
                  <w:r w:rsidRPr="00315B4E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.</w:t>
                  </w:r>
                </w:p>
                <w:p w14:paraId="4D89B236" w14:textId="524AB992" w:rsidR="001D6319" w:rsidRDefault="001D6319" w:rsidP="00470105">
                  <w:pP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315B4E"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>Impact for Opt-in NA</w:t>
                  </w:r>
                  <w:r>
                    <w:rPr>
                      <w:rFonts w:asciiTheme="minorHAnsi" w:hAnsiTheme="minorHAnsi" w:cstheme="minorHAnsi"/>
                      <w:b/>
                      <w:bCs/>
                      <w:color w:val="000000"/>
                      <w:sz w:val="22"/>
                      <w:szCs w:val="22"/>
                      <w:shd w:val="clear" w:color="auto" w:fill="FFFFFF"/>
                    </w:rPr>
                    <w:t>: yes, incl. for their External Domain.</w:t>
                  </w:r>
                </w:p>
                <w:p w14:paraId="0D88C1D8" w14:textId="46E93D86" w:rsidR="00F94ED5" w:rsidRPr="001540E6" w:rsidRDefault="00AE73AC" w:rsidP="001D6319">
                  <w:pPr>
                    <w:pStyle w:val="ListParagraph"/>
                    <w:spacing w:before="120"/>
                    <w:ind w:left="0"/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</w:pPr>
                  <w:r w:rsidRPr="001540E6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To be </w:t>
                  </w:r>
                  <w:r w:rsidR="001D6319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further </w:t>
                  </w:r>
                  <w:r w:rsidRPr="001540E6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assessed </w:t>
                  </w:r>
                  <w:r w:rsidR="006E1D66" w:rsidRPr="001540E6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precisely </w:t>
                  </w:r>
                  <w:r w:rsidRPr="001540E6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by </w:t>
                  </w:r>
                  <w:r w:rsidR="006E1D66" w:rsidRPr="001540E6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 xml:space="preserve">each </w:t>
                  </w:r>
                  <w:r w:rsidRPr="001540E6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NA</w:t>
                  </w:r>
                  <w:r w:rsidR="00E8354E" w:rsidRPr="001540E6">
                    <w:rPr>
                      <w:rFonts w:asciiTheme="minorHAnsi" w:hAnsiTheme="minorHAnsi" w:cstheme="minorHAnsi"/>
                      <w:bCs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41D30180" w14:textId="77777777" w:rsidR="00E8354E" w:rsidRPr="001540E6" w:rsidRDefault="00E8354E" w:rsidP="0008661E">
            <w:pPr>
              <w:spacing w:before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82DCCDB" w14:textId="77777777" w:rsidR="008E5D8A" w:rsidRPr="001540E6" w:rsidRDefault="008E5D8A" w:rsidP="008E5D8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9"/>
        <w:gridCol w:w="2122"/>
        <w:gridCol w:w="1360"/>
        <w:gridCol w:w="5074"/>
      </w:tblGrid>
      <w:tr w:rsidR="007B5941" w:rsidRPr="001540E6" w14:paraId="411E99B1" w14:textId="77777777">
        <w:tc>
          <w:tcPr>
            <w:tcW w:w="9605" w:type="dxa"/>
            <w:gridSpan w:val="4"/>
            <w:shd w:val="clear" w:color="auto" w:fill="D9D9D9"/>
          </w:tcPr>
          <w:p w14:paraId="70A6913C" w14:textId="42E461C8" w:rsidR="007B5941" w:rsidRPr="001540E6" w:rsidRDefault="007B5941" w:rsidP="0008661E">
            <w:pPr>
              <w:rPr>
                <w:rFonts w:asciiTheme="minorHAnsi" w:hAnsiTheme="minorHAnsi" w:cstheme="minorHAnsi"/>
                <w:b/>
                <w:bCs/>
              </w:rPr>
            </w:pPr>
            <w:r w:rsidRPr="001540E6">
              <w:rPr>
                <w:rFonts w:asciiTheme="minorHAnsi" w:hAnsiTheme="minorHAnsi" w:cstheme="minorHAnsi"/>
                <w:b/>
                <w:bCs/>
              </w:rPr>
              <w:t>Document History</w:t>
            </w:r>
          </w:p>
        </w:tc>
      </w:tr>
      <w:tr w:rsidR="008E5D8A" w:rsidRPr="001540E6" w14:paraId="120DE49F" w14:textId="77777777" w:rsidTr="007B5941">
        <w:trPr>
          <w:trHeight w:val="284"/>
        </w:trPr>
        <w:tc>
          <w:tcPr>
            <w:tcW w:w="1049" w:type="dxa"/>
          </w:tcPr>
          <w:p w14:paraId="4DFAEE8C" w14:textId="77777777" w:rsidR="008E5D8A" w:rsidRPr="001540E6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</w:pPr>
            <w:r w:rsidRPr="001540E6">
              <w:rPr>
                <w:rFonts w:asciiTheme="minorHAnsi" w:hAnsiTheme="minorHAnsi" w:cstheme="minorHAnsi"/>
                <w:b/>
                <w:sz w:val="22"/>
                <w:szCs w:val="22"/>
                <w:lang w:val="de-DE"/>
              </w:rPr>
              <w:t>Version</w:t>
            </w:r>
          </w:p>
        </w:tc>
        <w:tc>
          <w:tcPr>
            <w:tcW w:w="2122" w:type="dxa"/>
          </w:tcPr>
          <w:p w14:paraId="2E9E4322" w14:textId="77777777" w:rsidR="008E5D8A" w:rsidRPr="001540E6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t>Status</w:t>
            </w:r>
          </w:p>
        </w:tc>
        <w:tc>
          <w:tcPr>
            <w:tcW w:w="1360" w:type="dxa"/>
          </w:tcPr>
          <w:p w14:paraId="088233C4" w14:textId="77777777" w:rsidR="008E5D8A" w:rsidRPr="001540E6" w:rsidRDefault="008E5D8A" w:rsidP="0008661E">
            <w:pPr>
              <w:spacing w:before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540E6">
              <w:rPr>
                <w:rFonts w:asciiTheme="minorHAnsi" w:hAnsiTheme="minorHAnsi" w:cstheme="minorHAnsi"/>
                <w:b/>
                <w:sz w:val="22"/>
                <w:szCs w:val="22"/>
              </w:rPr>
              <w:t>Date</w:t>
            </w:r>
          </w:p>
        </w:tc>
        <w:tc>
          <w:tcPr>
            <w:tcW w:w="5074" w:type="dxa"/>
          </w:tcPr>
          <w:p w14:paraId="06089377" w14:textId="77777777" w:rsidR="008E5D8A" w:rsidRPr="001540E6" w:rsidRDefault="008E5D8A" w:rsidP="0008661E">
            <w:pPr>
              <w:spacing w:before="6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1540E6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Comment</w:t>
            </w:r>
          </w:p>
        </w:tc>
      </w:tr>
      <w:tr w:rsidR="001F32C0" w:rsidRPr="001540E6" w14:paraId="5E58F9DF" w14:textId="77777777" w:rsidTr="007B5941">
        <w:trPr>
          <w:trHeight w:val="284"/>
        </w:trPr>
        <w:tc>
          <w:tcPr>
            <w:tcW w:w="1049" w:type="dxa"/>
          </w:tcPr>
          <w:p w14:paraId="485B9278" w14:textId="58086730" w:rsidR="001F32C0" w:rsidRPr="001540E6" w:rsidRDefault="001F32C0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1540E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v0.</w:t>
            </w:r>
            <w:r w:rsidR="000439C2" w:rsidRPr="001540E6">
              <w:rPr>
                <w:rFonts w:asciiTheme="minorHAnsi" w:hAnsiTheme="minorHAnsi" w:cstheme="minorHAnsi"/>
                <w:sz w:val="22"/>
                <w:szCs w:val="22"/>
                <w:lang w:val="de-DE"/>
              </w:rPr>
              <w:t>10</w:t>
            </w:r>
          </w:p>
        </w:tc>
        <w:tc>
          <w:tcPr>
            <w:tcW w:w="2122" w:type="dxa"/>
          </w:tcPr>
          <w:p w14:paraId="7C0EEEB7" w14:textId="64F25E3D" w:rsidR="001F32C0" w:rsidRPr="000119B8" w:rsidRDefault="00F5451F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6B1220">
              <w:rPr>
                <w:rFonts w:asciiTheme="minorHAnsi" w:hAnsiTheme="minorHAnsi" w:cs="Arial"/>
                <w:sz w:val="22"/>
                <w:szCs w:val="22"/>
              </w:rPr>
              <w:t xml:space="preserve">Draft by </w:t>
            </w:r>
            <w:r>
              <w:rPr>
                <w:rFonts w:asciiTheme="minorHAnsi" w:hAnsiTheme="minorHAnsi" w:cs="Arial"/>
                <w:sz w:val="22"/>
                <w:szCs w:val="22"/>
              </w:rPr>
              <w:t>SOFTDEV</w:t>
            </w:r>
          </w:p>
        </w:tc>
        <w:tc>
          <w:tcPr>
            <w:tcW w:w="1360" w:type="dxa"/>
          </w:tcPr>
          <w:p w14:paraId="63E8DC9D" w14:textId="2137EF73" w:rsidR="001F32C0" w:rsidRPr="001540E6" w:rsidRDefault="0098754A" w:rsidP="001F32C0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53562A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6F60E7" w:rsidRPr="001540E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 w:rsidR="00E26F18" w:rsidRPr="001540E6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1F32C0" w:rsidRPr="001540E6">
              <w:rPr>
                <w:rFonts w:asciiTheme="minorHAnsi" w:hAnsiTheme="minorHAnsi" w:cstheme="minorHAnsi"/>
                <w:sz w:val="22"/>
                <w:szCs w:val="22"/>
              </w:rPr>
              <w:t>/202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074" w:type="dxa"/>
          </w:tcPr>
          <w:p w14:paraId="77644FDE" w14:textId="5D7E79C2" w:rsidR="001F32C0" w:rsidRPr="001540E6" w:rsidRDefault="00686DE3" w:rsidP="001F32C0">
            <w:pPr>
              <w:spacing w:before="60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Draft by SOFTDEV</w:t>
            </w:r>
          </w:p>
        </w:tc>
      </w:tr>
      <w:tr w:rsidR="000470BF" w:rsidRPr="001540E6" w14:paraId="1827E2CE" w14:textId="77777777" w:rsidTr="007B5941">
        <w:trPr>
          <w:trHeight w:val="284"/>
        </w:trPr>
        <w:tc>
          <w:tcPr>
            <w:tcW w:w="1049" w:type="dxa"/>
          </w:tcPr>
          <w:p w14:paraId="08E3500F" w14:textId="06B19C4F" w:rsidR="000470BF" w:rsidRPr="001540E6" w:rsidRDefault="000470BF" w:rsidP="000470BF">
            <w:pPr>
              <w:spacing w:before="60"/>
              <w:rPr>
                <w:rFonts w:asciiTheme="minorHAnsi" w:hAnsiTheme="minorHAnsi" w:cstheme="minorHAnsi"/>
                <w:sz w:val="22"/>
                <w:szCs w:val="22"/>
                <w:lang w:val="de-DE"/>
              </w:rPr>
            </w:pPr>
            <w:r w:rsidRPr="00315B4E">
              <w:rPr>
                <w:rFonts w:asciiTheme="minorHAnsi" w:hAnsiTheme="minorHAnsi" w:cs="Arial"/>
                <w:sz w:val="22"/>
                <w:szCs w:val="22"/>
              </w:rPr>
              <w:t>v0.11</w:t>
            </w:r>
          </w:p>
        </w:tc>
        <w:tc>
          <w:tcPr>
            <w:tcW w:w="2122" w:type="dxa"/>
          </w:tcPr>
          <w:p w14:paraId="1382F750" w14:textId="66C6331A" w:rsidR="000470BF" w:rsidRPr="006B1220" w:rsidRDefault="000470BF" w:rsidP="000470BF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 w:rsidRPr="00E43831">
              <w:rPr>
                <w:rFonts w:asciiTheme="minorHAnsi" w:hAnsiTheme="minorHAnsi" w:cs="Arial"/>
                <w:sz w:val="22"/>
                <w:szCs w:val="22"/>
              </w:rPr>
              <w:t>Commented draft</w:t>
            </w:r>
          </w:p>
        </w:tc>
        <w:tc>
          <w:tcPr>
            <w:tcW w:w="1360" w:type="dxa"/>
          </w:tcPr>
          <w:p w14:paraId="225683D1" w14:textId="5CA35352" w:rsidR="000470BF" w:rsidRDefault="000470BF" w:rsidP="000470BF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  <w:r w:rsidRPr="00315B4E">
              <w:rPr>
                <w:rFonts w:asciiTheme="minorHAnsi" w:hAnsiTheme="minorHAnsi" w:cs="Arial"/>
                <w:noProof/>
                <w:sz w:val="22"/>
                <w:szCs w:val="22"/>
              </w:rPr>
              <w:t>16/06/2024</w:t>
            </w:r>
          </w:p>
        </w:tc>
        <w:tc>
          <w:tcPr>
            <w:tcW w:w="5074" w:type="dxa"/>
          </w:tcPr>
          <w:p w14:paraId="6C0BB4E7" w14:textId="00C059B1" w:rsidR="000470BF" w:rsidRDefault="000470BF" w:rsidP="000470BF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E43831">
              <w:rPr>
                <w:rFonts w:asciiTheme="minorHAnsi" w:hAnsiTheme="minorHAnsi" w:cs="Arial"/>
                <w:i/>
                <w:sz w:val="22"/>
                <w:szCs w:val="22"/>
              </w:rPr>
              <w:t>Comments by DG TAXUD IT (tds)</w:t>
            </w:r>
            <w:r>
              <w:rPr>
                <w:rFonts w:asciiTheme="minorHAnsi" w:hAnsiTheme="minorHAnsi" w:cs="Arial"/>
                <w:i/>
                <w:sz w:val="22"/>
                <w:szCs w:val="22"/>
              </w:rPr>
              <w:t xml:space="preserve"> – with TC.</w:t>
            </w:r>
          </w:p>
        </w:tc>
      </w:tr>
      <w:tr w:rsidR="00470105" w:rsidRPr="001540E6" w14:paraId="43D6702D" w14:textId="77777777" w:rsidTr="007B5941">
        <w:trPr>
          <w:trHeight w:val="284"/>
        </w:trPr>
        <w:tc>
          <w:tcPr>
            <w:tcW w:w="1049" w:type="dxa"/>
          </w:tcPr>
          <w:p w14:paraId="24034803" w14:textId="42F5A564" w:rsidR="00470105" w:rsidRPr="00315B4E" w:rsidRDefault="00991112" w:rsidP="000470BF">
            <w:pPr>
              <w:spacing w:before="6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v</w:t>
            </w:r>
            <w:r w:rsidR="00470105">
              <w:rPr>
                <w:rFonts w:asciiTheme="minorHAnsi" w:hAnsiTheme="minorHAnsi" w:cs="Arial"/>
                <w:sz w:val="22"/>
                <w:szCs w:val="22"/>
              </w:rPr>
              <w:t>0.20</w:t>
            </w:r>
          </w:p>
        </w:tc>
        <w:tc>
          <w:tcPr>
            <w:tcW w:w="2122" w:type="dxa"/>
          </w:tcPr>
          <w:p w14:paraId="2CEE6D83" w14:textId="7543E83B" w:rsidR="00470105" w:rsidRPr="00685F3A" w:rsidRDefault="00991112" w:rsidP="000470BF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SfR to DG TAXUD</w:t>
            </w:r>
          </w:p>
        </w:tc>
        <w:tc>
          <w:tcPr>
            <w:tcW w:w="1360" w:type="dxa"/>
          </w:tcPr>
          <w:p w14:paraId="51EC0CEF" w14:textId="470A36AA" w:rsidR="00470105" w:rsidRPr="00685F3A" w:rsidRDefault="00583FA2" w:rsidP="000470BF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  <w:lang w:val="en-US"/>
              </w:rPr>
              <w:t>26</w:t>
            </w:r>
            <w:r w:rsidR="00991112">
              <w:rPr>
                <w:rFonts w:asciiTheme="minorHAnsi" w:hAnsiTheme="minorHAnsi" w:cs="Arial"/>
                <w:noProof/>
                <w:sz w:val="22"/>
                <w:szCs w:val="22"/>
                <w:lang w:val="el-GR"/>
              </w:rPr>
              <w:t>/06/2024</w:t>
            </w:r>
          </w:p>
        </w:tc>
        <w:tc>
          <w:tcPr>
            <w:tcW w:w="5074" w:type="dxa"/>
          </w:tcPr>
          <w:p w14:paraId="67B91E90" w14:textId="1F2EB7F0" w:rsidR="00470105" w:rsidRPr="00E43831" w:rsidRDefault="00991112" w:rsidP="000470BF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Comments of DG TAXUD’s implemented</w:t>
            </w:r>
          </w:p>
        </w:tc>
      </w:tr>
      <w:tr w:rsidR="00346845" w:rsidRPr="00D32D4F" w14:paraId="55051D6D" w14:textId="77777777" w:rsidTr="007B5941">
        <w:trPr>
          <w:trHeight w:val="284"/>
        </w:trPr>
        <w:tc>
          <w:tcPr>
            <w:tcW w:w="1049" w:type="dxa"/>
          </w:tcPr>
          <w:p w14:paraId="7EA828AD" w14:textId="2ED20824" w:rsidR="00346845" w:rsidRDefault="00346845" w:rsidP="00346845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en-US"/>
              </w:rPr>
              <w:t>v1.00</w:t>
            </w:r>
          </w:p>
        </w:tc>
        <w:tc>
          <w:tcPr>
            <w:tcW w:w="2122" w:type="dxa"/>
          </w:tcPr>
          <w:p w14:paraId="142D6970" w14:textId="39AD1C6D" w:rsidR="00346845" w:rsidRPr="00D32D4F" w:rsidRDefault="00346845" w:rsidP="00346845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 w:rsidRPr="00D32D4F">
              <w:rPr>
                <w:rFonts w:asciiTheme="minorHAnsi" w:hAnsiTheme="minorHAnsi" w:cs="Arial"/>
                <w:sz w:val="22"/>
                <w:szCs w:val="22"/>
                <w:lang w:val="en-US"/>
              </w:rPr>
              <w:t>SfA to DG TAXUD IT</w:t>
            </w:r>
          </w:p>
        </w:tc>
        <w:tc>
          <w:tcPr>
            <w:tcW w:w="1360" w:type="dxa"/>
          </w:tcPr>
          <w:p w14:paraId="2D32B971" w14:textId="0839F712" w:rsidR="00346845" w:rsidRPr="00DA4B17" w:rsidRDefault="00346845" w:rsidP="00346845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noProof/>
                <w:sz w:val="22"/>
                <w:szCs w:val="22"/>
                <w:lang w:val="en-US"/>
              </w:rPr>
              <w:t>15/07/2024</w:t>
            </w:r>
          </w:p>
        </w:tc>
        <w:tc>
          <w:tcPr>
            <w:tcW w:w="5074" w:type="dxa"/>
          </w:tcPr>
          <w:p w14:paraId="0E00F008" w14:textId="30C2113F" w:rsidR="00346845" w:rsidRPr="00D32D4F" w:rsidRDefault="00346845" w:rsidP="00346845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i/>
                <w:sz w:val="22"/>
                <w:szCs w:val="22"/>
              </w:rPr>
              <w:t>Final Version implementing DG TAXUD’s comments</w:t>
            </w:r>
          </w:p>
        </w:tc>
      </w:tr>
      <w:tr w:rsidR="00BE27B8" w:rsidRPr="00D32D4F" w14:paraId="5884EDAB" w14:textId="77777777" w:rsidTr="007B5941">
        <w:trPr>
          <w:trHeight w:val="284"/>
        </w:trPr>
        <w:tc>
          <w:tcPr>
            <w:tcW w:w="1049" w:type="dxa"/>
          </w:tcPr>
          <w:p w14:paraId="75FB0747" w14:textId="780D286D" w:rsidR="00BE27B8" w:rsidRDefault="00BE27B8" w:rsidP="00BE27B8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v1.0</w:t>
            </w:r>
            <w:r>
              <w:rPr>
                <w:rFonts w:asciiTheme="minorHAnsi" w:hAnsiTheme="minorHAnsi" w:cs="Arial"/>
                <w:sz w:val="22"/>
                <w:szCs w:val="22"/>
                <w:lang w:val="de-DE"/>
              </w:rPr>
              <w:t>1</w:t>
            </w:r>
          </w:p>
        </w:tc>
        <w:tc>
          <w:tcPr>
            <w:tcW w:w="2122" w:type="dxa"/>
          </w:tcPr>
          <w:p w14:paraId="3A531944" w14:textId="64A70037" w:rsidR="00BE27B8" w:rsidRPr="00D32D4F" w:rsidRDefault="00BE27B8" w:rsidP="00BE27B8">
            <w:pPr>
              <w:spacing w:before="60"/>
              <w:rPr>
                <w:rFonts w:asciiTheme="minorHAnsi" w:hAnsiTheme="minorHAnsi" w:cs="Arial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SfA-NPM_IMPL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= </w:t>
            </w:r>
            <w:r w:rsidRPr="00BE27B8">
              <w:rPr>
                <w:rFonts w:asciiTheme="minorHAnsi" w:hAnsiTheme="minorHAnsi" w:cs="Arial"/>
                <w:b/>
                <w:bCs/>
                <w:color w:val="FF0000"/>
                <w:sz w:val="22"/>
                <w:szCs w:val="22"/>
              </w:rPr>
              <w:t>NOT IMPLEMENTED</w:t>
            </w:r>
          </w:p>
        </w:tc>
        <w:tc>
          <w:tcPr>
            <w:tcW w:w="1360" w:type="dxa"/>
          </w:tcPr>
          <w:p w14:paraId="20FD23E4" w14:textId="2C908927" w:rsidR="00BE27B8" w:rsidRDefault="00BE27B8" w:rsidP="00BE27B8">
            <w:pPr>
              <w:spacing w:before="60"/>
              <w:rPr>
                <w:rFonts w:asciiTheme="minorHAnsi" w:hAnsiTheme="minorHAnsi" w:cs="Arial"/>
                <w:noProof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18/12/2024</w:t>
            </w:r>
          </w:p>
        </w:tc>
        <w:tc>
          <w:tcPr>
            <w:tcW w:w="5074" w:type="dxa"/>
          </w:tcPr>
          <w:p w14:paraId="0C0D6560" w14:textId="77777777" w:rsidR="00BE27B8" w:rsidRPr="00BE27B8" w:rsidRDefault="00BE27B8" w:rsidP="00BE27B8">
            <w:pPr>
              <w:spacing w:before="60"/>
              <w:rPr>
                <w:rFonts w:asciiTheme="minorHAnsi" w:hAnsiTheme="minorHAnsi" w:cs="Arial"/>
                <w:i/>
                <w:color w:val="FF0000"/>
                <w:sz w:val="22"/>
                <w:szCs w:val="22"/>
              </w:rPr>
            </w:pPr>
            <w:r w:rsidRPr="00BE27B8">
              <w:rPr>
                <w:rFonts w:asciiTheme="minorHAnsi" w:hAnsiTheme="minorHAnsi" w:cs="Arial"/>
                <w:i/>
                <w:color w:val="FF0000"/>
                <w:sz w:val="22"/>
                <w:szCs w:val="22"/>
              </w:rPr>
              <w:t>Watermark and Document history (status) updated for info _ Part of RFC-List.42 _ Included in DDNTA-6.4.0-v</w:t>
            </w:r>
            <w:r w:rsidRPr="00BE27B8">
              <w:rPr>
                <w:rFonts w:asciiTheme="minorHAnsi" w:hAnsiTheme="minorHAnsi" w:cs="Arial"/>
                <w:i/>
                <w:color w:val="FF0000"/>
                <w:sz w:val="22"/>
                <w:szCs w:val="22"/>
              </w:rPr>
              <w:t>1</w:t>
            </w:r>
            <w:r w:rsidRPr="00BE27B8">
              <w:rPr>
                <w:rFonts w:asciiTheme="minorHAnsi" w:hAnsiTheme="minorHAnsi" w:cs="Arial"/>
                <w:i/>
                <w:color w:val="FF0000"/>
                <w:sz w:val="22"/>
                <w:szCs w:val="22"/>
              </w:rPr>
              <w:t>.0</w:t>
            </w:r>
            <w:r w:rsidRPr="00BE27B8">
              <w:rPr>
                <w:rFonts w:asciiTheme="minorHAnsi" w:hAnsiTheme="minorHAnsi" w:cs="Arial"/>
                <w:i/>
                <w:color w:val="FF0000"/>
                <w:sz w:val="22"/>
                <w:szCs w:val="22"/>
              </w:rPr>
              <w:t xml:space="preserve">2 but changes </w:t>
            </w:r>
            <w:proofErr w:type="gramStart"/>
            <w:r w:rsidRPr="00BE27B8">
              <w:rPr>
                <w:rFonts w:asciiTheme="minorHAnsi" w:hAnsiTheme="minorHAnsi" w:cs="Arial"/>
                <w:i/>
                <w:color w:val="FF0000"/>
                <w:sz w:val="22"/>
                <w:szCs w:val="22"/>
              </w:rPr>
              <w:t>reverted back</w:t>
            </w:r>
            <w:proofErr w:type="gramEnd"/>
            <w:r w:rsidRPr="00BE27B8">
              <w:rPr>
                <w:rFonts w:asciiTheme="minorHAnsi" w:hAnsiTheme="minorHAnsi" w:cs="Arial"/>
                <w:i/>
                <w:color w:val="FF0000"/>
                <w:sz w:val="22"/>
                <w:szCs w:val="22"/>
              </w:rPr>
              <w:t xml:space="preserve"> in DDNTA-6.4.0-v2.00</w:t>
            </w:r>
            <w:r w:rsidRPr="00BE27B8">
              <w:rPr>
                <w:rFonts w:asciiTheme="minorHAnsi" w:hAnsiTheme="minorHAnsi" w:cs="Arial"/>
                <w:i/>
                <w:color w:val="FF0000"/>
                <w:sz w:val="22"/>
                <w:szCs w:val="22"/>
              </w:rPr>
              <w:t>.</w:t>
            </w:r>
          </w:p>
          <w:p w14:paraId="2A56A1AB" w14:textId="6351E284" w:rsidR="00BE27B8" w:rsidRDefault="00BE27B8" w:rsidP="00BE27B8">
            <w:pPr>
              <w:spacing w:before="60"/>
              <w:rPr>
                <w:rFonts w:asciiTheme="minorHAnsi" w:hAnsiTheme="minorHAnsi" w:cs="Arial"/>
                <w:i/>
                <w:sz w:val="22"/>
                <w:szCs w:val="22"/>
              </w:rPr>
            </w:pPr>
            <w:r w:rsidRPr="00BE27B8">
              <w:rPr>
                <w:rFonts w:asciiTheme="minorHAnsi" w:hAnsiTheme="minorHAnsi" w:cs="Arial"/>
                <w:i/>
                <w:color w:val="FF0000"/>
                <w:sz w:val="22"/>
                <w:szCs w:val="22"/>
              </w:rPr>
              <w:t>Avoiding unnecessary changes for NAs being opt-out.</w:t>
            </w:r>
          </w:p>
        </w:tc>
      </w:tr>
      <w:bookmarkEnd w:id="0"/>
    </w:tbl>
    <w:p w14:paraId="2A940F6A" w14:textId="132AF333" w:rsidR="007D1C8D" w:rsidRPr="00D32D4F" w:rsidRDefault="007D1C8D" w:rsidP="006374C1">
      <w:pPr>
        <w:tabs>
          <w:tab w:val="left" w:pos="3218"/>
        </w:tabs>
        <w:rPr>
          <w:rFonts w:asciiTheme="minorHAnsi" w:hAnsiTheme="minorHAnsi" w:cstheme="minorHAnsi"/>
          <w:lang w:val="en-US"/>
        </w:rPr>
      </w:pPr>
    </w:p>
    <w:sectPr w:rsidR="007D1C8D" w:rsidRPr="00D32D4F" w:rsidSect="00845C3B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7" w:h="16839" w:code="9"/>
      <w:pgMar w:top="1440" w:right="1325" w:bottom="1440" w:left="1418" w:header="720" w:footer="720" w:gutter="0"/>
      <w:pgBorders w:offsetFrom="page">
        <w:top w:val="none" w:sz="0" w:space="0" w:color="095D00" w:shadow="1"/>
        <w:left w:val="none" w:sz="0" w:space="15" w:color="9B0100" w:shadow="1"/>
        <w:bottom w:val="none" w:sz="0" w:space="13" w:color="DF5D00" w:shadow="1"/>
        <w:right w:val="none" w:sz="50" w:space="14" w:color="0000AC" w:shadow="1" w:frame="1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678C3" w14:textId="77777777" w:rsidR="00845C3B" w:rsidRDefault="00845C3B" w:rsidP="004D5D73">
      <w:r>
        <w:separator/>
      </w:r>
    </w:p>
  </w:endnote>
  <w:endnote w:type="continuationSeparator" w:id="0">
    <w:p w14:paraId="01D0A7EC" w14:textId="77777777" w:rsidR="00845C3B" w:rsidRDefault="00845C3B" w:rsidP="004D5D73">
      <w:r>
        <w:continuationSeparator/>
      </w:r>
    </w:p>
  </w:endnote>
  <w:endnote w:type="continuationNotice" w:id="1">
    <w:p w14:paraId="2E4EFF61" w14:textId="77777777" w:rsidR="00845C3B" w:rsidRDefault="00845C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3451D" w14:textId="77777777" w:rsidR="00BE27B8" w:rsidRDefault="00BE27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01"/>
      <w:gridCol w:w="1453"/>
    </w:tblGrid>
    <w:tr w:rsidR="00F00F11" w:rsidRPr="00C80B22" w14:paraId="1DED4144" w14:textId="77777777">
      <w:tc>
        <w:tcPr>
          <w:tcW w:w="8188" w:type="dxa"/>
        </w:tcPr>
        <w:p w14:paraId="6EDB5B11" w14:textId="4DE74E1D" w:rsidR="00F00F11" w:rsidRPr="00F53722" w:rsidRDefault="00F00F11" w:rsidP="00F00F11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5C0FC3">
            <w:rPr>
              <w:rFonts w:ascii="Arial" w:hAnsi="Arial" w:cs="Arial"/>
              <w:noProof/>
              <w:sz w:val="18"/>
              <w:szCs w:val="22"/>
              <w:lang w:eastAsia="en-US"/>
            </w:rPr>
            <w:t>RFC_NCTS-P6_0282_IAR-UCCNCTSP6-229(SfA-NPM+IMPL=STOPPED)-v1.01.docx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525" w:type="dxa"/>
        </w:tcPr>
        <w:p w14:paraId="70418DE3" w14:textId="77777777" w:rsidR="00F00F11" w:rsidRPr="00C80B22" w:rsidRDefault="00F00F11" w:rsidP="00F00F11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sz w:val="18"/>
              <w:szCs w:val="22"/>
            </w:rPr>
            <w:t>4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sz w:val="18"/>
              <w:szCs w:val="22"/>
            </w:rPr>
            <w:t>5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bookmarkStart w:id="8" w:name="_Ref175030069"/>
          <w:bookmarkStart w:id="9" w:name="_Toc176256264"/>
          <w:bookmarkStart w:id="10" w:name="_Toc268771938"/>
          <w:bookmarkStart w:id="11" w:name="_Ref175030083"/>
        </w:p>
      </w:tc>
    </w:tr>
    <w:bookmarkEnd w:id="8"/>
    <w:bookmarkEnd w:id="9"/>
    <w:bookmarkEnd w:id="10"/>
    <w:bookmarkEnd w:id="11"/>
  </w:tbl>
  <w:p w14:paraId="6324965A" w14:textId="77777777" w:rsidR="004F360B" w:rsidRPr="00F00F11" w:rsidRDefault="004F360B" w:rsidP="00F00F1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899"/>
      <w:gridCol w:w="1848"/>
    </w:tblGrid>
    <w:tr w:rsidR="004F360B" w:rsidRPr="00C80B22" w14:paraId="2DED1938" w14:textId="77777777" w:rsidTr="00983563">
      <w:tc>
        <w:tcPr>
          <w:tcW w:w="7899" w:type="dxa"/>
        </w:tcPr>
        <w:p w14:paraId="71EC7701" w14:textId="317FD2E4" w:rsidR="004F360B" w:rsidRPr="00F53722" w:rsidRDefault="004F0138" w:rsidP="00906339">
          <w:pPr>
            <w:pStyle w:val="Footer"/>
            <w:rPr>
              <w:rFonts w:ascii="Arial" w:hAnsi="Arial" w:cs="Arial"/>
              <w:noProof/>
              <w:sz w:val="18"/>
              <w:szCs w:val="22"/>
              <w:lang w:val="en-US" w:eastAsia="en-US"/>
            </w:rPr>
          </w:pP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begin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instrText xml:space="preserve"> FILENAME \* MERGEFORMAT </w:instrTex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separate"/>
          </w:r>
          <w:r w:rsidR="00E92BEF">
            <w:rPr>
              <w:rFonts w:ascii="Arial" w:hAnsi="Arial" w:cs="Arial"/>
              <w:noProof/>
              <w:sz w:val="18"/>
              <w:szCs w:val="22"/>
              <w:lang w:eastAsia="en-US"/>
            </w:rPr>
            <w:t>RFC_NCTS_xxxx_CUSTDEV3-IAR-RTC60670-v0.10(SfR).docx</w:t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fldChar w:fldCharType="end"/>
          </w:r>
        </w:p>
      </w:tc>
      <w:tc>
        <w:tcPr>
          <w:tcW w:w="1848" w:type="dxa"/>
        </w:tcPr>
        <w:p w14:paraId="179E45EB" w14:textId="77777777" w:rsidR="004F360B" w:rsidRPr="00C80B22" w:rsidRDefault="004F360B" w:rsidP="00906339">
          <w:pPr>
            <w:pStyle w:val="Footer"/>
            <w:tabs>
              <w:tab w:val="left" w:pos="480"/>
              <w:tab w:val="right" w:pos="2362"/>
            </w:tabs>
            <w:rPr>
              <w:rFonts w:ascii="Arial" w:hAnsi="Arial" w:cs="Arial"/>
              <w:sz w:val="18"/>
              <w:szCs w:val="22"/>
              <w:lang w:eastAsia="en-US"/>
            </w:rPr>
          </w:pP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Page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PAGE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1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t xml:space="preserve"> of 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begin"/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instrText xml:space="preserve"> NUMPAGES </w:instrTex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22"/>
              <w:lang w:eastAsia="en-US"/>
            </w:rPr>
            <w:t>6</w:t>
          </w:r>
          <w:r w:rsidRPr="00C80B22">
            <w:rPr>
              <w:rFonts w:ascii="Arial" w:hAnsi="Arial" w:cs="Arial"/>
              <w:sz w:val="18"/>
              <w:szCs w:val="22"/>
              <w:lang w:eastAsia="en-US"/>
            </w:rPr>
            <w:fldChar w:fldCharType="end"/>
          </w:r>
        </w:p>
      </w:tc>
    </w:tr>
  </w:tbl>
  <w:p w14:paraId="7BED52CE" w14:textId="77777777" w:rsidR="004F360B" w:rsidRPr="00C80B22" w:rsidRDefault="004F360B">
    <w:pPr>
      <w:pStyle w:val="Footer"/>
      <w:rPr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21464" w14:textId="77777777" w:rsidR="00845C3B" w:rsidRDefault="00845C3B" w:rsidP="004D5D73">
      <w:r>
        <w:separator/>
      </w:r>
    </w:p>
  </w:footnote>
  <w:footnote w:type="continuationSeparator" w:id="0">
    <w:p w14:paraId="2E92C2A2" w14:textId="77777777" w:rsidR="00845C3B" w:rsidRDefault="00845C3B" w:rsidP="004D5D73">
      <w:r>
        <w:continuationSeparator/>
      </w:r>
    </w:p>
  </w:footnote>
  <w:footnote w:type="continuationNotice" w:id="1">
    <w:p w14:paraId="1E65FD30" w14:textId="77777777" w:rsidR="00845C3B" w:rsidRDefault="00845C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6CB38" w14:textId="77777777" w:rsidR="00BE27B8" w:rsidRDefault="00BE27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55742" w14:textId="6ED62B39" w:rsidR="004F360B" w:rsidRDefault="005C0FC3" w:rsidP="00C80B22">
    <w:pPr>
      <w:pStyle w:val="Header"/>
      <w:jc w:val="both"/>
    </w:pPr>
    <w:sdt>
      <w:sdtPr>
        <w:rPr>
          <w:noProof/>
          <w:lang w:val="en-US"/>
        </w:rPr>
        <w:id w:val="-1393888674"/>
        <w:docPartObj>
          <w:docPartGallery w:val="Watermarks"/>
          <w:docPartUnique/>
        </w:docPartObj>
      </w:sdtPr>
      <w:sdtEndPr/>
      <w:sdtContent>
        <w:r>
          <w:rPr>
            <w:noProof/>
            <w:lang w:val="en-US"/>
          </w:rPr>
          <w:pict w14:anchorId="4D40714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4966002" o:spid="_x0000_s1025" type="#_x0000_t136" style="position:absolute;left:0;text-align:left;margin-left:0;margin-top:0;width:581.4pt;height:64.6pt;rotation:315;z-index:-251658752;mso-position-horizontal:center;mso-position-horizontal-relative:margin;mso-position-vertical:center;mso-position-vertical-relative:margin" o:allowincell="f" fillcolor="red" stroked="f">
              <v:fill opacity=".5"/>
              <v:textpath style="font-family:&quot;EC Square Sans Cond Pro Medium&quot;;font-size:1pt" string="RFC-List.42_SfA-NPM_IMPL = STOPPED"/>
              <w10:wrap anchorx="margin" anchory="margin"/>
            </v:shape>
          </w:pict>
        </w:r>
      </w:sdtContent>
    </w:sdt>
    <w:r w:rsidR="004F360B">
      <w:rPr>
        <w:noProof/>
        <w:lang w:val="en-US"/>
      </w:rPr>
      <w:tab/>
    </w:r>
    <w:r w:rsidR="004F360B">
      <w:rPr>
        <w:noProof/>
        <w:lang w:val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0C13C" w14:textId="65994D75" w:rsidR="004F360B" w:rsidRPr="00C80B22" w:rsidRDefault="004F360B" w:rsidP="00871EB2">
    <w:pPr>
      <w:pStyle w:val="Header"/>
    </w:pPr>
    <w:r>
      <w:rPr>
        <w:noProof/>
      </w:rPr>
      <w:drawing>
        <wp:inline distT="0" distB="0" distL="0" distR="0" wp14:anchorId="5E0EE260" wp14:editId="35E0685B">
          <wp:extent cx="1571625" cy="44767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1625" cy="4476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80FDA"/>
    <w:multiLevelType w:val="hybridMultilevel"/>
    <w:tmpl w:val="954C2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442B9"/>
    <w:multiLevelType w:val="hybridMultilevel"/>
    <w:tmpl w:val="6E1A45B6"/>
    <w:lvl w:ilvl="0" w:tplc="7048E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154A0A"/>
    <w:multiLevelType w:val="hybridMultilevel"/>
    <w:tmpl w:val="88DE57E2"/>
    <w:lvl w:ilvl="0" w:tplc="C1D24A94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E4797"/>
    <w:multiLevelType w:val="hybridMultilevel"/>
    <w:tmpl w:val="3C26E4DC"/>
    <w:lvl w:ilvl="0" w:tplc="AD8C8A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A46A0A"/>
    <w:multiLevelType w:val="hybridMultilevel"/>
    <w:tmpl w:val="C48A5D5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6F21AF0"/>
    <w:multiLevelType w:val="hybridMultilevel"/>
    <w:tmpl w:val="E2986026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73F1B1A"/>
    <w:multiLevelType w:val="hybridMultilevel"/>
    <w:tmpl w:val="E668E77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BE6B67"/>
    <w:multiLevelType w:val="hybridMultilevel"/>
    <w:tmpl w:val="4E8E0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24126B"/>
    <w:multiLevelType w:val="hybridMultilevel"/>
    <w:tmpl w:val="9FF277F8"/>
    <w:lvl w:ilvl="0" w:tplc="208AD2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EE2FE8"/>
    <w:multiLevelType w:val="hybridMultilevel"/>
    <w:tmpl w:val="A7FE4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EF20FD"/>
    <w:multiLevelType w:val="hybridMultilevel"/>
    <w:tmpl w:val="90BCE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F6E89"/>
    <w:multiLevelType w:val="hybridMultilevel"/>
    <w:tmpl w:val="13923BF4"/>
    <w:lvl w:ilvl="0" w:tplc="1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FC0777"/>
    <w:multiLevelType w:val="multilevel"/>
    <w:tmpl w:val="39140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1671CC"/>
    <w:multiLevelType w:val="hybridMultilevel"/>
    <w:tmpl w:val="ADF0744A"/>
    <w:lvl w:ilvl="0" w:tplc="13C6D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862A0"/>
    <w:multiLevelType w:val="hybridMultilevel"/>
    <w:tmpl w:val="B24C968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465F75"/>
    <w:multiLevelType w:val="hybridMultilevel"/>
    <w:tmpl w:val="9EEE8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1B0F80"/>
    <w:multiLevelType w:val="hybridMultilevel"/>
    <w:tmpl w:val="505669EC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761F6B"/>
    <w:multiLevelType w:val="multilevel"/>
    <w:tmpl w:val="0420B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22B5C85"/>
    <w:multiLevelType w:val="hybridMultilevel"/>
    <w:tmpl w:val="9CAE6CEC"/>
    <w:lvl w:ilvl="0" w:tplc="396AFA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4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283E05"/>
    <w:multiLevelType w:val="hybridMultilevel"/>
    <w:tmpl w:val="0F48B7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381CDC"/>
    <w:multiLevelType w:val="hybridMultilevel"/>
    <w:tmpl w:val="B46AFE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E51324"/>
    <w:multiLevelType w:val="hybridMultilevel"/>
    <w:tmpl w:val="060C6978"/>
    <w:lvl w:ilvl="0" w:tplc="27263BC2">
      <w:start w:val="4"/>
      <w:numFmt w:val="bullet"/>
      <w:lvlText w:val=""/>
      <w:lvlJc w:val="left"/>
      <w:pPr>
        <w:ind w:left="360" w:hanging="360"/>
      </w:pPr>
      <w:rPr>
        <w:rFonts w:ascii="Wingdings" w:eastAsia="Times New Roman" w:hAnsi="Wingding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9D43F61"/>
    <w:multiLevelType w:val="hybridMultilevel"/>
    <w:tmpl w:val="4698B7C2"/>
    <w:lvl w:ilvl="0" w:tplc="950090B6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137B0D"/>
    <w:multiLevelType w:val="hybridMultilevel"/>
    <w:tmpl w:val="1CF43A2C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67F94"/>
    <w:multiLevelType w:val="hybridMultilevel"/>
    <w:tmpl w:val="73761A06"/>
    <w:lvl w:ilvl="0" w:tplc="5DD8A58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845329"/>
    <w:multiLevelType w:val="hybridMultilevel"/>
    <w:tmpl w:val="3E50DA48"/>
    <w:lvl w:ilvl="0" w:tplc="950090B6">
      <w:numFmt w:val="bullet"/>
      <w:lvlText w:val="•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9F3864"/>
    <w:multiLevelType w:val="hybridMultilevel"/>
    <w:tmpl w:val="07C6A99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5449EC"/>
    <w:multiLevelType w:val="multilevel"/>
    <w:tmpl w:val="3616425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B193B83"/>
    <w:multiLevelType w:val="hybridMultilevel"/>
    <w:tmpl w:val="81062E24"/>
    <w:lvl w:ilvl="0" w:tplc="197647D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A351B"/>
    <w:multiLevelType w:val="hybridMultilevel"/>
    <w:tmpl w:val="7480C00A"/>
    <w:lvl w:ilvl="0" w:tplc="2D6857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4B0847"/>
    <w:multiLevelType w:val="hybridMultilevel"/>
    <w:tmpl w:val="794A71C4"/>
    <w:lvl w:ilvl="0" w:tplc="950090B6">
      <w:numFmt w:val="bullet"/>
      <w:lvlText w:val="•"/>
      <w:lvlJc w:val="left"/>
      <w:pPr>
        <w:ind w:left="144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D5C1424"/>
    <w:multiLevelType w:val="hybridMultilevel"/>
    <w:tmpl w:val="54829094"/>
    <w:lvl w:ilvl="0" w:tplc="1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5F7396"/>
    <w:multiLevelType w:val="hybridMultilevel"/>
    <w:tmpl w:val="51C8E46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0F04BB7"/>
    <w:multiLevelType w:val="hybridMultilevel"/>
    <w:tmpl w:val="03E24D7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147475C"/>
    <w:multiLevelType w:val="hybridMultilevel"/>
    <w:tmpl w:val="95D8F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F03D75"/>
    <w:multiLevelType w:val="hybridMultilevel"/>
    <w:tmpl w:val="C26C20C0"/>
    <w:lvl w:ilvl="0" w:tplc="950090B6">
      <w:numFmt w:val="bullet"/>
      <w:lvlText w:val="•"/>
      <w:lvlJc w:val="left"/>
      <w:pPr>
        <w:ind w:left="144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A4A0E4C"/>
    <w:multiLevelType w:val="hybridMultilevel"/>
    <w:tmpl w:val="44829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8A3CE4"/>
    <w:multiLevelType w:val="multilevel"/>
    <w:tmpl w:val="57A02C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37B1FE8"/>
    <w:multiLevelType w:val="hybridMultilevel"/>
    <w:tmpl w:val="0964B0A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4432989"/>
    <w:multiLevelType w:val="hybridMultilevel"/>
    <w:tmpl w:val="5D5E4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88706E"/>
    <w:multiLevelType w:val="hybridMultilevel"/>
    <w:tmpl w:val="E46A5872"/>
    <w:lvl w:ilvl="0" w:tplc="950090B6">
      <w:numFmt w:val="bullet"/>
      <w:lvlText w:val="•"/>
      <w:lvlJc w:val="left"/>
      <w:pPr>
        <w:ind w:left="720" w:hanging="72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FC4B42"/>
    <w:multiLevelType w:val="hybridMultilevel"/>
    <w:tmpl w:val="33C4486E"/>
    <w:lvl w:ilvl="0" w:tplc="7048E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E71CC2"/>
    <w:multiLevelType w:val="hybridMultilevel"/>
    <w:tmpl w:val="EABA66E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2006AA"/>
    <w:multiLevelType w:val="hybridMultilevel"/>
    <w:tmpl w:val="E068AE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29F7D47"/>
    <w:multiLevelType w:val="multilevel"/>
    <w:tmpl w:val="B818D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58E2CF3"/>
    <w:multiLevelType w:val="hybridMultilevel"/>
    <w:tmpl w:val="75B882B0"/>
    <w:lvl w:ilvl="0" w:tplc="CA1E5CBE">
      <w:start w:val="1"/>
      <w:numFmt w:val="decimal"/>
      <w:lvlText w:val="%1)"/>
      <w:lvlJc w:val="left"/>
      <w:pPr>
        <w:ind w:left="360" w:hanging="360"/>
      </w:pPr>
      <w:rPr>
        <w:rFonts w:hint="default"/>
        <w:b/>
        <w:color w:val="0070C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8471E3E"/>
    <w:multiLevelType w:val="hybridMultilevel"/>
    <w:tmpl w:val="BF9AE810"/>
    <w:lvl w:ilvl="0" w:tplc="D898BCC0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A5B413B"/>
    <w:multiLevelType w:val="hybridMultilevel"/>
    <w:tmpl w:val="7C80C65C"/>
    <w:lvl w:ilvl="0" w:tplc="197647D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B5E1F5A"/>
    <w:multiLevelType w:val="hybridMultilevel"/>
    <w:tmpl w:val="64C0A454"/>
    <w:lvl w:ilvl="0" w:tplc="36000C1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F640AB"/>
    <w:multiLevelType w:val="hybridMultilevel"/>
    <w:tmpl w:val="E2986026"/>
    <w:lvl w:ilvl="0" w:tplc="9A14834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2160" w:hanging="360"/>
      </w:pPr>
    </w:lvl>
    <w:lvl w:ilvl="2" w:tplc="1809001B" w:tentative="1">
      <w:start w:val="1"/>
      <w:numFmt w:val="lowerRoman"/>
      <w:lvlText w:val="%3."/>
      <w:lvlJc w:val="right"/>
      <w:pPr>
        <w:ind w:left="2880" w:hanging="180"/>
      </w:pPr>
    </w:lvl>
    <w:lvl w:ilvl="3" w:tplc="1809000F" w:tentative="1">
      <w:start w:val="1"/>
      <w:numFmt w:val="decimal"/>
      <w:lvlText w:val="%4."/>
      <w:lvlJc w:val="left"/>
      <w:pPr>
        <w:ind w:left="3600" w:hanging="360"/>
      </w:pPr>
    </w:lvl>
    <w:lvl w:ilvl="4" w:tplc="18090019" w:tentative="1">
      <w:start w:val="1"/>
      <w:numFmt w:val="lowerLetter"/>
      <w:lvlText w:val="%5."/>
      <w:lvlJc w:val="left"/>
      <w:pPr>
        <w:ind w:left="4320" w:hanging="360"/>
      </w:pPr>
    </w:lvl>
    <w:lvl w:ilvl="5" w:tplc="1809001B" w:tentative="1">
      <w:start w:val="1"/>
      <w:numFmt w:val="lowerRoman"/>
      <w:lvlText w:val="%6."/>
      <w:lvlJc w:val="right"/>
      <w:pPr>
        <w:ind w:left="5040" w:hanging="180"/>
      </w:pPr>
    </w:lvl>
    <w:lvl w:ilvl="6" w:tplc="1809000F" w:tentative="1">
      <w:start w:val="1"/>
      <w:numFmt w:val="decimal"/>
      <w:lvlText w:val="%7."/>
      <w:lvlJc w:val="left"/>
      <w:pPr>
        <w:ind w:left="5760" w:hanging="360"/>
      </w:pPr>
    </w:lvl>
    <w:lvl w:ilvl="7" w:tplc="18090019" w:tentative="1">
      <w:start w:val="1"/>
      <w:numFmt w:val="lowerLetter"/>
      <w:lvlText w:val="%8."/>
      <w:lvlJc w:val="left"/>
      <w:pPr>
        <w:ind w:left="6480" w:hanging="360"/>
      </w:pPr>
    </w:lvl>
    <w:lvl w:ilvl="8" w:tplc="1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24537636">
    <w:abstractNumId w:val="27"/>
  </w:num>
  <w:num w:numId="2" w16cid:durableId="542862619">
    <w:abstractNumId w:val="33"/>
  </w:num>
  <w:num w:numId="3" w16cid:durableId="669144376">
    <w:abstractNumId w:val="39"/>
  </w:num>
  <w:num w:numId="4" w16cid:durableId="1821724240">
    <w:abstractNumId w:val="28"/>
  </w:num>
  <w:num w:numId="5" w16cid:durableId="779379188">
    <w:abstractNumId w:val="20"/>
  </w:num>
  <w:num w:numId="6" w16cid:durableId="844129820">
    <w:abstractNumId w:val="7"/>
  </w:num>
  <w:num w:numId="7" w16cid:durableId="1651327915">
    <w:abstractNumId w:val="6"/>
  </w:num>
  <w:num w:numId="8" w16cid:durableId="1045330033">
    <w:abstractNumId w:val="14"/>
  </w:num>
  <w:num w:numId="9" w16cid:durableId="981424095">
    <w:abstractNumId w:val="18"/>
  </w:num>
  <w:num w:numId="10" w16cid:durableId="917859602">
    <w:abstractNumId w:val="48"/>
  </w:num>
  <w:num w:numId="11" w16cid:durableId="2065058702">
    <w:abstractNumId w:val="16"/>
  </w:num>
  <w:num w:numId="12" w16cid:durableId="1509323511">
    <w:abstractNumId w:val="42"/>
  </w:num>
  <w:num w:numId="13" w16cid:durableId="758597743">
    <w:abstractNumId w:val="49"/>
  </w:num>
  <w:num w:numId="14" w16cid:durableId="1991253346">
    <w:abstractNumId w:val="13"/>
  </w:num>
  <w:num w:numId="15" w16cid:durableId="637077738">
    <w:abstractNumId w:val="23"/>
  </w:num>
  <w:num w:numId="16" w16cid:durableId="1539271845">
    <w:abstractNumId w:val="11"/>
  </w:num>
  <w:num w:numId="17" w16cid:durableId="855312866">
    <w:abstractNumId w:val="3"/>
  </w:num>
  <w:num w:numId="18" w16cid:durableId="199249848">
    <w:abstractNumId w:val="31"/>
  </w:num>
  <w:num w:numId="19" w16cid:durableId="1054542216">
    <w:abstractNumId w:val="5"/>
  </w:num>
  <w:num w:numId="20" w16cid:durableId="1509055028">
    <w:abstractNumId w:val="2"/>
  </w:num>
  <w:num w:numId="21" w16cid:durableId="1175341483">
    <w:abstractNumId w:val="29"/>
  </w:num>
  <w:num w:numId="22" w16cid:durableId="2081321918">
    <w:abstractNumId w:val="1"/>
  </w:num>
  <w:num w:numId="23" w16cid:durableId="1068501475">
    <w:abstractNumId w:val="41"/>
  </w:num>
  <w:num w:numId="24" w16cid:durableId="105391884">
    <w:abstractNumId w:val="46"/>
  </w:num>
  <w:num w:numId="25" w16cid:durableId="579288792">
    <w:abstractNumId w:val="34"/>
  </w:num>
  <w:num w:numId="26" w16cid:durableId="1983270491">
    <w:abstractNumId w:val="4"/>
  </w:num>
  <w:num w:numId="27" w16cid:durableId="141237242">
    <w:abstractNumId w:val="43"/>
  </w:num>
  <w:num w:numId="28" w16cid:durableId="998339534">
    <w:abstractNumId w:val="0"/>
  </w:num>
  <w:num w:numId="29" w16cid:durableId="879898583">
    <w:abstractNumId w:val="44"/>
  </w:num>
  <w:num w:numId="30" w16cid:durableId="1189104412">
    <w:abstractNumId w:val="17"/>
  </w:num>
  <w:num w:numId="31" w16cid:durableId="452359898">
    <w:abstractNumId w:val="12"/>
  </w:num>
  <w:num w:numId="32" w16cid:durableId="573005703">
    <w:abstractNumId w:val="37"/>
  </w:num>
  <w:num w:numId="33" w16cid:durableId="709375737">
    <w:abstractNumId w:val="47"/>
  </w:num>
  <w:num w:numId="34" w16cid:durableId="182595854">
    <w:abstractNumId w:val="45"/>
  </w:num>
  <w:num w:numId="35" w16cid:durableId="268778912">
    <w:abstractNumId w:val="32"/>
  </w:num>
  <w:num w:numId="36" w16cid:durableId="794718999">
    <w:abstractNumId w:val="38"/>
  </w:num>
  <w:num w:numId="37" w16cid:durableId="2125536854">
    <w:abstractNumId w:val="10"/>
  </w:num>
  <w:num w:numId="38" w16cid:durableId="1177767353">
    <w:abstractNumId w:val="25"/>
  </w:num>
  <w:num w:numId="39" w16cid:durableId="624509616">
    <w:abstractNumId w:val="30"/>
  </w:num>
  <w:num w:numId="40" w16cid:durableId="1491798783">
    <w:abstractNumId w:val="35"/>
  </w:num>
  <w:num w:numId="41" w16cid:durableId="1419518031">
    <w:abstractNumId w:val="22"/>
  </w:num>
  <w:num w:numId="42" w16cid:durableId="1651204674">
    <w:abstractNumId w:val="40"/>
  </w:num>
  <w:num w:numId="43" w16cid:durableId="497621449">
    <w:abstractNumId w:val="15"/>
  </w:num>
  <w:num w:numId="44" w16cid:durableId="801732702">
    <w:abstractNumId w:val="24"/>
  </w:num>
  <w:num w:numId="45" w16cid:durableId="2057969853">
    <w:abstractNumId w:val="8"/>
  </w:num>
  <w:num w:numId="46" w16cid:durableId="1531260521">
    <w:abstractNumId w:val="36"/>
  </w:num>
  <w:num w:numId="47" w16cid:durableId="1390955166">
    <w:abstractNumId w:val="21"/>
  </w:num>
  <w:num w:numId="48" w16cid:durableId="498543989">
    <w:abstractNumId w:val="9"/>
  </w:num>
  <w:num w:numId="49" w16cid:durableId="616258434">
    <w:abstractNumId w:val="19"/>
  </w:num>
  <w:num w:numId="50" w16cid:durableId="109865591">
    <w:abstractNumId w:val="2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IRF"/>
  </w:docVars>
  <w:rsids>
    <w:rsidRoot w:val="00C20993"/>
    <w:rsid w:val="00001549"/>
    <w:rsid w:val="000019C1"/>
    <w:rsid w:val="000034AE"/>
    <w:rsid w:val="000044EA"/>
    <w:rsid w:val="00004799"/>
    <w:rsid w:val="00004E4A"/>
    <w:rsid w:val="00006B84"/>
    <w:rsid w:val="00007BF2"/>
    <w:rsid w:val="000108AF"/>
    <w:rsid w:val="000119B8"/>
    <w:rsid w:val="000133C5"/>
    <w:rsid w:val="00014658"/>
    <w:rsid w:val="00014D18"/>
    <w:rsid w:val="00015C08"/>
    <w:rsid w:val="00016623"/>
    <w:rsid w:val="00017783"/>
    <w:rsid w:val="000202C2"/>
    <w:rsid w:val="000203CE"/>
    <w:rsid w:val="00021AD0"/>
    <w:rsid w:val="00026721"/>
    <w:rsid w:val="00026F5A"/>
    <w:rsid w:val="00027BC3"/>
    <w:rsid w:val="00031948"/>
    <w:rsid w:val="000328CF"/>
    <w:rsid w:val="0003486D"/>
    <w:rsid w:val="00035A08"/>
    <w:rsid w:val="00036249"/>
    <w:rsid w:val="0003657A"/>
    <w:rsid w:val="00037CFD"/>
    <w:rsid w:val="000408B6"/>
    <w:rsid w:val="00040904"/>
    <w:rsid w:val="00041C6D"/>
    <w:rsid w:val="0004227E"/>
    <w:rsid w:val="00042335"/>
    <w:rsid w:val="0004275F"/>
    <w:rsid w:val="000430CD"/>
    <w:rsid w:val="000433B1"/>
    <w:rsid w:val="00043692"/>
    <w:rsid w:val="000439C2"/>
    <w:rsid w:val="000445C1"/>
    <w:rsid w:val="000470BF"/>
    <w:rsid w:val="000470DC"/>
    <w:rsid w:val="00051389"/>
    <w:rsid w:val="00051EC3"/>
    <w:rsid w:val="00052931"/>
    <w:rsid w:val="0005342A"/>
    <w:rsid w:val="00054836"/>
    <w:rsid w:val="0005686A"/>
    <w:rsid w:val="00056967"/>
    <w:rsid w:val="00056FFE"/>
    <w:rsid w:val="0005709F"/>
    <w:rsid w:val="00057E8A"/>
    <w:rsid w:val="00061A20"/>
    <w:rsid w:val="00061B7C"/>
    <w:rsid w:val="0006231B"/>
    <w:rsid w:val="00063288"/>
    <w:rsid w:val="00063C62"/>
    <w:rsid w:val="00063DA8"/>
    <w:rsid w:val="00063DE5"/>
    <w:rsid w:val="00064B29"/>
    <w:rsid w:val="0006506A"/>
    <w:rsid w:val="000655BA"/>
    <w:rsid w:val="00067545"/>
    <w:rsid w:val="00067CDF"/>
    <w:rsid w:val="00071450"/>
    <w:rsid w:val="000716C3"/>
    <w:rsid w:val="000730C8"/>
    <w:rsid w:val="00073AFB"/>
    <w:rsid w:val="00073D90"/>
    <w:rsid w:val="00074158"/>
    <w:rsid w:val="00074D06"/>
    <w:rsid w:val="00076FFC"/>
    <w:rsid w:val="00080CD4"/>
    <w:rsid w:val="000834F8"/>
    <w:rsid w:val="00083F19"/>
    <w:rsid w:val="00085077"/>
    <w:rsid w:val="00085E17"/>
    <w:rsid w:val="00085EDE"/>
    <w:rsid w:val="0008661E"/>
    <w:rsid w:val="0008725E"/>
    <w:rsid w:val="000900D6"/>
    <w:rsid w:val="0009263C"/>
    <w:rsid w:val="0009271D"/>
    <w:rsid w:val="00093657"/>
    <w:rsid w:val="00093E36"/>
    <w:rsid w:val="0009726D"/>
    <w:rsid w:val="000A0368"/>
    <w:rsid w:val="000A0AC0"/>
    <w:rsid w:val="000A147B"/>
    <w:rsid w:val="000A189E"/>
    <w:rsid w:val="000A1F01"/>
    <w:rsid w:val="000A2BD1"/>
    <w:rsid w:val="000A39E9"/>
    <w:rsid w:val="000A4638"/>
    <w:rsid w:val="000A4F68"/>
    <w:rsid w:val="000A608B"/>
    <w:rsid w:val="000A725F"/>
    <w:rsid w:val="000A79C2"/>
    <w:rsid w:val="000B0DD2"/>
    <w:rsid w:val="000B0F4B"/>
    <w:rsid w:val="000B19EB"/>
    <w:rsid w:val="000B22A3"/>
    <w:rsid w:val="000B2AAF"/>
    <w:rsid w:val="000B3056"/>
    <w:rsid w:val="000B3F78"/>
    <w:rsid w:val="000B4054"/>
    <w:rsid w:val="000B43C2"/>
    <w:rsid w:val="000B4BFF"/>
    <w:rsid w:val="000B594D"/>
    <w:rsid w:val="000B675D"/>
    <w:rsid w:val="000B6770"/>
    <w:rsid w:val="000B6E3A"/>
    <w:rsid w:val="000B7270"/>
    <w:rsid w:val="000B74FA"/>
    <w:rsid w:val="000B767D"/>
    <w:rsid w:val="000C0175"/>
    <w:rsid w:val="000C0CDF"/>
    <w:rsid w:val="000C157C"/>
    <w:rsid w:val="000C22F3"/>
    <w:rsid w:val="000C304E"/>
    <w:rsid w:val="000C3A9D"/>
    <w:rsid w:val="000C7400"/>
    <w:rsid w:val="000C7C16"/>
    <w:rsid w:val="000D19A9"/>
    <w:rsid w:val="000D2B44"/>
    <w:rsid w:val="000D6258"/>
    <w:rsid w:val="000D64D9"/>
    <w:rsid w:val="000D6CCE"/>
    <w:rsid w:val="000D73E1"/>
    <w:rsid w:val="000D78E2"/>
    <w:rsid w:val="000E0DA8"/>
    <w:rsid w:val="000E0DE5"/>
    <w:rsid w:val="000E0E40"/>
    <w:rsid w:val="000E0EA7"/>
    <w:rsid w:val="000E18C4"/>
    <w:rsid w:val="000E220D"/>
    <w:rsid w:val="000E3F13"/>
    <w:rsid w:val="000E4435"/>
    <w:rsid w:val="000E5EF8"/>
    <w:rsid w:val="000F2197"/>
    <w:rsid w:val="000F2673"/>
    <w:rsid w:val="000F58D2"/>
    <w:rsid w:val="0010291D"/>
    <w:rsid w:val="00103812"/>
    <w:rsid w:val="00106230"/>
    <w:rsid w:val="00106923"/>
    <w:rsid w:val="0010717B"/>
    <w:rsid w:val="00107E69"/>
    <w:rsid w:val="0011052E"/>
    <w:rsid w:val="001108FD"/>
    <w:rsid w:val="0011094D"/>
    <w:rsid w:val="0011100B"/>
    <w:rsid w:val="001122D5"/>
    <w:rsid w:val="00112F9F"/>
    <w:rsid w:val="001136E3"/>
    <w:rsid w:val="001140D0"/>
    <w:rsid w:val="00114D88"/>
    <w:rsid w:val="00115CB5"/>
    <w:rsid w:val="00116D54"/>
    <w:rsid w:val="0011712C"/>
    <w:rsid w:val="00117AC8"/>
    <w:rsid w:val="00121543"/>
    <w:rsid w:val="0012207B"/>
    <w:rsid w:val="00122521"/>
    <w:rsid w:val="00124255"/>
    <w:rsid w:val="001248D9"/>
    <w:rsid w:val="001249FA"/>
    <w:rsid w:val="00125160"/>
    <w:rsid w:val="00125F7F"/>
    <w:rsid w:val="00127134"/>
    <w:rsid w:val="0012740D"/>
    <w:rsid w:val="001278A3"/>
    <w:rsid w:val="00130042"/>
    <w:rsid w:val="00130617"/>
    <w:rsid w:val="001306E5"/>
    <w:rsid w:val="00131407"/>
    <w:rsid w:val="00131AB4"/>
    <w:rsid w:val="00131CEE"/>
    <w:rsid w:val="00132164"/>
    <w:rsid w:val="00133C4B"/>
    <w:rsid w:val="001358FB"/>
    <w:rsid w:val="0013598A"/>
    <w:rsid w:val="001365AA"/>
    <w:rsid w:val="0013661B"/>
    <w:rsid w:val="00136EE9"/>
    <w:rsid w:val="0013762B"/>
    <w:rsid w:val="00137886"/>
    <w:rsid w:val="001418EB"/>
    <w:rsid w:val="00143F37"/>
    <w:rsid w:val="00144E89"/>
    <w:rsid w:val="00145980"/>
    <w:rsid w:val="00146A79"/>
    <w:rsid w:val="0014712A"/>
    <w:rsid w:val="00147BDA"/>
    <w:rsid w:val="0015094D"/>
    <w:rsid w:val="00151D67"/>
    <w:rsid w:val="00152432"/>
    <w:rsid w:val="001533BA"/>
    <w:rsid w:val="00153DDC"/>
    <w:rsid w:val="001540E6"/>
    <w:rsid w:val="0015500D"/>
    <w:rsid w:val="00156929"/>
    <w:rsid w:val="0015720D"/>
    <w:rsid w:val="00160190"/>
    <w:rsid w:val="00160A01"/>
    <w:rsid w:val="00161C49"/>
    <w:rsid w:val="0016301D"/>
    <w:rsid w:val="00163486"/>
    <w:rsid w:val="00163D8A"/>
    <w:rsid w:val="00163EE7"/>
    <w:rsid w:val="0016406B"/>
    <w:rsid w:val="00164B97"/>
    <w:rsid w:val="00164E27"/>
    <w:rsid w:val="00164F56"/>
    <w:rsid w:val="00165894"/>
    <w:rsid w:val="00166176"/>
    <w:rsid w:val="00167FF8"/>
    <w:rsid w:val="00171200"/>
    <w:rsid w:val="00174E60"/>
    <w:rsid w:val="001760A4"/>
    <w:rsid w:val="00180961"/>
    <w:rsid w:val="00180F9A"/>
    <w:rsid w:val="00181E6C"/>
    <w:rsid w:val="00182755"/>
    <w:rsid w:val="001859B7"/>
    <w:rsid w:val="0018681B"/>
    <w:rsid w:val="0018693F"/>
    <w:rsid w:val="001872F8"/>
    <w:rsid w:val="00192069"/>
    <w:rsid w:val="00192BEB"/>
    <w:rsid w:val="00192D7E"/>
    <w:rsid w:val="00192FB6"/>
    <w:rsid w:val="00193CF5"/>
    <w:rsid w:val="0019432D"/>
    <w:rsid w:val="00194773"/>
    <w:rsid w:val="0019490C"/>
    <w:rsid w:val="0019576F"/>
    <w:rsid w:val="00195CED"/>
    <w:rsid w:val="0019600E"/>
    <w:rsid w:val="00196023"/>
    <w:rsid w:val="00197C41"/>
    <w:rsid w:val="001A023D"/>
    <w:rsid w:val="001A1853"/>
    <w:rsid w:val="001A2885"/>
    <w:rsid w:val="001A303D"/>
    <w:rsid w:val="001A638B"/>
    <w:rsid w:val="001A6CC6"/>
    <w:rsid w:val="001A6CFE"/>
    <w:rsid w:val="001A7DAD"/>
    <w:rsid w:val="001B4071"/>
    <w:rsid w:val="001B40E3"/>
    <w:rsid w:val="001B53DF"/>
    <w:rsid w:val="001B586B"/>
    <w:rsid w:val="001B67B4"/>
    <w:rsid w:val="001B690C"/>
    <w:rsid w:val="001B6C1D"/>
    <w:rsid w:val="001C0817"/>
    <w:rsid w:val="001C1314"/>
    <w:rsid w:val="001C15FE"/>
    <w:rsid w:val="001C1D19"/>
    <w:rsid w:val="001C2E11"/>
    <w:rsid w:val="001C3A5E"/>
    <w:rsid w:val="001C4723"/>
    <w:rsid w:val="001C552B"/>
    <w:rsid w:val="001C6261"/>
    <w:rsid w:val="001C67EB"/>
    <w:rsid w:val="001C703E"/>
    <w:rsid w:val="001D0C88"/>
    <w:rsid w:val="001D1EB5"/>
    <w:rsid w:val="001D2F43"/>
    <w:rsid w:val="001D30A8"/>
    <w:rsid w:val="001D317F"/>
    <w:rsid w:val="001D3F45"/>
    <w:rsid w:val="001D42A7"/>
    <w:rsid w:val="001D4966"/>
    <w:rsid w:val="001D54EE"/>
    <w:rsid w:val="001D6319"/>
    <w:rsid w:val="001E0497"/>
    <w:rsid w:val="001E08DD"/>
    <w:rsid w:val="001E1272"/>
    <w:rsid w:val="001E1742"/>
    <w:rsid w:val="001E1FA5"/>
    <w:rsid w:val="001E2A30"/>
    <w:rsid w:val="001E2A55"/>
    <w:rsid w:val="001E4645"/>
    <w:rsid w:val="001E7289"/>
    <w:rsid w:val="001F0C95"/>
    <w:rsid w:val="001F16BA"/>
    <w:rsid w:val="001F1A4E"/>
    <w:rsid w:val="001F32C0"/>
    <w:rsid w:val="001F35AA"/>
    <w:rsid w:val="001F3FAF"/>
    <w:rsid w:val="001F5CB1"/>
    <w:rsid w:val="001F6035"/>
    <w:rsid w:val="0020018C"/>
    <w:rsid w:val="0020117C"/>
    <w:rsid w:val="00202C1A"/>
    <w:rsid w:val="00204CE7"/>
    <w:rsid w:val="00204E64"/>
    <w:rsid w:val="002056DD"/>
    <w:rsid w:val="002057A6"/>
    <w:rsid w:val="00205EBB"/>
    <w:rsid w:val="00206DAD"/>
    <w:rsid w:val="00207644"/>
    <w:rsid w:val="00207AE8"/>
    <w:rsid w:val="002117D4"/>
    <w:rsid w:val="00211A0A"/>
    <w:rsid w:val="0021411D"/>
    <w:rsid w:val="002147A2"/>
    <w:rsid w:val="0021746E"/>
    <w:rsid w:val="00221C40"/>
    <w:rsid w:val="00222F7A"/>
    <w:rsid w:val="00223622"/>
    <w:rsid w:val="00224508"/>
    <w:rsid w:val="002254B7"/>
    <w:rsid w:val="00225B68"/>
    <w:rsid w:val="00225D6C"/>
    <w:rsid w:val="00226A67"/>
    <w:rsid w:val="0022706A"/>
    <w:rsid w:val="0022744A"/>
    <w:rsid w:val="00227BB3"/>
    <w:rsid w:val="00227E64"/>
    <w:rsid w:val="00231261"/>
    <w:rsid w:val="002312E8"/>
    <w:rsid w:val="00231F00"/>
    <w:rsid w:val="00232FE0"/>
    <w:rsid w:val="002337D9"/>
    <w:rsid w:val="00233EBB"/>
    <w:rsid w:val="002353FD"/>
    <w:rsid w:val="002355E0"/>
    <w:rsid w:val="0023600F"/>
    <w:rsid w:val="002364BC"/>
    <w:rsid w:val="002379ED"/>
    <w:rsid w:val="002401BB"/>
    <w:rsid w:val="002405A6"/>
    <w:rsid w:val="00241BC6"/>
    <w:rsid w:val="00241C4D"/>
    <w:rsid w:val="00244430"/>
    <w:rsid w:val="00244493"/>
    <w:rsid w:val="002450C7"/>
    <w:rsid w:val="002470BC"/>
    <w:rsid w:val="0025012A"/>
    <w:rsid w:val="00250C3C"/>
    <w:rsid w:val="0025108B"/>
    <w:rsid w:val="00252F53"/>
    <w:rsid w:val="0025617A"/>
    <w:rsid w:val="00256776"/>
    <w:rsid w:val="00256A26"/>
    <w:rsid w:val="0025731D"/>
    <w:rsid w:val="002612FA"/>
    <w:rsid w:val="00262FCF"/>
    <w:rsid w:val="00267A7B"/>
    <w:rsid w:val="00270950"/>
    <w:rsid w:val="00270CF7"/>
    <w:rsid w:val="00271693"/>
    <w:rsid w:val="002718D4"/>
    <w:rsid w:val="00271A72"/>
    <w:rsid w:val="002725BA"/>
    <w:rsid w:val="002734B5"/>
    <w:rsid w:val="002741A5"/>
    <w:rsid w:val="00275EC1"/>
    <w:rsid w:val="00276C1D"/>
    <w:rsid w:val="0027736B"/>
    <w:rsid w:val="00277A0E"/>
    <w:rsid w:val="00277E44"/>
    <w:rsid w:val="00280407"/>
    <w:rsid w:val="00280CAC"/>
    <w:rsid w:val="002817A3"/>
    <w:rsid w:val="00282C95"/>
    <w:rsid w:val="00284248"/>
    <w:rsid w:val="002848F8"/>
    <w:rsid w:val="0028517C"/>
    <w:rsid w:val="00285A7A"/>
    <w:rsid w:val="002860A0"/>
    <w:rsid w:val="002876D5"/>
    <w:rsid w:val="002903ED"/>
    <w:rsid w:val="0029122C"/>
    <w:rsid w:val="00292C6C"/>
    <w:rsid w:val="00292C96"/>
    <w:rsid w:val="00292E93"/>
    <w:rsid w:val="00293B38"/>
    <w:rsid w:val="002959EE"/>
    <w:rsid w:val="00296EF2"/>
    <w:rsid w:val="002A14E5"/>
    <w:rsid w:val="002A18E6"/>
    <w:rsid w:val="002A1F1D"/>
    <w:rsid w:val="002A3BC3"/>
    <w:rsid w:val="002A4369"/>
    <w:rsid w:val="002A4909"/>
    <w:rsid w:val="002A6300"/>
    <w:rsid w:val="002A65DF"/>
    <w:rsid w:val="002A77F0"/>
    <w:rsid w:val="002A7A2B"/>
    <w:rsid w:val="002B0B52"/>
    <w:rsid w:val="002B2F81"/>
    <w:rsid w:val="002B41B5"/>
    <w:rsid w:val="002B4A44"/>
    <w:rsid w:val="002B51A2"/>
    <w:rsid w:val="002B702F"/>
    <w:rsid w:val="002B7883"/>
    <w:rsid w:val="002C0097"/>
    <w:rsid w:val="002C0C29"/>
    <w:rsid w:val="002C10B3"/>
    <w:rsid w:val="002C1234"/>
    <w:rsid w:val="002C1F65"/>
    <w:rsid w:val="002C2DA2"/>
    <w:rsid w:val="002C35B9"/>
    <w:rsid w:val="002C57E6"/>
    <w:rsid w:val="002C5DF1"/>
    <w:rsid w:val="002C7F5F"/>
    <w:rsid w:val="002D1964"/>
    <w:rsid w:val="002D1F9D"/>
    <w:rsid w:val="002D2A6A"/>
    <w:rsid w:val="002D4EFE"/>
    <w:rsid w:val="002D4F8B"/>
    <w:rsid w:val="002D5731"/>
    <w:rsid w:val="002D6266"/>
    <w:rsid w:val="002D7D2C"/>
    <w:rsid w:val="002D7DB4"/>
    <w:rsid w:val="002E01DB"/>
    <w:rsid w:val="002E16D5"/>
    <w:rsid w:val="002E37BD"/>
    <w:rsid w:val="002E40A5"/>
    <w:rsid w:val="002E4253"/>
    <w:rsid w:val="002E4281"/>
    <w:rsid w:val="002E553F"/>
    <w:rsid w:val="002E5A4A"/>
    <w:rsid w:val="002E730D"/>
    <w:rsid w:val="002F05C1"/>
    <w:rsid w:val="002F25CF"/>
    <w:rsid w:val="002F2B01"/>
    <w:rsid w:val="002F32D2"/>
    <w:rsid w:val="002F4496"/>
    <w:rsid w:val="002F5338"/>
    <w:rsid w:val="002F6170"/>
    <w:rsid w:val="002F6323"/>
    <w:rsid w:val="002F6E78"/>
    <w:rsid w:val="002F6EC8"/>
    <w:rsid w:val="002F77AF"/>
    <w:rsid w:val="002F78D4"/>
    <w:rsid w:val="00300B32"/>
    <w:rsid w:val="0030146F"/>
    <w:rsid w:val="00307D80"/>
    <w:rsid w:val="00310583"/>
    <w:rsid w:val="00310E6B"/>
    <w:rsid w:val="003126FF"/>
    <w:rsid w:val="0031516B"/>
    <w:rsid w:val="0031545F"/>
    <w:rsid w:val="0031565A"/>
    <w:rsid w:val="00315A80"/>
    <w:rsid w:val="003166D0"/>
    <w:rsid w:val="0032091C"/>
    <w:rsid w:val="003209DF"/>
    <w:rsid w:val="00320A8C"/>
    <w:rsid w:val="00320BF7"/>
    <w:rsid w:val="00321A45"/>
    <w:rsid w:val="00321C34"/>
    <w:rsid w:val="00321EDB"/>
    <w:rsid w:val="00322297"/>
    <w:rsid w:val="0032405D"/>
    <w:rsid w:val="00324A45"/>
    <w:rsid w:val="00324D7A"/>
    <w:rsid w:val="00325813"/>
    <w:rsid w:val="00325DDC"/>
    <w:rsid w:val="00326EE1"/>
    <w:rsid w:val="00327823"/>
    <w:rsid w:val="00330D4F"/>
    <w:rsid w:val="0033148B"/>
    <w:rsid w:val="00334883"/>
    <w:rsid w:val="00334FC1"/>
    <w:rsid w:val="0033630D"/>
    <w:rsid w:val="003371B5"/>
    <w:rsid w:val="0034060B"/>
    <w:rsid w:val="00341263"/>
    <w:rsid w:val="00341693"/>
    <w:rsid w:val="00341E34"/>
    <w:rsid w:val="0034218F"/>
    <w:rsid w:val="0034229D"/>
    <w:rsid w:val="00342D3A"/>
    <w:rsid w:val="00342EC9"/>
    <w:rsid w:val="00343335"/>
    <w:rsid w:val="0034339F"/>
    <w:rsid w:val="00343C8A"/>
    <w:rsid w:val="0034673D"/>
    <w:rsid w:val="00346845"/>
    <w:rsid w:val="0034774E"/>
    <w:rsid w:val="00347E6E"/>
    <w:rsid w:val="003501A5"/>
    <w:rsid w:val="00350AB2"/>
    <w:rsid w:val="00350CA8"/>
    <w:rsid w:val="0035108A"/>
    <w:rsid w:val="00352A5B"/>
    <w:rsid w:val="00352EB4"/>
    <w:rsid w:val="00352F46"/>
    <w:rsid w:val="00353C9F"/>
    <w:rsid w:val="00355046"/>
    <w:rsid w:val="003566EB"/>
    <w:rsid w:val="0035768A"/>
    <w:rsid w:val="00357799"/>
    <w:rsid w:val="00360270"/>
    <w:rsid w:val="00361AB6"/>
    <w:rsid w:val="00361CA6"/>
    <w:rsid w:val="00362ADC"/>
    <w:rsid w:val="00362BDE"/>
    <w:rsid w:val="003643E4"/>
    <w:rsid w:val="00365BE6"/>
    <w:rsid w:val="00365DAE"/>
    <w:rsid w:val="003662FA"/>
    <w:rsid w:val="00367908"/>
    <w:rsid w:val="003679F4"/>
    <w:rsid w:val="00370380"/>
    <w:rsid w:val="00370BCD"/>
    <w:rsid w:val="003715C1"/>
    <w:rsid w:val="0037169D"/>
    <w:rsid w:val="00371EE5"/>
    <w:rsid w:val="003728F0"/>
    <w:rsid w:val="0037298C"/>
    <w:rsid w:val="00372F18"/>
    <w:rsid w:val="00373135"/>
    <w:rsid w:val="00373483"/>
    <w:rsid w:val="00373D09"/>
    <w:rsid w:val="00374C0E"/>
    <w:rsid w:val="00375094"/>
    <w:rsid w:val="00375C7E"/>
    <w:rsid w:val="00375DAE"/>
    <w:rsid w:val="00375E8F"/>
    <w:rsid w:val="00376145"/>
    <w:rsid w:val="00376AF5"/>
    <w:rsid w:val="00384F97"/>
    <w:rsid w:val="003853F5"/>
    <w:rsid w:val="003853F7"/>
    <w:rsid w:val="00386E4C"/>
    <w:rsid w:val="00387EE2"/>
    <w:rsid w:val="003918F9"/>
    <w:rsid w:val="003939E3"/>
    <w:rsid w:val="003A0C6F"/>
    <w:rsid w:val="003A175B"/>
    <w:rsid w:val="003A20A5"/>
    <w:rsid w:val="003A5083"/>
    <w:rsid w:val="003A565C"/>
    <w:rsid w:val="003A570E"/>
    <w:rsid w:val="003A764A"/>
    <w:rsid w:val="003B0F19"/>
    <w:rsid w:val="003B142B"/>
    <w:rsid w:val="003B1857"/>
    <w:rsid w:val="003B2EB7"/>
    <w:rsid w:val="003B33F4"/>
    <w:rsid w:val="003B366A"/>
    <w:rsid w:val="003B473F"/>
    <w:rsid w:val="003B48BE"/>
    <w:rsid w:val="003B4D6F"/>
    <w:rsid w:val="003B7425"/>
    <w:rsid w:val="003C3B52"/>
    <w:rsid w:val="003C3FDD"/>
    <w:rsid w:val="003C416F"/>
    <w:rsid w:val="003C4592"/>
    <w:rsid w:val="003C46B0"/>
    <w:rsid w:val="003D0B35"/>
    <w:rsid w:val="003D148A"/>
    <w:rsid w:val="003D3F8B"/>
    <w:rsid w:val="003D4A7A"/>
    <w:rsid w:val="003D791B"/>
    <w:rsid w:val="003E0728"/>
    <w:rsid w:val="003E09F9"/>
    <w:rsid w:val="003E0A06"/>
    <w:rsid w:val="003E3BAE"/>
    <w:rsid w:val="003E3F8F"/>
    <w:rsid w:val="003E4127"/>
    <w:rsid w:val="003E4A39"/>
    <w:rsid w:val="003E57F6"/>
    <w:rsid w:val="003E6974"/>
    <w:rsid w:val="003E7757"/>
    <w:rsid w:val="003E795A"/>
    <w:rsid w:val="003E7C3A"/>
    <w:rsid w:val="003F03FF"/>
    <w:rsid w:val="003F10E6"/>
    <w:rsid w:val="003F10F7"/>
    <w:rsid w:val="003F1439"/>
    <w:rsid w:val="003F148C"/>
    <w:rsid w:val="003F31A0"/>
    <w:rsid w:val="003F38F8"/>
    <w:rsid w:val="003F44CE"/>
    <w:rsid w:val="003F6A21"/>
    <w:rsid w:val="003F798B"/>
    <w:rsid w:val="00402055"/>
    <w:rsid w:val="00402EDA"/>
    <w:rsid w:val="00403ED6"/>
    <w:rsid w:val="00404E42"/>
    <w:rsid w:val="00405424"/>
    <w:rsid w:val="0040568D"/>
    <w:rsid w:val="00406E6D"/>
    <w:rsid w:val="00407997"/>
    <w:rsid w:val="00410178"/>
    <w:rsid w:val="00411716"/>
    <w:rsid w:val="004119AB"/>
    <w:rsid w:val="00411BDF"/>
    <w:rsid w:val="00411EC0"/>
    <w:rsid w:val="00411FF7"/>
    <w:rsid w:val="00413305"/>
    <w:rsid w:val="00413807"/>
    <w:rsid w:val="00414AF4"/>
    <w:rsid w:val="00415FBE"/>
    <w:rsid w:val="004167C5"/>
    <w:rsid w:val="004201B6"/>
    <w:rsid w:val="004216C9"/>
    <w:rsid w:val="00422ECE"/>
    <w:rsid w:val="004230ED"/>
    <w:rsid w:val="00423201"/>
    <w:rsid w:val="004242E9"/>
    <w:rsid w:val="00426815"/>
    <w:rsid w:val="00426B8D"/>
    <w:rsid w:val="00427517"/>
    <w:rsid w:val="00427AFA"/>
    <w:rsid w:val="004305F7"/>
    <w:rsid w:val="00430BCC"/>
    <w:rsid w:val="00430D2A"/>
    <w:rsid w:val="0043169C"/>
    <w:rsid w:val="00434DA3"/>
    <w:rsid w:val="004355CC"/>
    <w:rsid w:val="00437444"/>
    <w:rsid w:val="004404C8"/>
    <w:rsid w:val="00441444"/>
    <w:rsid w:val="00441DEC"/>
    <w:rsid w:val="00441E84"/>
    <w:rsid w:val="00441F11"/>
    <w:rsid w:val="00442114"/>
    <w:rsid w:val="004429B0"/>
    <w:rsid w:val="00442D73"/>
    <w:rsid w:val="00442F85"/>
    <w:rsid w:val="00443175"/>
    <w:rsid w:val="00443EA3"/>
    <w:rsid w:val="00444234"/>
    <w:rsid w:val="004444E8"/>
    <w:rsid w:val="00445739"/>
    <w:rsid w:val="00445D86"/>
    <w:rsid w:val="00446498"/>
    <w:rsid w:val="0044742C"/>
    <w:rsid w:val="00447D2F"/>
    <w:rsid w:val="004507CD"/>
    <w:rsid w:val="004508BA"/>
    <w:rsid w:val="00451B0E"/>
    <w:rsid w:val="00451C8D"/>
    <w:rsid w:val="00452269"/>
    <w:rsid w:val="00453078"/>
    <w:rsid w:val="0045336F"/>
    <w:rsid w:val="00454C30"/>
    <w:rsid w:val="00456B82"/>
    <w:rsid w:val="00457F3D"/>
    <w:rsid w:val="004606F2"/>
    <w:rsid w:val="0046091C"/>
    <w:rsid w:val="004612AD"/>
    <w:rsid w:val="0046158E"/>
    <w:rsid w:val="00461A1E"/>
    <w:rsid w:val="00463549"/>
    <w:rsid w:val="00463625"/>
    <w:rsid w:val="00466D6C"/>
    <w:rsid w:val="00470105"/>
    <w:rsid w:val="004701E1"/>
    <w:rsid w:val="00471EFB"/>
    <w:rsid w:val="00472022"/>
    <w:rsid w:val="00473377"/>
    <w:rsid w:val="00473913"/>
    <w:rsid w:val="00474283"/>
    <w:rsid w:val="0047454E"/>
    <w:rsid w:val="0047520F"/>
    <w:rsid w:val="0047572D"/>
    <w:rsid w:val="004758C6"/>
    <w:rsid w:val="00475C22"/>
    <w:rsid w:val="0047644D"/>
    <w:rsid w:val="004773E6"/>
    <w:rsid w:val="00477B64"/>
    <w:rsid w:val="004811BA"/>
    <w:rsid w:val="00481734"/>
    <w:rsid w:val="00481FAF"/>
    <w:rsid w:val="00482058"/>
    <w:rsid w:val="00482310"/>
    <w:rsid w:val="00482BC7"/>
    <w:rsid w:val="00482C39"/>
    <w:rsid w:val="00483389"/>
    <w:rsid w:val="00483E6C"/>
    <w:rsid w:val="00484563"/>
    <w:rsid w:val="00484A5F"/>
    <w:rsid w:val="00485265"/>
    <w:rsid w:val="00485E45"/>
    <w:rsid w:val="00486B67"/>
    <w:rsid w:val="00486C5B"/>
    <w:rsid w:val="00487561"/>
    <w:rsid w:val="004900EF"/>
    <w:rsid w:val="00490795"/>
    <w:rsid w:val="00491953"/>
    <w:rsid w:val="0049464D"/>
    <w:rsid w:val="00495A1C"/>
    <w:rsid w:val="00496A5E"/>
    <w:rsid w:val="004A0518"/>
    <w:rsid w:val="004A0BEB"/>
    <w:rsid w:val="004A0DA8"/>
    <w:rsid w:val="004A0DE0"/>
    <w:rsid w:val="004A33CB"/>
    <w:rsid w:val="004A38B4"/>
    <w:rsid w:val="004A38CD"/>
    <w:rsid w:val="004A4608"/>
    <w:rsid w:val="004A4659"/>
    <w:rsid w:val="004A5797"/>
    <w:rsid w:val="004A7E70"/>
    <w:rsid w:val="004B0A41"/>
    <w:rsid w:val="004B1279"/>
    <w:rsid w:val="004B1F94"/>
    <w:rsid w:val="004B32A3"/>
    <w:rsid w:val="004B3353"/>
    <w:rsid w:val="004B3C6B"/>
    <w:rsid w:val="004B4B70"/>
    <w:rsid w:val="004B4F0F"/>
    <w:rsid w:val="004B52D0"/>
    <w:rsid w:val="004B670D"/>
    <w:rsid w:val="004C1DBF"/>
    <w:rsid w:val="004C2905"/>
    <w:rsid w:val="004C3088"/>
    <w:rsid w:val="004C34DB"/>
    <w:rsid w:val="004C40BE"/>
    <w:rsid w:val="004C53DE"/>
    <w:rsid w:val="004C615A"/>
    <w:rsid w:val="004C6C32"/>
    <w:rsid w:val="004C6FCC"/>
    <w:rsid w:val="004C76BF"/>
    <w:rsid w:val="004D178B"/>
    <w:rsid w:val="004D30E9"/>
    <w:rsid w:val="004D340A"/>
    <w:rsid w:val="004D374A"/>
    <w:rsid w:val="004D3C4C"/>
    <w:rsid w:val="004D3C61"/>
    <w:rsid w:val="004D4726"/>
    <w:rsid w:val="004D4B7A"/>
    <w:rsid w:val="004D5C45"/>
    <w:rsid w:val="004D5D73"/>
    <w:rsid w:val="004D6072"/>
    <w:rsid w:val="004D79F0"/>
    <w:rsid w:val="004E0B23"/>
    <w:rsid w:val="004E28D8"/>
    <w:rsid w:val="004E2DE6"/>
    <w:rsid w:val="004E3039"/>
    <w:rsid w:val="004E3908"/>
    <w:rsid w:val="004E47CD"/>
    <w:rsid w:val="004E4F57"/>
    <w:rsid w:val="004E5584"/>
    <w:rsid w:val="004E62C9"/>
    <w:rsid w:val="004E62EA"/>
    <w:rsid w:val="004E7A18"/>
    <w:rsid w:val="004F0138"/>
    <w:rsid w:val="004F0391"/>
    <w:rsid w:val="004F04FB"/>
    <w:rsid w:val="004F0FDB"/>
    <w:rsid w:val="004F360B"/>
    <w:rsid w:val="004F4A01"/>
    <w:rsid w:val="004F5EE0"/>
    <w:rsid w:val="004F6103"/>
    <w:rsid w:val="004F7B2F"/>
    <w:rsid w:val="005002D4"/>
    <w:rsid w:val="005003D9"/>
    <w:rsid w:val="005017F3"/>
    <w:rsid w:val="00501FC6"/>
    <w:rsid w:val="00502057"/>
    <w:rsid w:val="00503604"/>
    <w:rsid w:val="0050394D"/>
    <w:rsid w:val="0050438A"/>
    <w:rsid w:val="0050711C"/>
    <w:rsid w:val="005073C2"/>
    <w:rsid w:val="0051071E"/>
    <w:rsid w:val="00511B77"/>
    <w:rsid w:val="0051255F"/>
    <w:rsid w:val="005125E3"/>
    <w:rsid w:val="005133CE"/>
    <w:rsid w:val="00513F29"/>
    <w:rsid w:val="0051473E"/>
    <w:rsid w:val="00514830"/>
    <w:rsid w:val="00514B93"/>
    <w:rsid w:val="0051642D"/>
    <w:rsid w:val="00517C4D"/>
    <w:rsid w:val="00521086"/>
    <w:rsid w:val="005210BA"/>
    <w:rsid w:val="00521522"/>
    <w:rsid w:val="00521643"/>
    <w:rsid w:val="005222B4"/>
    <w:rsid w:val="00522FF1"/>
    <w:rsid w:val="00523404"/>
    <w:rsid w:val="00525655"/>
    <w:rsid w:val="0052638E"/>
    <w:rsid w:val="00526908"/>
    <w:rsid w:val="00527F05"/>
    <w:rsid w:val="00527FF5"/>
    <w:rsid w:val="00531641"/>
    <w:rsid w:val="00531AC1"/>
    <w:rsid w:val="0053208F"/>
    <w:rsid w:val="005324AF"/>
    <w:rsid w:val="00532AF4"/>
    <w:rsid w:val="00533B83"/>
    <w:rsid w:val="00534CE2"/>
    <w:rsid w:val="0053562A"/>
    <w:rsid w:val="0054025F"/>
    <w:rsid w:val="00540348"/>
    <w:rsid w:val="00543370"/>
    <w:rsid w:val="00544381"/>
    <w:rsid w:val="00544BCA"/>
    <w:rsid w:val="005461C1"/>
    <w:rsid w:val="00547C49"/>
    <w:rsid w:val="0055241E"/>
    <w:rsid w:val="00552605"/>
    <w:rsid w:val="005530E8"/>
    <w:rsid w:val="005532F6"/>
    <w:rsid w:val="00553792"/>
    <w:rsid w:val="00555569"/>
    <w:rsid w:val="00556454"/>
    <w:rsid w:val="00556F01"/>
    <w:rsid w:val="005572BA"/>
    <w:rsid w:val="00557A6E"/>
    <w:rsid w:val="005603FF"/>
    <w:rsid w:val="00561361"/>
    <w:rsid w:val="0056174B"/>
    <w:rsid w:val="00561ECC"/>
    <w:rsid w:val="005637BE"/>
    <w:rsid w:val="005658BA"/>
    <w:rsid w:val="005658DD"/>
    <w:rsid w:val="00571AD5"/>
    <w:rsid w:val="0057207D"/>
    <w:rsid w:val="005728C7"/>
    <w:rsid w:val="00574762"/>
    <w:rsid w:val="00575AD3"/>
    <w:rsid w:val="00576CAB"/>
    <w:rsid w:val="00577C19"/>
    <w:rsid w:val="00582723"/>
    <w:rsid w:val="005828A3"/>
    <w:rsid w:val="00582BDD"/>
    <w:rsid w:val="005832C0"/>
    <w:rsid w:val="00583FA2"/>
    <w:rsid w:val="005846B7"/>
    <w:rsid w:val="005856EC"/>
    <w:rsid w:val="0058683F"/>
    <w:rsid w:val="00587645"/>
    <w:rsid w:val="00587EF8"/>
    <w:rsid w:val="00592B3F"/>
    <w:rsid w:val="0059417B"/>
    <w:rsid w:val="0059561B"/>
    <w:rsid w:val="00595AB5"/>
    <w:rsid w:val="0059692B"/>
    <w:rsid w:val="005A1578"/>
    <w:rsid w:val="005A164D"/>
    <w:rsid w:val="005A3293"/>
    <w:rsid w:val="005A3AD5"/>
    <w:rsid w:val="005A4CFE"/>
    <w:rsid w:val="005A4FEC"/>
    <w:rsid w:val="005A5806"/>
    <w:rsid w:val="005A6225"/>
    <w:rsid w:val="005A6554"/>
    <w:rsid w:val="005A6A77"/>
    <w:rsid w:val="005A71AB"/>
    <w:rsid w:val="005A7AEC"/>
    <w:rsid w:val="005A7D11"/>
    <w:rsid w:val="005B1C17"/>
    <w:rsid w:val="005B3A91"/>
    <w:rsid w:val="005B4046"/>
    <w:rsid w:val="005B4BB4"/>
    <w:rsid w:val="005B5510"/>
    <w:rsid w:val="005B5606"/>
    <w:rsid w:val="005B67D5"/>
    <w:rsid w:val="005B7A5D"/>
    <w:rsid w:val="005B7BFA"/>
    <w:rsid w:val="005C0FC3"/>
    <w:rsid w:val="005C1715"/>
    <w:rsid w:val="005C2CE6"/>
    <w:rsid w:val="005C4334"/>
    <w:rsid w:val="005C5469"/>
    <w:rsid w:val="005C5B72"/>
    <w:rsid w:val="005C600E"/>
    <w:rsid w:val="005C63FD"/>
    <w:rsid w:val="005C65DB"/>
    <w:rsid w:val="005C6F8C"/>
    <w:rsid w:val="005C7A7A"/>
    <w:rsid w:val="005C7BCD"/>
    <w:rsid w:val="005D0BB3"/>
    <w:rsid w:val="005D0E6C"/>
    <w:rsid w:val="005D0FF8"/>
    <w:rsid w:val="005D1652"/>
    <w:rsid w:val="005D1C27"/>
    <w:rsid w:val="005D22A8"/>
    <w:rsid w:val="005D2B09"/>
    <w:rsid w:val="005D2B7D"/>
    <w:rsid w:val="005D329F"/>
    <w:rsid w:val="005D3345"/>
    <w:rsid w:val="005D449A"/>
    <w:rsid w:val="005D5A0B"/>
    <w:rsid w:val="005D5B70"/>
    <w:rsid w:val="005D6202"/>
    <w:rsid w:val="005D6BA9"/>
    <w:rsid w:val="005D7961"/>
    <w:rsid w:val="005E1A02"/>
    <w:rsid w:val="005E1BC2"/>
    <w:rsid w:val="005E1CC8"/>
    <w:rsid w:val="005E3012"/>
    <w:rsid w:val="005E6A3F"/>
    <w:rsid w:val="005E6A43"/>
    <w:rsid w:val="005F03A7"/>
    <w:rsid w:val="005F073E"/>
    <w:rsid w:val="005F0F0E"/>
    <w:rsid w:val="005F2710"/>
    <w:rsid w:val="005F4C2E"/>
    <w:rsid w:val="005F55F6"/>
    <w:rsid w:val="005F5F08"/>
    <w:rsid w:val="005F67C3"/>
    <w:rsid w:val="005F7C2A"/>
    <w:rsid w:val="005F7EF0"/>
    <w:rsid w:val="005F7EFB"/>
    <w:rsid w:val="0060097C"/>
    <w:rsid w:val="006027C2"/>
    <w:rsid w:val="00603C2F"/>
    <w:rsid w:val="00603C7C"/>
    <w:rsid w:val="00605321"/>
    <w:rsid w:val="0061204F"/>
    <w:rsid w:val="00612D2B"/>
    <w:rsid w:val="00613394"/>
    <w:rsid w:val="006135DE"/>
    <w:rsid w:val="00613C0F"/>
    <w:rsid w:val="00614CB1"/>
    <w:rsid w:val="00615C5E"/>
    <w:rsid w:val="006166B1"/>
    <w:rsid w:val="0061702D"/>
    <w:rsid w:val="006171DB"/>
    <w:rsid w:val="0061786A"/>
    <w:rsid w:val="00617EE6"/>
    <w:rsid w:val="00623FB7"/>
    <w:rsid w:val="00624848"/>
    <w:rsid w:val="006249C8"/>
    <w:rsid w:val="00624CBB"/>
    <w:rsid w:val="00624D63"/>
    <w:rsid w:val="0062523D"/>
    <w:rsid w:val="00625528"/>
    <w:rsid w:val="006310F8"/>
    <w:rsid w:val="00631C1E"/>
    <w:rsid w:val="00633F9F"/>
    <w:rsid w:val="00634750"/>
    <w:rsid w:val="00635582"/>
    <w:rsid w:val="00635D87"/>
    <w:rsid w:val="0063627C"/>
    <w:rsid w:val="0063641B"/>
    <w:rsid w:val="00636E4C"/>
    <w:rsid w:val="006374C1"/>
    <w:rsid w:val="00640621"/>
    <w:rsid w:val="00641A0A"/>
    <w:rsid w:val="00641EC6"/>
    <w:rsid w:val="00642AF0"/>
    <w:rsid w:val="00642EE1"/>
    <w:rsid w:val="0064336C"/>
    <w:rsid w:val="00644453"/>
    <w:rsid w:val="006448D0"/>
    <w:rsid w:val="006450BE"/>
    <w:rsid w:val="00645317"/>
    <w:rsid w:val="006455C9"/>
    <w:rsid w:val="00647A06"/>
    <w:rsid w:val="00647B33"/>
    <w:rsid w:val="00652C95"/>
    <w:rsid w:val="00652DEC"/>
    <w:rsid w:val="0065453F"/>
    <w:rsid w:val="00656A76"/>
    <w:rsid w:val="006577FC"/>
    <w:rsid w:val="00661517"/>
    <w:rsid w:val="00661844"/>
    <w:rsid w:val="00661933"/>
    <w:rsid w:val="00661F23"/>
    <w:rsid w:val="00662484"/>
    <w:rsid w:val="0066281F"/>
    <w:rsid w:val="00664F47"/>
    <w:rsid w:val="006654B5"/>
    <w:rsid w:val="00665934"/>
    <w:rsid w:val="00666156"/>
    <w:rsid w:val="006663E5"/>
    <w:rsid w:val="00666786"/>
    <w:rsid w:val="00671CCA"/>
    <w:rsid w:val="00672D1D"/>
    <w:rsid w:val="00674215"/>
    <w:rsid w:val="006753F2"/>
    <w:rsid w:val="00675563"/>
    <w:rsid w:val="00677E2D"/>
    <w:rsid w:val="006810DE"/>
    <w:rsid w:val="006823EF"/>
    <w:rsid w:val="006825DF"/>
    <w:rsid w:val="00684A1D"/>
    <w:rsid w:val="00685016"/>
    <w:rsid w:val="006851B2"/>
    <w:rsid w:val="006855A0"/>
    <w:rsid w:val="00685F3A"/>
    <w:rsid w:val="006863FB"/>
    <w:rsid w:val="00686DE3"/>
    <w:rsid w:val="00690202"/>
    <w:rsid w:val="00690663"/>
    <w:rsid w:val="0069349F"/>
    <w:rsid w:val="00694D71"/>
    <w:rsid w:val="00694F60"/>
    <w:rsid w:val="00695EA9"/>
    <w:rsid w:val="00697C0A"/>
    <w:rsid w:val="00697E32"/>
    <w:rsid w:val="006A0C52"/>
    <w:rsid w:val="006A138A"/>
    <w:rsid w:val="006A1510"/>
    <w:rsid w:val="006A1FDC"/>
    <w:rsid w:val="006A20F3"/>
    <w:rsid w:val="006A2854"/>
    <w:rsid w:val="006A53FE"/>
    <w:rsid w:val="006A5B45"/>
    <w:rsid w:val="006A5B6F"/>
    <w:rsid w:val="006A6441"/>
    <w:rsid w:val="006A75C2"/>
    <w:rsid w:val="006A7EDB"/>
    <w:rsid w:val="006B1220"/>
    <w:rsid w:val="006B20EC"/>
    <w:rsid w:val="006B20EF"/>
    <w:rsid w:val="006B2C61"/>
    <w:rsid w:val="006B3C4C"/>
    <w:rsid w:val="006C026A"/>
    <w:rsid w:val="006C3A64"/>
    <w:rsid w:val="006C41BD"/>
    <w:rsid w:val="006C4302"/>
    <w:rsid w:val="006C60C0"/>
    <w:rsid w:val="006C7205"/>
    <w:rsid w:val="006C78B1"/>
    <w:rsid w:val="006D0B36"/>
    <w:rsid w:val="006D18D6"/>
    <w:rsid w:val="006D19E5"/>
    <w:rsid w:val="006D22FC"/>
    <w:rsid w:val="006D2BA4"/>
    <w:rsid w:val="006D5343"/>
    <w:rsid w:val="006D5596"/>
    <w:rsid w:val="006D57E9"/>
    <w:rsid w:val="006D6BB3"/>
    <w:rsid w:val="006E05ED"/>
    <w:rsid w:val="006E08BE"/>
    <w:rsid w:val="006E14CE"/>
    <w:rsid w:val="006E16EC"/>
    <w:rsid w:val="006E1D66"/>
    <w:rsid w:val="006E2F97"/>
    <w:rsid w:val="006E374F"/>
    <w:rsid w:val="006E6BD6"/>
    <w:rsid w:val="006E7C97"/>
    <w:rsid w:val="006F19DB"/>
    <w:rsid w:val="006F1B2A"/>
    <w:rsid w:val="006F1D71"/>
    <w:rsid w:val="006F28CF"/>
    <w:rsid w:val="006F3F9D"/>
    <w:rsid w:val="006F4077"/>
    <w:rsid w:val="006F4734"/>
    <w:rsid w:val="006F4DBC"/>
    <w:rsid w:val="006F50BE"/>
    <w:rsid w:val="006F60E7"/>
    <w:rsid w:val="006F6A7F"/>
    <w:rsid w:val="006F73D9"/>
    <w:rsid w:val="006F77F7"/>
    <w:rsid w:val="007000D6"/>
    <w:rsid w:val="0070053F"/>
    <w:rsid w:val="00700F59"/>
    <w:rsid w:val="00701678"/>
    <w:rsid w:val="00701A6B"/>
    <w:rsid w:val="00701F55"/>
    <w:rsid w:val="00702DEA"/>
    <w:rsid w:val="007030B0"/>
    <w:rsid w:val="00703B57"/>
    <w:rsid w:val="0070464F"/>
    <w:rsid w:val="0070533C"/>
    <w:rsid w:val="0070577F"/>
    <w:rsid w:val="00706DD7"/>
    <w:rsid w:val="007072E8"/>
    <w:rsid w:val="00707FEA"/>
    <w:rsid w:val="00710C2D"/>
    <w:rsid w:val="0071143E"/>
    <w:rsid w:val="00712B35"/>
    <w:rsid w:val="00715A7A"/>
    <w:rsid w:val="00716E5C"/>
    <w:rsid w:val="00720203"/>
    <w:rsid w:val="00720F9B"/>
    <w:rsid w:val="007233E5"/>
    <w:rsid w:val="007240CF"/>
    <w:rsid w:val="00724318"/>
    <w:rsid w:val="0072475E"/>
    <w:rsid w:val="00725440"/>
    <w:rsid w:val="007266E6"/>
    <w:rsid w:val="00726E53"/>
    <w:rsid w:val="00733EBB"/>
    <w:rsid w:val="00734D49"/>
    <w:rsid w:val="00736016"/>
    <w:rsid w:val="00736159"/>
    <w:rsid w:val="007400FC"/>
    <w:rsid w:val="00740F4F"/>
    <w:rsid w:val="00741664"/>
    <w:rsid w:val="00743654"/>
    <w:rsid w:val="00744EC1"/>
    <w:rsid w:val="0074564F"/>
    <w:rsid w:val="0074787F"/>
    <w:rsid w:val="0075013F"/>
    <w:rsid w:val="00751842"/>
    <w:rsid w:val="00752285"/>
    <w:rsid w:val="00754FDC"/>
    <w:rsid w:val="0075601F"/>
    <w:rsid w:val="00756B4D"/>
    <w:rsid w:val="007601C1"/>
    <w:rsid w:val="00760A6B"/>
    <w:rsid w:val="0076191F"/>
    <w:rsid w:val="0076294D"/>
    <w:rsid w:val="00764186"/>
    <w:rsid w:val="00764E4C"/>
    <w:rsid w:val="00765175"/>
    <w:rsid w:val="007664EF"/>
    <w:rsid w:val="00766A37"/>
    <w:rsid w:val="0076730C"/>
    <w:rsid w:val="00767CDA"/>
    <w:rsid w:val="0077014E"/>
    <w:rsid w:val="007722FB"/>
    <w:rsid w:val="00772BCC"/>
    <w:rsid w:val="0077316B"/>
    <w:rsid w:val="0077485E"/>
    <w:rsid w:val="00774B35"/>
    <w:rsid w:val="007754B2"/>
    <w:rsid w:val="0077566A"/>
    <w:rsid w:val="00776463"/>
    <w:rsid w:val="00776FC8"/>
    <w:rsid w:val="00780376"/>
    <w:rsid w:val="007826CB"/>
    <w:rsid w:val="0078311B"/>
    <w:rsid w:val="00784127"/>
    <w:rsid w:val="00785472"/>
    <w:rsid w:val="00786A6D"/>
    <w:rsid w:val="00787050"/>
    <w:rsid w:val="007910EB"/>
    <w:rsid w:val="007937D6"/>
    <w:rsid w:val="00794F44"/>
    <w:rsid w:val="0079732B"/>
    <w:rsid w:val="00797DB8"/>
    <w:rsid w:val="007A176A"/>
    <w:rsid w:val="007A1F90"/>
    <w:rsid w:val="007A2088"/>
    <w:rsid w:val="007A52C7"/>
    <w:rsid w:val="007A5657"/>
    <w:rsid w:val="007A5F56"/>
    <w:rsid w:val="007A5FC2"/>
    <w:rsid w:val="007B0052"/>
    <w:rsid w:val="007B0AF3"/>
    <w:rsid w:val="007B0B4C"/>
    <w:rsid w:val="007B318D"/>
    <w:rsid w:val="007B3527"/>
    <w:rsid w:val="007B3CE3"/>
    <w:rsid w:val="007B5941"/>
    <w:rsid w:val="007C1293"/>
    <w:rsid w:val="007C3386"/>
    <w:rsid w:val="007C3B57"/>
    <w:rsid w:val="007C3ECF"/>
    <w:rsid w:val="007C7FB7"/>
    <w:rsid w:val="007D0A53"/>
    <w:rsid w:val="007D1BCB"/>
    <w:rsid w:val="007D1C8D"/>
    <w:rsid w:val="007D4226"/>
    <w:rsid w:val="007D582E"/>
    <w:rsid w:val="007D5FFD"/>
    <w:rsid w:val="007D63A9"/>
    <w:rsid w:val="007D76B2"/>
    <w:rsid w:val="007D7D3D"/>
    <w:rsid w:val="007D7D92"/>
    <w:rsid w:val="007E05C6"/>
    <w:rsid w:val="007E089B"/>
    <w:rsid w:val="007E0F7E"/>
    <w:rsid w:val="007E179F"/>
    <w:rsid w:val="007E1CE5"/>
    <w:rsid w:val="007E42AD"/>
    <w:rsid w:val="007E4C22"/>
    <w:rsid w:val="007E4E48"/>
    <w:rsid w:val="007E584D"/>
    <w:rsid w:val="007E7E82"/>
    <w:rsid w:val="007E7F4F"/>
    <w:rsid w:val="007F0CEB"/>
    <w:rsid w:val="007F27C6"/>
    <w:rsid w:val="007F36B8"/>
    <w:rsid w:val="007F45B0"/>
    <w:rsid w:val="007F53C0"/>
    <w:rsid w:val="007F63EE"/>
    <w:rsid w:val="007F74DD"/>
    <w:rsid w:val="007F7671"/>
    <w:rsid w:val="00801290"/>
    <w:rsid w:val="00801520"/>
    <w:rsid w:val="0080363E"/>
    <w:rsid w:val="00803A90"/>
    <w:rsid w:val="00803DD8"/>
    <w:rsid w:val="008058FA"/>
    <w:rsid w:val="008068C1"/>
    <w:rsid w:val="008109E6"/>
    <w:rsid w:val="00810CA2"/>
    <w:rsid w:val="00811A92"/>
    <w:rsid w:val="00812422"/>
    <w:rsid w:val="0081323B"/>
    <w:rsid w:val="00813BC2"/>
    <w:rsid w:val="00813C94"/>
    <w:rsid w:val="00813D7B"/>
    <w:rsid w:val="00813DBC"/>
    <w:rsid w:val="00813F31"/>
    <w:rsid w:val="0081463F"/>
    <w:rsid w:val="00815A29"/>
    <w:rsid w:val="008163F3"/>
    <w:rsid w:val="0081667D"/>
    <w:rsid w:val="008166C0"/>
    <w:rsid w:val="00817165"/>
    <w:rsid w:val="00817A2E"/>
    <w:rsid w:val="00821336"/>
    <w:rsid w:val="00821B63"/>
    <w:rsid w:val="00823B3A"/>
    <w:rsid w:val="008240DE"/>
    <w:rsid w:val="0082447F"/>
    <w:rsid w:val="008251A1"/>
    <w:rsid w:val="00825569"/>
    <w:rsid w:val="00826165"/>
    <w:rsid w:val="008273B8"/>
    <w:rsid w:val="00827810"/>
    <w:rsid w:val="00827BCD"/>
    <w:rsid w:val="00827E0E"/>
    <w:rsid w:val="00830203"/>
    <w:rsid w:val="008305BB"/>
    <w:rsid w:val="00831CB1"/>
    <w:rsid w:val="00832408"/>
    <w:rsid w:val="00832C48"/>
    <w:rsid w:val="00835599"/>
    <w:rsid w:val="00837A0F"/>
    <w:rsid w:val="00837CB3"/>
    <w:rsid w:val="00840409"/>
    <w:rsid w:val="008405BF"/>
    <w:rsid w:val="008408C5"/>
    <w:rsid w:val="00840AA6"/>
    <w:rsid w:val="00842BE1"/>
    <w:rsid w:val="00842D4C"/>
    <w:rsid w:val="00842EFF"/>
    <w:rsid w:val="00843AEA"/>
    <w:rsid w:val="008455A1"/>
    <w:rsid w:val="00845B10"/>
    <w:rsid w:val="00845C3B"/>
    <w:rsid w:val="00846B19"/>
    <w:rsid w:val="008471B0"/>
    <w:rsid w:val="008501A5"/>
    <w:rsid w:val="00853F18"/>
    <w:rsid w:val="00854746"/>
    <w:rsid w:val="00855865"/>
    <w:rsid w:val="00856444"/>
    <w:rsid w:val="00856856"/>
    <w:rsid w:val="00860061"/>
    <w:rsid w:val="00862458"/>
    <w:rsid w:val="00863459"/>
    <w:rsid w:val="00864721"/>
    <w:rsid w:val="00864AFC"/>
    <w:rsid w:val="00864ED7"/>
    <w:rsid w:val="00865D05"/>
    <w:rsid w:val="00865FA2"/>
    <w:rsid w:val="00866077"/>
    <w:rsid w:val="008701C2"/>
    <w:rsid w:val="00870778"/>
    <w:rsid w:val="00870FA7"/>
    <w:rsid w:val="00871EB2"/>
    <w:rsid w:val="00873843"/>
    <w:rsid w:val="00873981"/>
    <w:rsid w:val="00874A50"/>
    <w:rsid w:val="0087556C"/>
    <w:rsid w:val="008759A8"/>
    <w:rsid w:val="00875D00"/>
    <w:rsid w:val="00876058"/>
    <w:rsid w:val="00881C61"/>
    <w:rsid w:val="00881FAC"/>
    <w:rsid w:val="008823C5"/>
    <w:rsid w:val="00882D51"/>
    <w:rsid w:val="00884A1E"/>
    <w:rsid w:val="0088513C"/>
    <w:rsid w:val="0088587F"/>
    <w:rsid w:val="00886F34"/>
    <w:rsid w:val="008874CF"/>
    <w:rsid w:val="0088786B"/>
    <w:rsid w:val="00887883"/>
    <w:rsid w:val="0089037F"/>
    <w:rsid w:val="00890C2E"/>
    <w:rsid w:val="00891FE6"/>
    <w:rsid w:val="00892698"/>
    <w:rsid w:val="008950A6"/>
    <w:rsid w:val="00895D5F"/>
    <w:rsid w:val="00897DD8"/>
    <w:rsid w:val="008A042B"/>
    <w:rsid w:val="008A0AEC"/>
    <w:rsid w:val="008A1EE6"/>
    <w:rsid w:val="008A2E7A"/>
    <w:rsid w:val="008A318D"/>
    <w:rsid w:val="008A31C7"/>
    <w:rsid w:val="008A3847"/>
    <w:rsid w:val="008A4435"/>
    <w:rsid w:val="008A45FB"/>
    <w:rsid w:val="008A4A12"/>
    <w:rsid w:val="008A738D"/>
    <w:rsid w:val="008A7513"/>
    <w:rsid w:val="008B0018"/>
    <w:rsid w:val="008B15EC"/>
    <w:rsid w:val="008B3D9A"/>
    <w:rsid w:val="008B5D34"/>
    <w:rsid w:val="008B5D93"/>
    <w:rsid w:val="008B6AE8"/>
    <w:rsid w:val="008B778E"/>
    <w:rsid w:val="008B77D2"/>
    <w:rsid w:val="008C062B"/>
    <w:rsid w:val="008C1035"/>
    <w:rsid w:val="008C18A0"/>
    <w:rsid w:val="008C2249"/>
    <w:rsid w:val="008C27E3"/>
    <w:rsid w:val="008C2CD0"/>
    <w:rsid w:val="008C3147"/>
    <w:rsid w:val="008C37C8"/>
    <w:rsid w:val="008C3A83"/>
    <w:rsid w:val="008C3F12"/>
    <w:rsid w:val="008C6868"/>
    <w:rsid w:val="008C6DAF"/>
    <w:rsid w:val="008C7B1E"/>
    <w:rsid w:val="008D13FE"/>
    <w:rsid w:val="008D14F1"/>
    <w:rsid w:val="008D17F4"/>
    <w:rsid w:val="008D2039"/>
    <w:rsid w:val="008D3101"/>
    <w:rsid w:val="008D3C91"/>
    <w:rsid w:val="008D3E46"/>
    <w:rsid w:val="008D63BB"/>
    <w:rsid w:val="008D68CA"/>
    <w:rsid w:val="008D7621"/>
    <w:rsid w:val="008E0702"/>
    <w:rsid w:val="008E0BCA"/>
    <w:rsid w:val="008E2BAB"/>
    <w:rsid w:val="008E2F86"/>
    <w:rsid w:val="008E3183"/>
    <w:rsid w:val="008E3502"/>
    <w:rsid w:val="008E353C"/>
    <w:rsid w:val="008E362E"/>
    <w:rsid w:val="008E3B98"/>
    <w:rsid w:val="008E3C2B"/>
    <w:rsid w:val="008E3E40"/>
    <w:rsid w:val="008E5749"/>
    <w:rsid w:val="008E5D8A"/>
    <w:rsid w:val="008E74E0"/>
    <w:rsid w:val="008E78B6"/>
    <w:rsid w:val="008F141E"/>
    <w:rsid w:val="008F248E"/>
    <w:rsid w:val="008F27D5"/>
    <w:rsid w:val="008F346C"/>
    <w:rsid w:val="008F3D76"/>
    <w:rsid w:val="008F4934"/>
    <w:rsid w:val="008F79C5"/>
    <w:rsid w:val="0090146D"/>
    <w:rsid w:val="00901D8D"/>
    <w:rsid w:val="00902CA7"/>
    <w:rsid w:val="009050E4"/>
    <w:rsid w:val="00905C5C"/>
    <w:rsid w:val="00906339"/>
    <w:rsid w:val="009068BC"/>
    <w:rsid w:val="009114DC"/>
    <w:rsid w:val="00911666"/>
    <w:rsid w:val="00911EF2"/>
    <w:rsid w:val="00914A03"/>
    <w:rsid w:val="00914B08"/>
    <w:rsid w:val="00921FC1"/>
    <w:rsid w:val="00923ACD"/>
    <w:rsid w:val="00923E7C"/>
    <w:rsid w:val="009257B2"/>
    <w:rsid w:val="009261D5"/>
    <w:rsid w:val="00926666"/>
    <w:rsid w:val="00926F0E"/>
    <w:rsid w:val="00930E0D"/>
    <w:rsid w:val="009331E7"/>
    <w:rsid w:val="00933E4F"/>
    <w:rsid w:val="00934993"/>
    <w:rsid w:val="00934B79"/>
    <w:rsid w:val="009351D4"/>
    <w:rsid w:val="00936555"/>
    <w:rsid w:val="0093688E"/>
    <w:rsid w:val="0094004B"/>
    <w:rsid w:val="009402EA"/>
    <w:rsid w:val="00940D0A"/>
    <w:rsid w:val="00941861"/>
    <w:rsid w:val="009433C6"/>
    <w:rsid w:val="009439BD"/>
    <w:rsid w:val="0094487F"/>
    <w:rsid w:val="00944D17"/>
    <w:rsid w:val="00945A0A"/>
    <w:rsid w:val="00945E5B"/>
    <w:rsid w:val="00946540"/>
    <w:rsid w:val="00946D18"/>
    <w:rsid w:val="00947044"/>
    <w:rsid w:val="009500A3"/>
    <w:rsid w:val="00950653"/>
    <w:rsid w:val="00951351"/>
    <w:rsid w:val="009515A5"/>
    <w:rsid w:val="009518FF"/>
    <w:rsid w:val="009522FD"/>
    <w:rsid w:val="00953520"/>
    <w:rsid w:val="00953CF5"/>
    <w:rsid w:val="009546BB"/>
    <w:rsid w:val="00954E9E"/>
    <w:rsid w:val="00955B89"/>
    <w:rsid w:val="0095639D"/>
    <w:rsid w:val="00960B11"/>
    <w:rsid w:val="00960DA2"/>
    <w:rsid w:val="009611E0"/>
    <w:rsid w:val="00962F14"/>
    <w:rsid w:val="00965026"/>
    <w:rsid w:val="009651DF"/>
    <w:rsid w:val="0096548E"/>
    <w:rsid w:val="0096569D"/>
    <w:rsid w:val="00967793"/>
    <w:rsid w:val="00970FB2"/>
    <w:rsid w:val="00972229"/>
    <w:rsid w:val="00972AE5"/>
    <w:rsid w:val="009739E3"/>
    <w:rsid w:val="00973C4B"/>
    <w:rsid w:val="00974FFF"/>
    <w:rsid w:val="0097678B"/>
    <w:rsid w:val="00976A8B"/>
    <w:rsid w:val="00980824"/>
    <w:rsid w:val="00981200"/>
    <w:rsid w:val="0098320D"/>
    <w:rsid w:val="00983563"/>
    <w:rsid w:val="0098632C"/>
    <w:rsid w:val="0098754A"/>
    <w:rsid w:val="00987EFC"/>
    <w:rsid w:val="009900E8"/>
    <w:rsid w:val="0099032D"/>
    <w:rsid w:val="00990AF8"/>
    <w:rsid w:val="00991112"/>
    <w:rsid w:val="009916DE"/>
    <w:rsid w:val="0099170B"/>
    <w:rsid w:val="00991EA8"/>
    <w:rsid w:val="0099241C"/>
    <w:rsid w:val="00994AA4"/>
    <w:rsid w:val="009956A2"/>
    <w:rsid w:val="00996812"/>
    <w:rsid w:val="00997679"/>
    <w:rsid w:val="00997CB2"/>
    <w:rsid w:val="009A020A"/>
    <w:rsid w:val="009A08EE"/>
    <w:rsid w:val="009A0CCF"/>
    <w:rsid w:val="009A135F"/>
    <w:rsid w:val="009A13BC"/>
    <w:rsid w:val="009A1A66"/>
    <w:rsid w:val="009A24D2"/>
    <w:rsid w:val="009A2721"/>
    <w:rsid w:val="009A324A"/>
    <w:rsid w:val="009A35C7"/>
    <w:rsid w:val="009A36C1"/>
    <w:rsid w:val="009A375B"/>
    <w:rsid w:val="009A3917"/>
    <w:rsid w:val="009A393C"/>
    <w:rsid w:val="009A6EAC"/>
    <w:rsid w:val="009B00AC"/>
    <w:rsid w:val="009B0EEE"/>
    <w:rsid w:val="009B1024"/>
    <w:rsid w:val="009B210A"/>
    <w:rsid w:val="009B2F21"/>
    <w:rsid w:val="009B4627"/>
    <w:rsid w:val="009B5B0B"/>
    <w:rsid w:val="009B6872"/>
    <w:rsid w:val="009B6BC3"/>
    <w:rsid w:val="009C018E"/>
    <w:rsid w:val="009C0C55"/>
    <w:rsid w:val="009C0F97"/>
    <w:rsid w:val="009C1BC2"/>
    <w:rsid w:val="009C1D6C"/>
    <w:rsid w:val="009C20B0"/>
    <w:rsid w:val="009C4A0F"/>
    <w:rsid w:val="009C4AD7"/>
    <w:rsid w:val="009C4D40"/>
    <w:rsid w:val="009C5058"/>
    <w:rsid w:val="009C506D"/>
    <w:rsid w:val="009C5683"/>
    <w:rsid w:val="009C5F2E"/>
    <w:rsid w:val="009C6B3F"/>
    <w:rsid w:val="009C6B6D"/>
    <w:rsid w:val="009C7BB1"/>
    <w:rsid w:val="009C7D11"/>
    <w:rsid w:val="009D0A96"/>
    <w:rsid w:val="009D195F"/>
    <w:rsid w:val="009D1AB0"/>
    <w:rsid w:val="009D2410"/>
    <w:rsid w:val="009D543A"/>
    <w:rsid w:val="009D65D1"/>
    <w:rsid w:val="009D6D16"/>
    <w:rsid w:val="009D7B9F"/>
    <w:rsid w:val="009D7C7C"/>
    <w:rsid w:val="009E17EC"/>
    <w:rsid w:val="009E2AE9"/>
    <w:rsid w:val="009E387E"/>
    <w:rsid w:val="009E6AD8"/>
    <w:rsid w:val="009F006B"/>
    <w:rsid w:val="009F12C1"/>
    <w:rsid w:val="009F25B8"/>
    <w:rsid w:val="009F2606"/>
    <w:rsid w:val="009F35FB"/>
    <w:rsid w:val="009F412E"/>
    <w:rsid w:val="009F64F6"/>
    <w:rsid w:val="009F6548"/>
    <w:rsid w:val="009F71FB"/>
    <w:rsid w:val="009F721A"/>
    <w:rsid w:val="009F78E2"/>
    <w:rsid w:val="009F7F89"/>
    <w:rsid w:val="00A009D0"/>
    <w:rsid w:val="00A02580"/>
    <w:rsid w:val="00A03BF3"/>
    <w:rsid w:val="00A04766"/>
    <w:rsid w:val="00A0545B"/>
    <w:rsid w:val="00A06622"/>
    <w:rsid w:val="00A06CFF"/>
    <w:rsid w:val="00A1068F"/>
    <w:rsid w:val="00A10857"/>
    <w:rsid w:val="00A13716"/>
    <w:rsid w:val="00A13AF7"/>
    <w:rsid w:val="00A14A9B"/>
    <w:rsid w:val="00A15B32"/>
    <w:rsid w:val="00A16094"/>
    <w:rsid w:val="00A166F5"/>
    <w:rsid w:val="00A17630"/>
    <w:rsid w:val="00A178BC"/>
    <w:rsid w:val="00A20065"/>
    <w:rsid w:val="00A2015A"/>
    <w:rsid w:val="00A22CBF"/>
    <w:rsid w:val="00A2335A"/>
    <w:rsid w:val="00A23DA6"/>
    <w:rsid w:val="00A25347"/>
    <w:rsid w:val="00A2743A"/>
    <w:rsid w:val="00A27BD2"/>
    <w:rsid w:val="00A32667"/>
    <w:rsid w:val="00A32D3E"/>
    <w:rsid w:val="00A339AD"/>
    <w:rsid w:val="00A33E9F"/>
    <w:rsid w:val="00A3499A"/>
    <w:rsid w:val="00A354E1"/>
    <w:rsid w:val="00A35CF4"/>
    <w:rsid w:val="00A37B35"/>
    <w:rsid w:val="00A37C91"/>
    <w:rsid w:val="00A4045D"/>
    <w:rsid w:val="00A406D1"/>
    <w:rsid w:val="00A40B4B"/>
    <w:rsid w:val="00A41143"/>
    <w:rsid w:val="00A437BC"/>
    <w:rsid w:val="00A43E22"/>
    <w:rsid w:val="00A440E2"/>
    <w:rsid w:val="00A445F0"/>
    <w:rsid w:val="00A44759"/>
    <w:rsid w:val="00A44923"/>
    <w:rsid w:val="00A4529F"/>
    <w:rsid w:val="00A457AF"/>
    <w:rsid w:val="00A45ACA"/>
    <w:rsid w:val="00A520D8"/>
    <w:rsid w:val="00A52E3C"/>
    <w:rsid w:val="00A53000"/>
    <w:rsid w:val="00A538B3"/>
    <w:rsid w:val="00A53A26"/>
    <w:rsid w:val="00A54387"/>
    <w:rsid w:val="00A55CF6"/>
    <w:rsid w:val="00A56AB6"/>
    <w:rsid w:val="00A60A71"/>
    <w:rsid w:val="00A61561"/>
    <w:rsid w:val="00A61F72"/>
    <w:rsid w:val="00A62269"/>
    <w:rsid w:val="00A64F3F"/>
    <w:rsid w:val="00A654B9"/>
    <w:rsid w:val="00A65528"/>
    <w:rsid w:val="00A66D42"/>
    <w:rsid w:val="00A70676"/>
    <w:rsid w:val="00A71E7E"/>
    <w:rsid w:val="00A7288E"/>
    <w:rsid w:val="00A72B66"/>
    <w:rsid w:val="00A733C4"/>
    <w:rsid w:val="00A73D9A"/>
    <w:rsid w:val="00A7459B"/>
    <w:rsid w:val="00A7528C"/>
    <w:rsid w:val="00A774EA"/>
    <w:rsid w:val="00A77912"/>
    <w:rsid w:val="00A8206F"/>
    <w:rsid w:val="00A8294B"/>
    <w:rsid w:val="00A84249"/>
    <w:rsid w:val="00A84613"/>
    <w:rsid w:val="00A84FA7"/>
    <w:rsid w:val="00A854A5"/>
    <w:rsid w:val="00A85F6C"/>
    <w:rsid w:val="00A86516"/>
    <w:rsid w:val="00A90360"/>
    <w:rsid w:val="00A90398"/>
    <w:rsid w:val="00A90627"/>
    <w:rsid w:val="00A914F9"/>
    <w:rsid w:val="00A91E35"/>
    <w:rsid w:val="00A92520"/>
    <w:rsid w:val="00A92698"/>
    <w:rsid w:val="00A928F0"/>
    <w:rsid w:val="00A9294E"/>
    <w:rsid w:val="00A92AB8"/>
    <w:rsid w:val="00A94DE2"/>
    <w:rsid w:val="00A959A3"/>
    <w:rsid w:val="00A96A41"/>
    <w:rsid w:val="00AA19BB"/>
    <w:rsid w:val="00AA20EF"/>
    <w:rsid w:val="00AA2705"/>
    <w:rsid w:val="00AA5234"/>
    <w:rsid w:val="00AA6B24"/>
    <w:rsid w:val="00AA6C19"/>
    <w:rsid w:val="00AA7785"/>
    <w:rsid w:val="00AA7962"/>
    <w:rsid w:val="00AA7DE0"/>
    <w:rsid w:val="00AB02C6"/>
    <w:rsid w:val="00AB035E"/>
    <w:rsid w:val="00AB1408"/>
    <w:rsid w:val="00AB1D86"/>
    <w:rsid w:val="00AB2004"/>
    <w:rsid w:val="00AB2558"/>
    <w:rsid w:val="00AB2CDE"/>
    <w:rsid w:val="00AB3687"/>
    <w:rsid w:val="00AB3EA7"/>
    <w:rsid w:val="00AB4421"/>
    <w:rsid w:val="00AB5A00"/>
    <w:rsid w:val="00AB71C0"/>
    <w:rsid w:val="00AB7843"/>
    <w:rsid w:val="00AB7C8B"/>
    <w:rsid w:val="00AC051E"/>
    <w:rsid w:val="00AC0705"/>
    <w:rsid w:val="00AC0CAD"/>
    <w:rsid w:val="00AC1CE2"/>
    <w:rsid w:val="00AC1DF4"/>
    <w:rsid w:val="00AC578A"/>
    <w:rsid w:val="00AC5C28"/>
    <w:rsid w:val="00AC69CC"/>
    <w:rsid w:val="00AC6B43"/>
    <w:rsid w:val="00AC7677"/>
    <w:rsid w:val="00AC774F"/>
    <w:rsid w:val="00AC792D"/>
    <w:rsid w:val="00AC7BD4"/>
    <w:rsid w:val="00AC7F03"/>
    <w:rsid w:val="00AD08D9"/>
    <w:rsid w:val="00AD0E3B"/>
    <w:rsid w:val="00AD1200"/>
    <w:rsid w:val="00AD299F"/>
    <w:rsid w:val="00AD3DD0"/>
    <w:rsid w:val="00AD4A16"/>
    <w:rsid w:val="00AD6119"/>
    <w:rsid w:val="00AD61F7"/>
    <w:rsid w:val="00AD7156"/>
    <w:rsid w:val="00AD7A6C"/>
    <w:rsid w:val="00AE02FA"/>
    <w:rsid w:val="00AE0631"/>
    <w:rsid w:val="00AE069C"/>
    <w:rsid w:val="00AE06C0"/>
    <w:rsid w:val="00AE06CE"/>
    <w:rsid w:val="00AE12CB"/>
    <w:rsid w:val="00AE1EFA"/>
    <w:rsid w:val="00AE2774"/>
    <w:rsid w:val="00AE2D18"/>
    <w:rsid w:val="00AE3DCA"/>
    <w:rsid w:val="00AE3F58"/>
    <w:rsid w:val="00AE467D"/>
    <w:rsid w:val="00AE4D6E"/>
    <w:rsid w:val="00AE52F2"/>
    <w:rsid w:val="00AE5776"/>
    <w:rsid w:val="00AE597E"/>
    <w:rsid w:val="00AE5C2F"/>
    <w:rsid w:val="00AE626E"/>
    <w:rsid w:val="00AE6758"/>
    <w:rsid w:val="00AE6793"/>
    <w:rsid w:val="00AE6F22"/>
    <w:rsid w:val="00AE73AC"/>
    <w:rsid w:val="00AE756A"/>
    <w:rsid w:val="00AE7BA6"/>
    <w:rsid w:val="00AF2505"/>
    <w:rsid w:val="00AF273A"/>
    <w:rsid w:val="00AF5565"/>
    <w:rsid w:val="00AF5676"/>
    <w:rsid w:val="00AF65FD"/>
    <w:rsid w:val="00B00F91"/>
    <w:rsid w:val="00B015A1"/>
    <w:rsid w:val="00B029CF"/>
    <w:rsid w:val="00B04E31"/>
    <w:rsid w:val="00B04E76"/>
    <w:rsid w:val="00B058E0"/>
    <w:rsid w:val="00B05E47"/>
    <w:rsid w:val="00B06094"/>
    <w:rsid w:val="00B07168"/>
    <w:rsid w:val="00B07F4F"/>
    <w:rsid w:val="00B10E6E"/>
    <w:rsid w:val="00B10ED5"/>
    <w:rsid w:val="00B12FFE"/>
    <w:rsid w:val="00B13117"/>
    <w:rsid w:val="00B14E81"/>
    <w:rsid w:val="00B167E2"/>
    <w:rsid w:val="00B1754F"/>
    <w:rsid w:val="00B20E03"/>
    <w:rsid w:val="00B21901"/>
    <w:rsid w:val="00B236A0"/>
    <w:rsid w:val="00B24274"/>
    <w:rsid w:val="00B24567"/>
    <w:rsid w:val="00B24BD4"/>
    <w:rsid w:val="00B25C97"/>
    <w:rsid w:val="00B30384"/>
    <w:rsid w:val="00B318CC"/>
    <w:rsid w:val="00B31937"/>
    <w:rsid w:val="00B320DA"/>
    <w:rsid w:val="00B32C8F"/>
    <w:rsid w:val="00B33295"/>
    <w:rsid w:val="00B34D6B"/>
    <w:rsid w:val="00B35128"/>
    <w:rsid w:val="00B3586A"/>
    <w:rsid w:val="00B3711E"/>
    <w:rsid w:val="00B37B61"/>
    <w:rsid w:val="00B37F6B"/>
    <w:rsid w:val="00B40D6A"/>
    <w:rsid w:val="00B41250"/>
    <w:rsid w:val="00B421BC"/>
    <w:rsid w:val="00B4297E"/>
    <w:rsid w:val="00B4337B"/>
    <w:rsid w:val="00B443CE"/>
    <w:rsid w:val="00B446B7"/>
    <w:rsid w:val="00B44919"/>
    <w:rsid w:val="00B46450"/>
    <w:rsid w:val="00B47B0E"/>
    <w:rsid w:val="00B53080"/>
    <w:rsid w:val="00B5357B"/>
    <w:rsid w:val="00B538D1"/>
    <w:rsid w:val="00B53ADD"/>
    <w:rsid w:val="00B545B6"/>
    <w:rsid w:val="00B552F7"/>
    <w:rsid w:val="00B55BE6"/>
    <w:rsid w:val="00B55E20"/>
    <w:rsid w:val="00B5600A"/>
    <w:rsid w:val="00B56C71"/>
    <w:rsid w:val="00B57346"/>
    <w:rsid w:val="00B60648"/>
    <w:rsid w:val="00B614EA"/>
    <w:rsid w:val="00B62BD3"/>
    <w:rsid w:val="00B648CB"/>
    <w:rsid w:val="00B7037C"/>
    <w:rsid w:val="00B72E0A"/>
    <w:rsid w:val="00B7305F"/>
    <w:rsid w:val="00B7697D"/>
    <w:rsid w:val="00B76AFB"/>
    <w:rsid w:val="00B77872"/>
    <w:rsid w:val="00B77F39"/>
    <w:rsid w:val="00B818D8"/>
    <w:rsid w:val="00B82C18"/>
    <w:rsid w:val="00B8654C"/>
    <w:rsid w:val="00B87CBA"/>
    <w:rsid w:val="00B87D45"/>
    <w:rsid w:val="00B913F6"/>
    <w:rsid w:val="00B91864"/>
    <w:rsid w:val="00B92DF4"/>
    <w:rsid w:val="00B93591"/>
    <w:rsid w:val="00B93E61"/>
    <w:rsid w:val="00B94EAB"/>
    <w:rsid w:val="00B9732F"/>
    <w:rsid w:val="00B974BB"/>
    <w:rsid w:val="00B97B0F"/>
    <w:rsid w:val="00BA08E0"/>
    <w:rsid w:val="00BA30EB"/>
    <w:rsid w:val="00BA4E97"/>
    <w:rsid w:val="00BA5896"/>
    <w:rsid w:val="00BA76FA"/>
    <w:rsid w:val="00BB03BC"/>
    <w:rsid w:val="00BB08F5"/>
    <w:rsid w:val="00BB1752"/>
    <w:rsid w:val="00BB1B75"/>
    <w:rsid w:val="00BB1C1B"/>
    <w:rsid w:val="00BB2E1B"/>
    <w:rsid w:val="00BB3099"/>
    <w:rsid w:val="00BB530B"/>
    <w:rsid w:val="00BB5599"/>
    <w:rsid w:val="00BB5CFC"/>
    <w:rsid w:val="00BB6627"/>
    <w:rsid w:val="00BB7ECF"/>
    <w:rsid w:val="00BC0AE7"/>
    <w:rsid w:val="00BC0DF8"/>
    <w:rsid w:val="00BC177D"/>
    <w:rsid w:val="00BC1892"/>
    <w:rsid w:val="00BC1B2D"/>
    <w:rsid w:val="00BC41F4"/>
    <w:rsid w:val="00BC49A6"/>
    <w:rsid w:val="00BC5964"/>
    <w:rsid w:val="00BC59CD"/>
    <w:rsid w:val="00BC6D70"/>
    <w:rsid w:val="00BD459E"/>
    <w:rsid w:val="00BD465B"/>
    <w:rsid w:val="00BD4668"/>
    <w:rsid w:val="00BD48A5"/>
    <w:rsid w:val="00BD533A"/>
    <w:rsid w:val="00BD6713"/>
    <w:rsid w:val="00BE0073"/>
    <w:rsid w:val="00BE151F"/>
    <w:rsid w:val="00BE1881"/>
    <w:rsid w:val="00BE1A5F"/>
    <w:rsid w:val="00BE1D9B"/>
    <w:rsid w:val="00BE219A"/>
    <w:rsid w:val="00BE27B8"/>
    <w:rsid w:val="00BE2AE8"/>
    <w:rsid w:val="00BE2FB4"/>
    <w:rsid w:val="00BE339B"/>
    <w:rsid w:val="00BE37D8"/>
    <w:rsid w:val="00BE52DC"/>
    <w:rsid w:val="00BF1EDC"/>
    <w:rsid w:val="00BF3057"/>
    <w:rsid w:val="00BF366F"/>
    <w:rsid w:val="00BF36A8"/>
    <w:rsid w:val="00BF3749"/>
    <w:rsid w:val="00BF57C5"/>
    <w:rsid w:val="00BF6808"/>
    <w:rsid w:val="00BF6F53"/>
    <w:rsid w:val="00C001F9"/>
    <w:rsid w:val="00C02153"/>
    <w:rsid w:val="00C02161"/>
    <w:rsid w:val="00C03114"/>
    <w:rsid w:val="00C038BB"/>
    <w:rsid w:val="00C045DC"/>
    <w:rsid w:val="00C05667"/>
    <w:rsid w:val="00C05C44"/>
    <w:rsid w:val="00C061E1"/>
    <w:rsid w:val="00C06510"/>
    <w:rsid w:val="00C069E4"/>
    <w:rsid w:val="00C07EF2"/>
    <w:rsid w:val="00C10DC6"/>
    <w:rsid w:val="00C127C6"/>
    <w:rsid w:val="00C17EB1"/>
    <w:rsid w:val="00C2071E"/>
    <w:rsid w:val="00C20993"/>
    <w:rsid w:val="00C21423"/>
    <w:rsid w:val="00C21BF8"/>
    <w:rsid w:val="00C21E88"/>
    <w:rsid w:val="00C22290"/>
    <w:rsid w:val="00C22454"/>
    <w:rsid w:val="00C228BF"/>
    <w:rsid w:val="00C23EFD"/>
    <w:rsid w:val="00C2472D"/>
    <w:rsid w:val="00C250AC"/>
    <w:rsid w:val="00C25BCC"/>
    <w:rsid w:val="00C260E3"/>
    <w:rsid w:val="00C26583"/>
    <w:rsid w:val="00C265FD"/>
    <w:rsid w:val="00C26975"/>
    <w:rsid w:val="00C26D89"/>
    <w:rsid w:val="00C27951"/>
    <w:rsid w:val="00C27A5C"/>
    <w:rsid w:val="00C3070E"/>
    <w:rsid w:val="00C30E50"/>
    <w:rsid w:val="00C320CE"/>
    <w:rsid w:val="00C32BAF"/>
    <w:rsid w:val="00C336D3"/>
    <w:rsid w:val="00C33B74"/>
    <w:rsid w:val="00C33D69"/>
    <w:rsid w:val="00C3478D"/>
    <w:rsid w:val="00C35CF9"/>
    <w:rsid w:val="00C36FB9"/>
    <w:rsid w:val="00C40078"/>
    <w:rsid w:val="00C4118A"/>
    <w:rsid w:val="00C4141D"/>
    <w:rsid w:val="00C41C84"/>
    <w:rsid w:val="00C42ABC"/>
    <w:rsid w:val="00C43C80"/>
    <w:rsid w:val="00C44C2C"/>
    <w:rsid w:val="00C454B5"/>
    <w:rsid w:val="00C47222"/>
    <w:rsid w:val="00C4742E"/>
    <w:rsid w:val="00C47512"/>
    <w:rsid w:val="00C47B6E"/>
    <w:rsid w:val="00C47DAF"/>
    <w:rsid w:val="00C51F82"/>
    <w:rsid w:val="00C53493"/>
    <w:rsid w:val="00C534E4"/>
    <w:rsid w:val="00C55443"/>
    <w:rsid w:val="00C57854"/>
    <w:rsid w:val="00C57A77"/>
    <w:rsid w:val="00C57E2B"/>
    <w:rsid w:val="00C613B6"/>
    <w:rsid w:val="00C62FB6"/>
    <w:rsid w:val="00C6318E"/>
    <w:rsid w:val="00C66F96"/>
    <w:rsid w:val="00C71B57"/>
    <w:rsid w:val="00C72B2A"/>
    <w:rsid w:val="00C72B57"/>
    <w:rsid w:val="00C72C90"/>
    <w:rsid w:val="00C7375B"/>
    <w:rsid w:val="00C73FBC"/>
    <w:rsid w:val="00C743DA"/>
    <w:rsid w:val="00C7470F"/>
    <w:rsid w:val="00C7498E"/>
    <w:rsid w:val="00C7615D"/>
    <w:rsid w:val="00C76A42"/>
    <w:rsid w:val="00C772FE"/>
    <w:rsid w:val="00C77C20"/>
    <w:rsid w:val="00C80B22"/>
    <w:rsid w:val="00C81770"/>
    <w:rsid w:val="00C825B9"/>
    <w:rsid w:val="00C82B2E"/>
    <w:rsid w:val="00C835EA"/>
    <w:rsid w:val="00C83987"/>
    <w:rsid w:val="00C848C0"/>
    <w:rsid w:val="00C84C05"/>
    <w:rsid w:val="00C85555"/>
    <w:rsid w:val="00C85F5D"/>
    <w:rsid w:val="00C869D1"/>
    <w:rsid w:val="00C87D8F"/>
    <w:rsid w:val="00C9014C"/>
    <w:rsid w:val="00C9095F"/>
    <w:rsid w:val="00C922B4"/>
    <w:rsid w:val="00C9239B"/>
    <w:rsid w:val="00C9290C"/>
    <w:rsid w:val="00C93006"/>
    <w:rsid w:val="00C937A1"/>
    <w:rsid w:val="00C9598E"/>
    <w:rsid w:val="00CA0757"/>
    <w:rsid w:val="00CA09DC"/>
    <w:rsid w:val="00CA15B9"/>
    <w:rsid w:val="00CA1E59"/>
    <w:rsid w:val="00CA2185"/>
    <w:rsid w:val="00CA4DF2"/>
    <w:rsid w:val="00CA73CF"/>
    <w:rsid w:val="00CA7F78"/>
    <w:rsid w:val="00CB0598"/>
    <w:rsid w:val="00CB2680"/>
    <w:rsid w:val="00CB347A"/>
    <w:rsid w:val="00CB3A4A"/>
    <w:rsid w:val="00CB522A"/>
    <w:rsid w:val="00CB5DCE"/>
    <w:rsid w:val="00CB661D"/>
    <w:rsid w:val="00CB6A4D"/>
    <w:rsid w:val="00CC14AC"/>
    <w:rsid w:val="00CC2841"/>
    <w:rsid w:val="00CC2D41"/>
    <w:rsid w:val="00CC31A2"/>
    <w:rsid w:val="00CC490D"/>
    <w:rsid w:val="00CC6326"/>
    <w:rsid w:val="00CC66B2"/>
    <w:rsid w:val="00CC6CB1"/>
    <w:rsid w:val="00CD099E"/>
    <w:rsid w:val="00CD1279"/>
    <w:rsid w:val="00CD16D8"/>
    <w:rsid w:val="00CD1999"/>
    <w:rsid w:val="00CD1CF2"/>
    <w:rsid w:val="00CD46D1"/>
    <w:rsid w:val="00CD4954"/>
    <w:rsid w:val="00CD5F28"/>
    <w:rsid w:val="00CD60A9"/>
    <w:rsid w:val="00CD7072"/>
    <w:rsid w:val="00CD71D4"/>
    <w:rsid w:val="00CE00F2"/>
    <w:rsid w:val="00CE056E"/>
    <w:rsid w:val="00CE0764"/>
    <w:rsid w:val="00CE1678"/>
    <w:rsid w:val="00CE208F"/>
    <w:rsid w:val="00CE344C"/>
    <w:rsid w:val="00CE3EA7"/>
    <w:rsid w:val="00CE4C66"/>
    <w:rsid w:val="00CE5514"/>
    <w:rsid w:val="00CE5E90"/>
    <w:rsid w:val="00CE6953"/>
    <w:rsid w:val="00CE6FF9"/>
    <w:rsid w:val="00CF2785"/>
    <w:rsid w:val="00CF45AC"/>
    <w:rsid w:val="00CF4708"/>
    <w:rsid w:val="00CF4AB6"/>
    <w:rsid w:val="00CF5B7A"/>
    <w:rsid w:val="00CF5E76"/>
    <w:rsid w:val="00CF6148"/>
    <w:rsid w:val="00CF6D53"/>
    <w:rsid w:val="00CF71B0"/>
    <w:rsid w:val="00CF7B01"/>
    <w:rsid w:val="00D00844"/>
    <w:rsid w:val="00D02EBD"/>
    <w:rsid w:val="00D02EF2"/>
    <w:rsid w:val="00D03578"/>
    <w:rsid w:val="00D062A5"/>
    <w:rsid w:val="00D073F1"/>
    <w:rsid w:val="00D075ED"/>
    <w:rsid w:val="00D07A61"/>
    <w:rsid w:val="00D10C34"/>
    <w:rsid w:val="00D140AB"/>
    <w:rsid w:val="00D171F2"/>
    <w:rsid w:val="00D17DDD"/>
    <w:rsid w:val="00D208E8"/>
    <w:rsid w:val="00D22BF2"/>
    <w:rsid w:val="00D23122"/>
    <w:rsid w:val="00D23706"/>
    <w:rsid w:val="00D241D1"/>
    <w:rsid w:val="00D244F3"/>
    <w:rsid w:val="00D24788"/>
    <w:rsid w:val="00D24A6B"/>
    <w:rsid w:val="00D25430"/>
    <w:rsid w:val="00D255B9"/>
    <w:rsid w:val="00D263DD"/>
    <w:rsid w:val="00D2747B"/>
    <w:rsid w:val="00D27FF4"/>
    <w:rsid w:val="00D30BE9"/>
    <w:rsid w:val="00D31DD1"/>
    <w:rsid w:val="00D32A8C"/>
    <w:rsid w:val="00D32D4F"/>
    <w:rsid w:val="00D33D53"/>
    <w:rsid w:val="00D343EA"/>
    <w:rsid w:val="00D351D7"/>
    <w:rsid w:val="00D35FFB"/>
    <w:rsid w:val="00D36726"/>
    <w:rsid w:val="00D36E55"/>
    <w:rsid w:val="00D417AF"/>
    <w:rsid w:val="00D4521F"/>
    <w:rsid w:val="00D45883"/>
    <w:rsid w:val="00D45D07"/>
    <w:rsid w:val="00D467E6"/>
    <w:rsid w:val="00D50ED5"/>
    <w:rsid w:val="00D51E32"/>
    <w:rsid w:val="00D553E3"/>
    <w:rsid w:val="00D55747"/>
    <w:rsid w:val="00D55E80"/>
    <w:rsid w:val="00D563AB"/>
    <w:rsid w:val="00D56740"/>
    <w:rsid w:val="00D57919"/>
    <w:rsid w:val="00D605B1"/>
    <w:rsid w:val="00D60994"/>
    <w:rsid w:val="00D60B3D"/>
    <w:rsid w:val="00D62024"/>
    <w:rsid w:val="00D6228C"/>
    <w:rsid w:val="00D627DA"/>
    <w:rsid w:val="00D64480"/>
    <w:rsid w:val="00D665B1"/>
    <w:rsid w:val="00D66A7F"/>
    <w:rsid w:val="00D70A3C"/>
    <w:rsid w:val="00D7237E"/>
    <w:rsid w:val="00D73CC3"/>
    <w:rsid w:val="00D741F3"/>
    <w:rsid w:val="00D7446E"/>
    <w:rsid w:val="00D7733C"/>
    <w:rsid w:val="00D811A3"/>
    <w:rsid w:val="00D815C3"/>
    <w:rsid w:val="00D83881"/>
    <w:rsid w:val="00D84085"/>
    <w:rsid w:val="00D8452F"/>
    <w:rsid w:val="00D8453D"/>
    <w:rsid w:val="00D85FF8"/>
    <w:rsid w:val="00D86795"/>
    <w:rsid w:val="00D86AF5"/>
    <w:rsid w:val="00D86EEA"/>
    <w:rsid w:val="00D87D6D"/>
    <w:rsid w:val="00D907E6"/>
    <w:rsid w:val="00D907E9"/>
    <w:rsid w:val="00D920E4"/>
    <w:rsid w:val="00D92A3C"/>
    <w:rsid w:val="00D958A6"/>
    <w:rsid w:val="00D9653F"/>
    <w:rsid w:val="00D96ABC"/>
    <w:rsid w:val="00D96DE8"/>
    <w:rsid w:val="00D971A4"/>
    <w:rsid w:val="00D97587"/>
    <w:rsid w:val="00DA02B7"/>
    <w:rsid w:val="00DA4B17"/>
    <w:rsid w:val="00DA708F"/>
    <w:rsid w:val="00DB1531"/>
    <w:rsid w:val="00DB2842"/>
    <w:rsid w:val="00DB4609"/>
    <w:rsid w:val="00DB6262"/>
    <w:rsid w:val="00DB6632"/>
    <w:rsid w:val="00DB69DA"/>
    <w:rsid w:val="00DB7623"/>
    <w:rsid w:val="00DC0F87"/>
    <w:rsid w:val="00DC3EB8"/>
    <w:rsid w:val="00DC42A5"/>
    <w:rsid w:val="00DC44E8"/>
    <w:rsid w:val="00DC5508"/>
    <w:rsid w:val="00DC5DDD"/>
    <w:rsid w:val="00DC5EDB"/>
    <w:rsid w:val="00DC5F81"/>
    <w:rsid w:val="00DC6B22"/>
    <w:rsid w:val="00DC7910"/>
    <w:rsid w:val="00DD13A1"/>
    <w:rsid w:val="00DD190B"/>
    <w:rsid w:val="00DD31DF"/>
    <w:rsid w:val="00DD381B"/>
    <w:rsid w:val="00DD469A"/>
    <w:rsid w:val="00DD4C75"/>
    <w:rsid w:val="00DD5502"/>
    <w:rsid w:val="00DD7928"/>
    <w:rsid w:val="00DE1561"/>
    <w:rsid w:val="00DE314C"/>
    <w:rsid w:val="00DE377F"/>
    <w:rsid w:val="00DE3817"/>
    <w:rsid w:val="00DE5F36"/>
    <w:rsid w:val="00DE6613"/>
    <w:rsid w:val="00DE67DA"/>
    <w:rsid w:val="00DE6FA9"/>
    <w:rsid w:val="00DE741B"/>
    <w:rsid w:val="00DE76DB"/>
    <w:rsid w:val="00DE7B83"/>
    <w:rsid w:val="00DE7D58"/>
    <w:rsid w:val="00DF2ADA"/>
    <w:rsid w:val="00DF2DA5"/>
    <w:rsid w:val="00DF3470"/>
    <w:rsid w:val="00DF508C"/>
    <w:rsid w:val="00DF50A1"/>
    <w:rsid w:val="00DF58AF"/>
    <w:rsid w:val="00DF5F9A"/>
    <w:rsid w:val="00DF6196"/>
    <w:rsid w:val="00DF6E16"/>
    <w:rsid w:val="00E00B8C"/>
    <w:rsid w:val="00E00E8D"/>
    <w:rsid w:val="00E013F9"/>
    <w:rsid w:val="00E04707"/>
    <w:rsid w:val="00E04D35"/>
    <w:rsid w:val="00E07000"/>
    <w:rsid w:val="00E1028F"/>
    <w:rsid w:val="00E111D8"/>
    <w:rsid w:val="00E1144B"/>
    <w:rsid w:val="00E1151E"/>
    <w:rsid w:val="00E122EF"/>
    <w:rsid w:val="00E1355F"/>
    <w:rsid w:val="00E13605"/>
    <w:rsid w:val="00E14399"/>
    <w:rsid w:val="00E146E2"/>
    <w:rsid w:val="00E1637C"/>
    <w:rsid w:val="00E16DFF"/>
    <w:rsid w:val="00E20B8B"/>
    <w:rsid w:val="00E20DFB"/>
    <w:rsid w:val="00E2157C"/>
    <w:rsid w:val="00E21A92"/>
    <w:rsid w:val="00E21D72"/>
    <w:rsid w:val="00E23404"/>
    <w:rsid w:val="00E23674"/>
    <w:rsid w:val="00E23819"/>
    <w:rsid w:val="00E23DFA"/>
    <w:rsid w:val="00E2448B"/>
    <w:rsid w:val="00E24667"/>
    <w:rsid w:val="00E24D98"/>
    <w:rsid w:val="00E24F29"/>
    <w:rsid w:val="00E26D36"/>
    <w:rsid w:val="00E26F18"/>
    <w:rsid w:val="00E2743B"/>
    <w:rsid w:val="00E31EBD"/>
    <w:rsid w:val="00E32129"/>
    <w:rsid w:val="00E3361E"/>
    <w:rsid w:val="00E33BEE"/>
    <w:rsid w:val="00E34F28"/>
    <w:rsid w:val="00E35540"/>
    <w:rsid w:val="00E3576E"/>
    <w:rsid w:val="00E3616F"/>
    <w:rsid w:val="00E366ED"/>
    <w:rsid w:val="00E403B5"/>
    <w:rsid w:val="00E41031"/>
    <w:rsid w:val="00E41817"/>
    <w:rsid w:val="00E41A13"/>
    <w:rsid w:val="00E42749"/>
    <w:rsid w:val="00E44463"/>
    <w:rsid w:val="00E45A87"/>
    <w:rsid w:val="00E45C51"/>
    <w:rsid w:val="00E46281"/>
    <w:rsid w:val="00E473C2"/>
    <w:rsid w:val="00E4792D"/>
    <w:rsid w:val="00E479BE"/>
    <w:rsid w:val="00E47F9E"/>
    <w:rsid w:val="00E5015E"/>
    <w:rsid w:val="00E510EB"/>
    <w:rsid w:val="00E53DC3"/>
    <w:rsid w:val="00E55C87"/>
    <w:rsid w:val="00E55EB4"/>
    <w:rsid w:val="00E57911"/>
    <w:rsid w:val="00E60540"/>
    <w:rsid w:val="00E6240F"/>
    <w:rsid w:val="00E63F69"/>
    <w:rsid w:val="00E64817"/>
    <w:rsid w:val="00E65943"/>
    <w:rsid w:val="00E65ED1"/>
    <w:rsid w:val="00E66375"/>
    <w:rsid w:val="00E70E0F"/>
    <w:rsid w:val="00E73831"/>
    <w:rsid w:val="00E74F6E"/>
    <w:rsid w:val="00E7544C"/>
    <w:rsid w:val="00E75817"/>
    <w:rsid w:val="00E75BA0"/>
    <w:rsid w:val="00E76356"/>
    <w:rsid w:val="00E766EA"/>
    <w:rsid w:val="00E774FB"/>
    <w:rsid w:val="00E77BD2"/>
    <w:rsid w:val="00E82AA3"/>
    <w:rsid w:val="00E82ACD"/>
    <w:rsid w:val="00E8354E"/>
    <w:rsid w:val="00E85C6A"/>
    <w:rsid w:val="00E86269"/>
    <w:rsid w:val="00E87A28"/>
    <w:rsid w:val="00E87E26"/>
    <w:rsid w:val="00E91B46"/>
    <w:rsid w:val="00E91B9F"/>
    <w:rsid w:val="00E9269C"/>
    <w:rsid w:val="00E92BEF"/>
    <w:rsid w:val="00E92DD1"/>
    <w:rsid w:val="00E93532"/>
    <w:rsid w:val="00E9578A"/>
    <w:rsid w:val="00E96EB3"/>
    <w:rsid w:val="00EA15EF"/>
    <w:rsid w:val="00EA481E"/>
    <w:rsid w:val="00EA4E73"/>
    <w:rsid w:val="00EA5AC0"/>
    <w:rsid w:val="00EA5B00"/>
    <w:rsid w:val="00EA621B"/>
    <w:rsid w:val="00EA63CB"/>
    <w:rsid w:val="00EA6D3B"/>
    <w:rsid w:val="00EB0B2A"/>
    <w:rsid w:val="00EB1824"/>
    <w:rsid w:val="00EB1D3E"/>
    <w:rsid w:val="00EB1F7F"/>
    <w:rsid w:val="00EB22A0"/>
    <w:rsid w:val="00EB25CD"/>
    <w:rsid w:val="00EB3536"/>
    <w:rsid w:val="00EB4AF9"/>
    <w:rsid w:val="00EB6000"/>
    <w:rsid w:val="00EB6055"/>
    <w:rsid w:val="00EB612B"/>
    <w:rsid w:val="00EB773C"/>
    <w:rsid w:val="00EB7F0B"/>
    <w:rsid w:val="00EC0258"/>
    <w:rsid w:val="00EC0475"/>
    <w:rsid w:val="00EC17C9"/>
    <w:rsid w:val="00EC25D4"/>
    <w:rsid w:val="00EC37F6"/>
    <w:rsid w:val="00EC4508"/>
    <w:rsid w:val="00EC5CE1"/>
    <w:rsid w:val="00EC5FD1"/>
    <w:rsid w:val="00EC61E4"/>
    <w:rsid w:val="00ED129C"/>
    <w:rsid w:val="00ED26E5"/>
    <w:rsid w:val="00ED65AD"/>
    <w:rsid w:val="00ED74FF"/>
    <w:rsid w:val="00ED7EF0"/>
    <w:rsid w:val="00ED7F2F"/>
    <w:rsid w:val="00EE1E9C"/>
    <w:rsid w:val="00EE252C"/>
    <w:rsid w:val="00EE25DA"/>
    <w:rsid w:val="00EE29B0"/>
    <w:rsid w:val="00EE3279"/>
    <w:rsid w:val="00EE3FD7"/>
    <w:rsid w:val="00EE47F1"/>
    <w:rsid w:val="00EE4A36"/>
    <w:rsid w:val="00EE509D"/>
    <w:rsid w:val="00EE57B0"/>
    <w:rsid w:val="00EE653F"/>
    <w:rsid w:val="00EE73E0"/>
    <w:rsid w:val="00EE7CA2"/>
    <w:rsid w:val="00EF254A"/>
    <w:rsid w:val="00EF3A27"/>
    <w:rsid w:val="00EF623B"/>
    <w:rsid w:val="00EF6410"/>
    <w:rsid w:val="00EF7B99"/>
    <w:rsid w:val="00EF7DBB"/>
    <w:rsid w:val="00F0001A"/>
    <w:rsid w:val="00F00F11"/>
    <w:rsid w:val="00F01E32"/>
    <w:rsid w:val="00F02512"/>
    <w:rsid w:val="00F03A4D"/>
    <w:rsid w:val="00F03C74"/>
    <w:rsid w:val="00F04E0C"/>
    <w:rsid w:val="00F058EB"/>
    <w:rsid w:val="00F05ECE"/>
    <w:rsid w:val="00F06350"/>
    <w:rsid w:val="00F06507"/>
    <w:rsid w:val="00F0776E"/>
    <w:rsid w:val="00F10886"/>
    <w:rsid w:val="00F11556"/>
    <w:rsid w:val="00F120C0"/>
    <w:rsid w:val="00F14828"/>
    <w:rsid w:val="00F14C93"/>
    <w:rsid w:val="00F165E4"/>
    <w:rsid w:val="00F167D7"/>
    <w:rsid w:val="00F16C87"/>
    <w:rsid w:val="00F170CB"/>
    <w:rsid w:val="00F177C0"/>
    <w:rsid w:val="00F17FF6"/>
    <w:rsid w:val="00F22430"/>
    <w:rsid w:val="00F22464"/>
    <w:rsid w:val="00F2279B"/>
    <w:rsid w:val="00F22A0D"/>
    <w:rsid w:val="00F22AFC"/>
    <w:rsid w:val="00F24392"/>
    <w:rsid w:val="00F244CD"/>
    <w:rsid w:val="00F247AF"/>
    <w:rsid w:val="00F2559C"/>
    <w:rsid w:val="00F265DA"/>
    <w:rsid w:val="00F267E1"/>
    <w:rsid w:val="00F27864"/>
    <w:rsid w:val="00F31C91"/>
    <w:rsid w:val="00F33B1A"/>
    <w:rsid w:val="00F347A0"/>
    <w:rsid w:val="00F34C5B"/>
    <w:rsid w:val="00F35E2C"/>
    <w:rsid w:val="00F36DEC"/>
    <w:rsid w:val="00F37075"/>
    <w:rsid w:val="00F37D0C"/>
    <w:rsid w:val="00F40887"/>
    <w:rsid w:val="00F40FED"/>
    <w:rsid w:val="00F42063"/>
    <w:rsid w:val="00F46405"/>
    <w:rsid w:val="00F501B0"/>
    <w:rsid w:val="00F515E7"/>
    <w:rsid w:val="00F519AE"/>
    <w:rsid w:val="00F52E58"/>
    <w:rsid w:val="00F535C3"/>
    <w:rsid w:val="00F53722"/>
    <w:rsid w:val="00F5438E"/>
    <w:rsid w:val="00F5451F"/>
    <w:rsid w:val="00F55A7C"/>
    <w:rsid w:val="00F568BD"/>
    <w:rsid w:val="00F57161"/>
    <w:rsid w:val="00F57A13"/>
    <w:rsid w:val="00F61431"/>
    <w:rsid w:val="00F61A97"/>
    <w:rsid w:val="00F620A4"/>
    <w:rsid w:val="00F632A3"/>
    <w:rsid w:val="00F638AA"/>
    <w:rsid w:val="00F64124"/>
    <w:rsid w:val="00F64F98"/>
    <w:rsid w:val="00F66454"/>
    <w:rsid w:val="00F6698C"/>
    <w:rsid w:val="00F678B9"/>
    <w:rsid w:val="00F67A7C"/>
    <w:rsid w:val="00F70646"/>
    <w:rsid w:val="00F70C08"/>
    <w:rsid w:val="00F710F2"/>
    <w:rsid w:val="00F7141C"/>
    <w:rsid w:val="00F71867"/>
    <w:rsid w:val="00F71DEC"/>
    <w:rsid w:val="00F7202A"/>
    <w:rsid w:val="00F73355"/>
    <w:rsid w:val="00F734C5"/>
    <w:rsid w:val="00F7465F"/>
    <w:rsid w:val="00F749A6"/>
    <w:rsid w:val="00F75881"/>
    <w:rsid w:val="00F75BC6"/>
    <w:rsid w:val="00F76DB7"/>
    <w:rsid w:val="00F77B6E"/>
    <w:rsid w:val="00F80FC8"/>
    <w:rsid w:val="00F81209"/>
    <w:rsid w:val="00F81AE5"/>
    <w:rsid w:val="00F83139"/>
    <w:rsid w:val="00F84394"/>
    <w:rsid w:val="00F8644A"/>
    <w:rsid w:val="00F86842"/>
    <w:rsid w:val="00F869C1"/>
    <w:rsid w:val="00F8752C"/>
    <w:rsid w:val="00F87693"/>
    <w:rsid w:val="00F8790B"/>
    <w:rsid w:val="00F901E0"/>
    <w:rsid w:val="00F9272E"/>
    <w:rsid w:val="00F92915"/>
    <w:rsid w:val="00F92DC7"/>
    <w:rsid w:val="00F93CBA"/>
    <w:rsid w:val="00F94A9D"/>
    <w:rsid w:val="00F94ED5"/>
    <w:rsid w:val="00F95774"/>
    <w:rsid w:val="00F95872"/>
    <w:rsid w:val="00F964C8"/>
    <w:rsid w:val="00F96655"/>
    <w:rsid w:val="00F97034"/>
    <w:rsid w:val="00F97DAA"/>
    <w:rsid w:val="00FA0E42"/>
    <w:rsid w:val="00FA220A"/>
    <w:rsid w:val="00FA2CE1"/>
    <w:rsid w:val="00FA36D9"/>
    <w:rsid w:val="00FA4644"/>
    <w:rsid w:val="00FA59EC"/>
    <w:rsid w:val="00FA7126"/>
    <w:rsid w:val="00FB04F0"/>
    <w:rsid w:val="00FB1178"/>
    <w:rsid w:val="00FB2290"/>
    <w:rsid w:val="00FB313A"/>
    <w:rsid w:val="00FB5BB0"/>
    <w:rsid w:val="00FB5DE7"/>
    <w:rsid w:val="00FB7DB7"/>
    <w:rsid w:val="00FC157E"/>
    <w:rsid w:val="00FC2745"/>
    <w:rsid w:val="00FC347E"/>
    <w:rsid w:val="00FC4A80"/>
    <w:rsid w:val="00FC4FBE"/>
    <w:rsid w:val="00FC5D20"/>
    <w:rsid w:val="00FC7DA5"/>
    <w:rsid w:val="00FD01FD"/>
    <w:rsid w:val="00FD1A78"/>
    <w:rsid w:val="00FD3029"/>
    <w:rsid w:val="00FD3144"/>
    <w:rsid w:val="00FD3C6C"/>
    <w:rsid w:val="00FD7766"/>
    <w:rsid w:val="00FE0EF8"/>
    <w:rsid w:val="00FE33EB"/>
    <w:rsid w:val="00FE385E"/>
    <w:rsid w:val="00FE3B64"/>
    <w:rsid w:val="00FE4EC9"/>
    <w:rsid w:val="00FE591C"/>
    <w:rsid w:val="00FE5CF6"/>
    <w:rsid w:val="00FE6A71"/>
    <w:rsid w:val="00FE731B"/>
    <w:rsid w:val="00FF02B1"/>
    <w:rsid w:val="00FF117C"/>
    <w:rsid w:val="00FF149E"/>
    <w:rsid w:val="00FF26B8"/>
    <w:rsid w:val="00FF35C3"/>
    <w:rsid w:val="00FF3CE6"/>
    <w:rsid w:val="00FF451B"/>
    <w:rsid w:val="00FF4D29"/>
    <w:rsid w:val="00FF4F17"/>
    <w:rsid w:val="00FF5042"/>
    <w:rsid w:val="00FF54E9"/>
    <w:rsid w:val="00FF5ACB"/>
    <w:rsid w:val="00FF6472"/>
    <w:rsid w:val="00FF6AA9"/>
    <w:rsid w:val="00FF78E1"/>
    <w:rsid w:val="065767B7"/>
    <w:rsid w:val="069EC558"/>
    <w:rsid w:val="0731EEAE"/>
    <w:rsid w:val="076D26ED"/>
    <w:rsid w:val="07E383FE"/>
    <w:rsid w:val="0E3DD260"/>
    <w:rsid w:val="0F3158B2"/>
    <w:rsid w:val="0FF80165"/>
    <w:rsid w:val="11A6F248"/>
    <w:rsid w:val="121619C5"/>
    <w:rsid w:val="133B37CC"/>
    <w:rsid w:val="1CC9E633"/>
    <w:rsid w:val="1CF9389E"/>
    <w:rsid w:val="206ECBB0"/>
    <w:rsid w:val="222370D9"/>
    <w:rsid w:val="2420A262"/>
    <w:rsid w:val="251A2208"/>
    <w:rsid w:val="28A36C99"/>
    <w:rsid w:val="2A34C45E"/>
    <w:rsid w:val="2E93C031"/>
    <w:rsid w:val="31F45C52"/>
    <w:rsid w:val="34DCB419"/>
    <w:rsid w:val="367D55B7"/>
    <w:rsid w:val="3A132D53"/>
    <w:rsid w:val="3ABEB291"/>
    <w:rsid w:val="45449B95"/>
    <w:rsid w:val="47C1E9AD"/>
    <w:rsid w:val="489838A6"/>
    <w:rsid w:val="4ABF9276"/>
    <w:rsid w:val="52F63F17"/>
    <w:rsid w:val="52FC3EC0"/>
    <w:rsid w:val="5487F430"/>
    <w:rsid w:val="56B26DDD"/>
    <w:rsid w:val="59C3D255"/>
    <w:rsid w:val="5A496354"/>
    <w:rsid w:val="5BB09B64"/>
    <w:rsid w:val="5F89D8E3"/>
    <w:rsid w:val="6078ADA1"/>
    <w:rsid w:val="6625CFB1"/>
    <w:rsid w:val="68AE3A77"/>
    <w:rsid w:val="68DDCCC5"/>
    <w:rsid w:val="691338C2"/>
    <w:rsid w:val="6D9F1566"/>
    <w:rsid w:val="6E50DD15"/>
    <w:rsid w:val="6FA79643"/>
    <w:rsid w:val="70016211"/>
    <w:rsid w:val="73D3969C"/>
    <w:rsid w:val="7C004072"/>
    <w:rsid w:val="7FA9A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16A6B3CE"/>
  <w15:docId w15:val="{DF3B15E3-6D61-4B39-A471-DEB2601CC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0BB3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817A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817A3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rsid w:val="00F831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HeaderChar">
    <w:name w:val="Header Char"/>
    <w:link w:val="Header"/>
    <w:rsid w:val="004D5D7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D5D73"/>
    <w:pPr>
      <w:tabs>
        <w:tab w:val="center" w:pos="4844"/>
        <w:tab w:val="right" w:pos="9689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4D5D73"/>
    <w:rPr>
      <w:sz w:val="24"/>
      <w:szCs w:val="24"/>
    </w:rPr>
  </w:style>
  <w:style w:type="table" w:styleId="Table3Deffects3">
    <w:name w:val="Table 3D effects 3"/>
    <w:basedOn w:val="TableNormal"/>
    <w:rsid w:val="00B25C9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aliases w:val="CaptionCFMU"/>
    <w:basedOn w:val="Normal"/>
    <w:next w:val="Normal"/>
    <w:qFormat/>
    <w:rsid w:val="005C2CE6"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rsid w:val="00A32667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32667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A32667"/>
  </w:style>
  <w:style w:type="character" w:styleId="Hyperlink">
    <w:name w:val="Hyperlink"/>
    <w:uiPriority w:val="99"/>
    <w:unhideWhenUsed/>
    <w:rsid w:val="00A32667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326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A32667"/>
    <w:rPr>
      <w:rFonts w:ascii="Courier New" w:hAnsi="Courier New" w:cs="Courier New"/>
    </w:rPr>
  </w:style>
  <w:style w:type="character" w:customStyle="1" w:styleId="apple-converted-space">
    <w:name w:val="apple-converted-space"/>
    <w:basedOn w:val="DefaultParagraphFont"/>
    <w:rsid w:val="004900EF"/>
  </w:style>
  <w:style w:type="paragraph" w:styleId="BalloonText">
    <w:name w:val="Balloon Text"/>
    <w:basedOn w:val="Normal"/>
    <w:link w:val="BalloonTextChar"/>
    <w:rsid w:val="00A7459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A7459B"/>
    <w:rPr>
      <w:rFonts w:ascii="Tahoma" w:hAnsi="Tahoma" w:cs="Tahoma"/>
      <w:sz w:val="16"/>
      <w:szCs w:val="16"/>
    </w:rPr>
  </w:style>
  <w:style w:type="paragraph" w:customStyle="1" w:styleId="Table">
    <w:name w:val="Table"/>
    <w:basedOn w:val="Normal"/>
    <w:rsid w:val="0006231B"/>
    <w:pPr>
      <w:snapToGrid w:val="0"/>
      <w:spacing w:before="120"/>
      <w:jc w:val="both"/>
    </w:pPr>
    <w:rPr>
      <w:rFonts w:eastAsia="Calibri"/>
      <w:lang w:val="en-US"/>
    </w:rPr>
  </w:style>
  <w:style w:type="paragraph" w:styleId="z-TopofForm">
    <w:name w:val="HTML Top of Form"/>
    <w:basedOn w:val="Normal"/>
    <w:next w:val="Normal"/>
    <w:link w:val="z-TopofFormChar"/>
    <w:hidden/>
    <w:rsid w:val="0049195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rsid w:val="00491953"/>
    <w:rPr>
      <w:rFonts w:ascii="Arial" w:hAnsi="Arial" w:cs="Arial"/>
      <w:vanish/>
      <w:sz w:val="16"/>
      <w:szCs w:val="16"/>
      <w:lang w:eastAsia="en-US"/>
    </w:rPr>
  </w:style>
  <w:style w:type="paragraph" w:styleId="z-BottomofForm">
    <w:name w:val="HTML Bottom of Form"/>
    <w:basedOn w:val="Normal"/>
    <w:next w:val="Normal"/>
    <w:link w:val="z-BottomofFormChar"/>
    <w:hidden/>
    <w:rsid w:val="0049195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rsid w:val="00491953"/>
    <w:rPr>
      <w:rFonts w:ascii="Arial" w:hAnsi="Arial" w:cs="Arial"/>
      <w:vanish/>
      <w:sz w:val="16"/>
      <w:szCs w:val="16"/>
      <w:lang w:eastAsia="en-US"/>
    </w:rPr>
  </w:style>
  <w:style w:type="character" w:styleId="CommentReference">
    <w:name w:val="annotation reference"/>
    <w:basedOn w:val="DefaultParagraphFont"/>
    <w:rsid w:val="003F44CE"/>
    <w:rPr>
      <w:sz w:val="16"/>
      <w:szCs w:val="16"/>
    </w:rPr>
  </w:style>
  <w:style w:type="paragraph" w:styleId="CommentText">
    <w:name w:val="annotation text"/>
    <w:basedOn w:val="Normal"/>
    <w:link w:val="CommentTextChar"/>
    <w:rsid w:val="003F4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F44C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F4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F44CE"/>
    <w:rPr>
      <w:b/>
      <w:bCs/>
      <w:lang w:eastAsia="en-US"/>
    </w:rPr>
  </w:style>
  <w:style w:type="paragraph" w:styleId="FootnoteText">
    <w:name w:val="footnote text"/>
    <w:basedOn w:val="Normal"/>
    <w:link w:val="FootnoteTextChar"/>
    <w:semiHidden/>
    <w:unhideWhenUsed/>
    <w:rsid w:val="00C8177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81770"/>
    <w:rPr>
      <w:lang w:eastAsia="en-US"/>
    </w:rPr>
  </w:style>
  <w:style w:type="character" w:styleId="FootnoteReference">
    <w:name w:val="footnote reference"/>
    <w:basedOn w:val="DefaultParagraphFont"/>
    <w:semiHidden/>
    <w:unhideWhenUsed/>
    <w:rsid w:val="00C8177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1F16BA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92915"/>
    <w:rPr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D97587"/>
    <w:rPr>
      <w:sz w:val="24"/>
      <w:szCs w:val="24"/>
      <w:lang w:eastAsia="en-US"/>
    </w:rPr>
  </w:style>
  <w:style w:type="table" w:styleId="GridTable5Dark-Accent1">
    <w:name w:val="Grid Table 5 Dark Accent 1"/>
    <w:basedOn w:val="TableNormal"/>
    <w:uiPriority w:val="50"/>
    <w:rsid w:val="00716E5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NoSpacing">
    <w:name w:val="No Spacing"/>
    <w:uiPriority w:val="1"/>
    <w:qFormat/>
    <w:rsid w:val="003B142B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1C4723"/>
    <w:rPr>
      <w:color w:val="808080"/>
    </w:rPr>
  </w:style>
  <w:style w:type="paragraph" w:styleId="NormalWeb">
    <w:name w:val="Normal (Web)"/>
    <w:basedOn w:val="Normal"/>
    <w:uiPriority w:val="99"/>
    <w:unhideWhenUsed/>
    <w:rsid w:val="00E32129"/>
    <w:pPr>
      <w:spacing w:before="100" w:beforeAutospacing="1" w:after="100" w:afterAutospacing="1"/>
    </w:pPr>
    <w:rPr>
      <w:lang w:val="en-US"/>
    </w:rPr>
  </w:style>
  <w:style w:type="table" w:styleId="GridTable4-Accent1">
    <w:name w:val="Grid Table 4 Accent 1"/>
    <w:basedOn w:val="TableNormal"/>
    <w:uiPriority w:val="49"/>
    <w:rsid w:val="00556F01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normaltextrun">
    <w:name w:val="normaltextrun"/>
    <w:basedOn w:val="DefaultParagraphFont"/>
    <w:rsid w:val="00C4742E"/>
  </w:style>
  <w:style w:type="character" w:customStyle="1" w:styleId="findhit">
    <w:name w:val="findhit"/>
    <w:basedOn w:val="DefaultParagraphFont"/>
    <w:rsid w:val="00C4742E"/>
  </w:style>
  <w:style w:type="character" w:customStyle="1" w:styleId="eop">
    <w:name w:val="eop"/>
    <w:basedOn w:val="DefaultParagraphFont"/>
    <w:rsid w:val="00C4742E"/>
  </w:style>
  <w:style w:type="table" w:styleId="GridTable4-Accent5">
    <w:name w:val="Grid Table 4 Accent 5"/>
    <w:basedOn w:val="TableNormal"/>
    <w:uiPriority w:val="49"/>
    <w:rsid w:val="00056FFE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customStyle="1" w:styleId="paragraph">
    <w:name w:val="paragraph"/>
    <w:basedOn w:val="Normal"/>
    <w:rsid w:val="00B20E03"/>
    <w:pPr>
      <w:spacing w:before="100" w:beforeAutospacing="1" w:after="100" w:afterAutospacing="1"/>
    </w:pPr>
    <w:rPr>
      <w:lang w:val="en-US"/>
    </w:rPr>
  </w:style>
  <w:style w:type="character" w:customStyle="1" w:styleId="xtablecell">
    <w:name w:val="xtablecell"/>
    <w:basedOn w:val="DefaultParagraphFont"/>
    <w:rsid w:val="00994AA4"/>
  </w:style>
  <w:style w:type="paragraph" w:styleId="BodyText">
    <w:name w:val="Body Text"/>
    <w:basedOn w:val="Normal"/>
    <w:link w:val="BodyTextChar"/>
    <w:uiPriority w:val="1"/>
    <w:semiHidden/>
    <w:unhideWhenUsed/>
    <w:qFormat/>
    <w:rsid w:val="001D4966"/>
    <w:pPr>
      <w:widowControl w:val="0"/>
      <w:autoSpaceDE w:val="0"/>
      <w:autoSpaceDN w:val="0"/>
      <w:ind w:left="1800"/>
    </w:pPr>
    <w:rPr>
      <w:rFonts w:ascii="Arial MT" w:eastAsia="Arial MT" w:hAnsi="Arial MT" w:cs="Arial MT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1D4966"/>
    <w:rPr>
      <w:rFonts w:ascii="Arial MT" w:eastAsia="Arial MT" w:hAnsi="Arial MT" w:cs="Arial MT"/>
      <w:sz w:val="16"/>
      <w:szCs w:val="16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D6266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AC69CC"/>
  </w:style>
  <w:style w:type="paragraph" w:customStyle="1" w:styleId="pf1">
    <w:name w:val="pf1"/>
    <w:basedOn w:val="Normal"/>
    <w:rsid w:val="00434DA3"/>
    <w:pPr>
      <w:spacing w:before="100" w:beforeAutospacing="1" w:after="100" w:afterAutospacing="1"/>
    </w:pPr>
    <w:rPr>
      <w:lang w:val="en-US"/>
    </w:rPr>
  </w:style>
  <w:style w:type="paragraph" w:customStyle="1" w:styleId="pf0">
    <w:name w:val="pf0"/>
    <w:basedOn w:val="Normal"/>
    <w:rsid w:val="00434DA3"/>
    <w:pPr>
      <w:spacing w:before="100" w:beforeAutospacing="1" w:after="100" w:afterAutospacing="1"/>
    </w:pPr>
    <w:rPr>
      <w:lang w:val="en-US"/>
    </w:rPr>
  </w:style>
  <w:style w:type="character" w:customStyle="1" w:styleId="cf01">
    <w:name w:val="cf01"/>
    <w:basedOn w:val="DefaultParagraphFont"/>
    <w:rsid w:val="00434DA3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efaultParagraphFont"/>
    <w:rsid w:val="00434DA3"/>
    <w:rPr>
      <w:rFonts w:ascii="Segoe UI" w:hAnsi="Segoe UI" w:cs="Segoe UI" w:hint="default"/>
      <w:b/>
      <w:bCs/>
      <w:sz w:val="18"/>
      <w:szCs w:val="18"/>
    </w:rPr>
  </w:style>
  <w:style w:type="character" w:customStyle="1" w:styleId="fontstyle01">
    <w:name w:val="fontstyle01"/>
    <w:basedOn w:val="DefaultParagraphFont"/>
    <w:rsid w:val="00232FE0"/>
    <w:rPr>
      <w:rFonts w:ascii="Helvetica" w:hAnsi="Helvetica" w:cs="Helvetica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3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0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7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9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4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96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8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51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8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8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7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71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5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0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34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8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control" Target="activeX/activeX1.xm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ontrol" Target="activeX/activeX2.xml"/><Relationship Id="rId22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pars.rutkis\AppData\Roaming\Microsoft\Templates\IRF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 xmlns="b65d37fc-5335-47ce-b298-477afd94d99b" xsi:nil="true"/>
    <Deliverable_x0020_Version xmlns="b65d37fc-5335-47ce-b298-477afd94d99b" xsi:nil="true"/>
    <Deliverable_x0020_Id xmlns="b65d37fc-5335-47ce-b298-477afd94d99b" xsi:nil="true"/>
    <Delivery_x0020_Date xmlns="b65d37fc-5335-47ce-b298-477afd94d99b" xsi:nil="true"/>
    <RfA xmlns="b65d37fc-5335-47ce-b298-477afd94d99b" xsi:nil="true"/>
    <Deliverable_x0020_Status xmlns="b65d37fc-5335-47ce-b298-477afd94d99b" xsi:nil="true"/>
    <TaxCatchAll xmlns="ffcdf2b0-1459-4444-989c-847f95dff766" xsi:nil="true"/>
    <lcf76f155ced4ddcb4097134ff3c332f xmlns="b65d37fc-5335-47ce-b298-477afd94d99b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F8B0C3FB496384B92CB0277224434C8" ma:contentTypeVersion="28" ma:contentTypeDescription="Create a new document." ma:contentTypeScope="" ma:versionID="46b2833c54ea31a171b1ac04620b7ab3">
  <xsd:schema xmlns:xsd="http://www.w3.org/2001/XMLSchema" xmlns:xs="http://www.w3.org/2001/XMLSchema" xmlns:p="http://schemas.microsoft.com/office/2006/metadata/properties" xmlns:ns2="b65d37fc-5335-47ce-b298-477afd94d99b" xmlns:ns3="ffcdf2b0-1459-4444-989c-847f95dff766" targetNamespace="http://schemas.microsoft.com/office/2006/metadata/properties" ma:root="true" ma:fieldsID="fc293838794196c54457b8a47e83e9df" ns2:_="" ns3:_="">
    <xsd:import namespace="b65d37fc-5335-47ce-b298-477afd94d99b"/>
    <xsd:import namespace="ffcdf2b0-1459-4444-989c-847f95dff766"/>
    <xsd:element name="properties">
      <xsd:complexType>
        <xsd:sequence>
          <xsd:element name="documentManagement">
            <xsd:complexType>
              <xsd:all>
                <xsd:element ref="ns2:Deliverable_x0020_Id" minOccurs="0"/>
                <xsd:element ref="ns2:Deliverable_x0020_Status" minOccurs="0"/>
                <xsd:element ref="ns2:Deliverable_x0020_Version" minOccurs="0"/>
                <xsd:element ref="ns2:RfA" minOccurs="0"/>
                <xsd:element ref="ns2:Delivery_x0020_Date" minOccurs="0"/>
                <xsd:element ref="ns2:SC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d37fc-5335-47ce-b298-477afd94d99b" elementFormDefault="qualified">
    <xsd:import namespace="http://schemas.microsoft.com/office/2006/documentManagement/types"/>
    <xsd:import namespace="http://schemas.microsoft.com/office/infopath/2007/PartnerControls"/>
    <xsd:element name="Deliverable_x0020_Id" ma:index="4" nillable="true" ma:displayName="Deliverable Id" ma:description="It is required for deliveries" ma:internalName="Deliverable_x0020_Id" ma:readOnly="false">
      <xsd:simpleType>
        <xsd:restriction base="dms:Text">
          <xsd:maxLength value="255"/>
        </xsd:restriction>
      </xsd:simpleType>
    </xsd:element>
    <xsd:element name="Deliverable_x0020_Status" ma:index="5" nillable="true" ma:displayName="Deliverable Status" ma:description="Status of the deliverable version." ma:format="Dropdown" ma:internalName="Deliverable_x0020_Status" ma:readOnly="false">
      <xsd:simpleType>
        <xsd:restriction base="dms:Choice">
          <xsd:enumeration value="Working"/>
          <xsd:enumeration value="Internal QR"/>
          <xsd:enumeration value="Draft"/>
          <xsd:enumeration value="SfI"/>
          <xsd:enumeration value="SfR"/>
          <xsd:enumeration value="SfA"/>
        </xsd:restriction>
      </xsd:simpleType>
    </xsd:element>
    <xsd:element name="Deliverable_x0020_Version" ma:index="6" nillable="true" ma:displayName="Deliverable Version" ma:description="Version of the deliverable (TAXUD version)" ma:internalName="Deliverable_x0020_Version" ma:readOnly="false">
      <xsd:simpleType>
        <xsd:restriction base="dms:Text">
          <xsd:maxLength value="255"/>
        </xsd:restriction>
      </xsd:simpleType>
    </xsd:element>
    <xsd:element name="RfA" ma:index="7" nillable="true" ma:displayName="RfA" ma:internalName="RfA" ma:readOnly="false">
      <xsd:simpleType>
        <xsd:restriction base="dms:Text">
          <xsd:maxLength value="255"/>
        </xsd:restriction>
      </xsd:simpleType>
    </xsd:element>
    <xsd:element name="Delivery_x0020_Date" ma:index="8" nillable="true" ma:displayName="Delivery Date" ma:description="Only for Deliverables" ma:format="DateOnly" ma:internalName="Delivery_x0020_Date" ma:readOnly="false">
      <xsd:simpleType>
        <xsd:restriction base="dms:DateTime"/>
      </xsd:simpleType>
    </xsd:element>
    <xsd:element name="SC" ma:index="9" nillable="true" ma:displayName="SC" ma:internalName="SC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d6837251-29ea-4b68-89a9-9f41a84048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df2b0-1459-4444-989c-847f95dff76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c3efaef-d65d-454e-a102-2afb12e09a8e}" ma:internalName="TaxCatchAll" ma:showField="CatchAllData" ma:web="ffcdf2b0-1459-4444-989c-847f95dff7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52A4A2-307C-4B60-B88E-DD5249449F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8ABBF6-9B3C-4CB9-929D-4C0554C654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34CF7E-14AB-43A2-B21F-0F8332BFD441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b65d37fc-5335-47ce-b298-477afd94d99b"/>
    <ds:schemaRef ds:uri="http://purl.org/dc/elements/1.1/"/>
    <ds:schemaRef ds:uri="ffcdf2b0-1459-4444-989c-847f95dff766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C60F212-78A2-48F5-875D-1F6C9BCF14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d37fc-5335-47ce-b298-477afd94d99b"/>
    <ds:schemaRef ds:uri="ffcdf2b0-1459-4444-989c-847f95dff7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IRF.dotm</Template>
  <TotalTime>8</TotalTime>
  <Pages>10</Pages>
  <Words>2429</Words>
  <Characters>16768</Characters>
  <Application>Microsoft Office Word</Application>
  <DocSecurity>0</DocSecurity>
  <Lines>493</Lines>
  <Paragraphs>376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18821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 TAXUD IT</dc:creator>
  <cp:keywords/>
  <cp:lastModifiedBy>DESCHUYTENEER Tanguy (TAXUD-EXT)</cp:lastModifiedBy>
  <cp:revision>3</cp:revision>
  <cp:lastPrinted>2014-03-18T01:31:00Z</cp:lastPrinted>
  <dcterms:created xsi:type="dcterms:W3CDTF">2024-12-20T11:03:00Z</dcterms:created>
  <dcterms:modified xsi:type="dcterms:W3CDTF">2024-12-20T11:04:00Z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llIssuer">
    <vt:lpwstr>[issuer]</vt:lpwstr>
  </property>
  <property fmtid="{D5CDD505-2E9C-101B-9397-08002B2CF9AE}" pid="3" name="Application">
    <vt:lpwstr>[application]</vt:lpwstr>
  </property>
  <property fmtid="{D5CDD505-2E9C-101B-9397-08002B2CF9AE}" pid="4" name="Incident ID">
    <vt:lpwstr>IMxxxxxx</vt:lpwstr>
  </property>
  <property fmtid="{D5CDD505-2E9C-101B-9397-08002B2CF9AE}" pid="5" name="Change ID">
    <vt:lpwstr>CMxxxxxx</vt:lpwstr>
  </property>
  <property fmtid="{D5CDD505-2E9C-101B-9397-08002B2CF9AE}" pid="6" name="ContentTypeId">
    <vt:lpwstr>0x0101006F8B0C3FB496384B92CB0277224434C8</vt:lpwstr>
  </property>
  <property fmtid="{D5CDD505-2E9C-101B-9397-08002B2CF9AE}" pid="7" name="MediaServiceImageTags">
    <vt:lpwstr/>
  </property>
  <property fmtid="{D5CDD505-2E9C-101B-9397-08002B2CF9AE}" pid="8" name="GrammarlyDocumentId">
    <vt:lpwstr>0728fe9b054ede120712914fe8cdde87c9e49c7c456dad4dac47fcfd6315b63e</vt:lpwstr>
  </property>
  <property fmtid="{D5CDD505-2E9C-101B-9397-08002B2CF9AE}" pid="9" name="Order">
    <vt:r8>532000</vt:r8>
  </property>
  <property fmtid="{D5CDD505-2E9C-101B-9397-08002B2CF9AE}" pid="10" name="_ExtendedDescription">
    <vt:lpwstr/>
  </property>
  <property fmtid="{D5CDD505-2E9C-101B-9397-08002B2CF9AE}" pid="11" name="SfRFilename">
    <vt:lpwstr>| RFC_NCTS-P6_0282_IAR-UCCNCTSP6-229-v0.20.docx</vt:lpwstr>
  </property>
  <property fmtid="{D5CDD505-2E9C-101B-9397-08002B2CF9AE}" pid="12" name="QCNumber">
    <vt:lpwstr>QC53658</vt:lpwstr>
  </property>
  <property fmtid="{D5CDD505-2E9C-101B-9397-08002B2CF9AE}" pid="13" name="MSIP_Label_f4cdc456-5864-460f-beda-883d23b78bbb_Enabled">
    <vt:lpwstr>true</vt:lpwstr>
  </property>
  <property fmtid="{D5CDD505-2E9C-101B-9397-08002B2CF9AE}" pid="14" name="MSIP_Label_f4cdc456-5864-460f-beda-883d23b78bbb_SetDate">
    <vt:lpwstr>2024-12-20T11:04:12Z</vt:lpwstr>
  </property>
  <property fmtid="{D5CDD505-2E9C-101B-9397-08002B2CF9AE}" pid="15" name="MSIP_Label_f4cdc456-5864-460f-beda-883d23b78bbb_Method">
    <vt:lpwstr>Privileged</vt:lpwstr>
  </property>
  <property fmtid="{D5CDD505-2E9C-101B-9397-08002B2CF9AE}" pid="16" name="MSIP_Label_f4cdc456-5864-460f-beda-883d23b78bbb_Name">
    <vt:lpwstr>Publicly Available</vt:lpwstr>
  </property>
  <property fmtid="{D5CDD505-2E9C-101B-9397-08002B2CF9AE}" pid="17" name="MSIP_Label_f4cdc456-5864-460f-beda-883d23b78bbb_SiteId">
    <vt:lpwstr>b24c8b06-522c-46fe-9080-70926f8dddb1</vt:lpwstr>
  </property>
  <property fmtid="{D5CDD505-2E9C-101B-9397-08002B2CF9AE}" pid="18" name="MSIP_Label_f4cdc456-5864-460f-beda-883d23b78bbb_ActionId">
    <vt:lpwstr>80300098-8296-4ed1-bf1a-19528e67c8ea</vt:lpwstr>
  </property>
  <property fmtid="{D5CDD505-2E9C-101B-9397-08002B2CF9AE}" pid="19" name="MSIP_Label_f4cdc456-5864-460f-beda-883d23b78bbb_ContentBits">
    <vt:lpwstr>0</vt:lpwstr>
  </property>
</Properties>
</file>